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3C7" w:rsidRDefault="004763C7" w:rsidP="004763C7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uk-UA" w:eastAsia="uk-UA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2718435</wp:posOffset>
                </wp:positionH>
                <wp:positionV relativeFrom="paragraph">
                  <wp:posOffset>-3175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63C7" w:rsidRDefault="004763C7" w:rsidP="004763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63C7" w:rsidRDefault="004763C7" w:rsidP="004763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63C7" w:rsidRDefault="004763C7" w:rsidP="004763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63C7" w:rsidRDefault="004763C7" w:rsidP="004763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63C7" w:rsidRDefault="004763C7" w:rsidP="004763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63C7" w:rsidRDefault="004763C7" w:rsidP="004763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63C7" w:rsidRDefault="004763C7" w:rsidP="004763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63C7" w:rsidRDefault="004763C7" w:rsidP="004763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63C7" w:rsidRDefault="004763C7" w:rsidP="004763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63C7" w:rsidRDefault="004763C7" w:rsidP="004763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63C7" w:rsidRDefault="004763C7" w:rsidP="004763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63C7" w:rsidRDefault="004763C7" w:rsidP="004763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63C7" w:rsidRDefault="004763C7" w:rsidP="004763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63C7" w:rsidRDefault="004763C7" w:rsidP="004763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63C7" w:rsidRDefault="004763C7" w:rsidP="004763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63C7" w:rsidRDefault="004763C7" w:rsidP="004763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63C7" w:rsidRDefault="004763C7" w:rsidP="004763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63C7" w:rsidRDefault="004763C7" w:rsidP="004763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63C7" w:rsidRDefault="004763C7" w:rsidP="004763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63C7" w:rsidRDefault="004763C7" w:rsidP="004763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63C7" w:rsidRDefault="004763C7" w:rsidP="004763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63C7" w:rsidRDefault="004763C7" w:rsidP="004763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63C7" w:rsidRDefault="004763C7" w:rsidP="004763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63C7" w:rsidRDefault="004763C7" w:rsidP="004763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63C7" w:rsidRDefault="004763C7" w:rsidP="004763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63C7" w:rsidRDefault="004763C7" w:rsidP="004763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63C7" w:rsidRDefault="004763C7" w:rsidP="004763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63C7" w:rsidRDefault="004763C7" w:rsidP="004763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63C7" w:rsidRDefault="004763C7" w:rsidP="004763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63C7" w:rsidRDefault="004763C7" w:rsidP="004763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4.05pt;margin-top:-.25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763C7" w:rsidRDefault="004763C7" w:rsidP="004763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763C7" w:rsidRDefault="004763C7" w:rsidP="004763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763C7" w:rsidRDefault="004763C7" w:rsidP="004763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763C7" w:rsidRDefault="004763C7" w:rsidP="004763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763C7" w:rsidRDefault="004763C7" w:rsidP="004763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763C7" w:rsidRDefault="004763C7" w:rsidP="004763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763C7" w:rsidRDefault="004763C7" w:rsidP="004763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763C7" w:rsidRDefault="004763C7" w:rsidP="004763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763C7" w:rsidRDefault="004763C7" w:rsidP="004763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763C7" w:rsidRDefault="004763C7" w:rsidP="004763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763C7" w:rsidRDefault="004763C7" w:rsidP="004763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763C7" w:rsidRDefault="004763C7" w:rsidP="004763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763C7" w:rsidRDefault="004763C7" w:rsidP="004763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763C7" w:rsidRDefault="004763C7" w:rsidP="004763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763C7" w:rsidRDefault="004763C7" w:rsidP="004763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763C7" w:rsidRDefault="004763C7" w:rsidP="004763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763C7" w:rsidRDefault="004763C7" w:rsidP="004763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763C7" w:rsidRDefault="004763C7" w:rsidP="004763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763C7" w:rsidRDefault="004763C7" w:rsidP="004763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763C7" w:rsidRDefault="004763C7" w:rsidP="004763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4763C7" w:rsidRDefault="004763C7" w:rsidP="004763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763C7" w:rsidRDefault="004763C7" w:rsidP="004763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763C7" w:rsidRDefault="004763C7" w:rsidP="004763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763C7" w:rsidRDefault="004763C7" w:rsidP="004763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763C7" w:rsidRDefault="004763C7" w:rsidP="004763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763C7" w:rsidRDefault="004763C7" w:rsidP="004763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763C7" w:rsidRDefault="004763C7" w:rsidP="004763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4763C7" w:rsidRDefault="004763C7" w:rsidP="004763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763C7" w:rsidRDefault="004763C7" w:rsidP="004763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763C7" w:rsidRDefault="004763C7" w:rsidP="004763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763C7" w:rsidRDefault="004763C7" w:rsidP="004763C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763C7" w:rsidRDefault="004763C7" w:rsidP="004763C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763C7" w:rsidRDefault="004763C7" w:rsidP="004763C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763C7" w:rsidRDefault="004763C7" w:rsidP="004763C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763C7" w:rsidRDefault="004763C7" w:rsidP="004763C7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763C7" w:rsidRDefault="004763C7" w:rsidP="004763C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4763C7" w:rsidRDefault="004763C7" w:rsidP="004763C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763C7" w:rsidRDefault="004763C7" w:rsidP="004763C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763C7" w:rsidRDefault="004763C7" w:rsidP="004763C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4763C7" w:rsidRDefault="004763C7" w:rsidP="004763C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763C7" w:rsidRDefault="004763C7" w:rsidP="004763C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4763C7" w:rsidRDefault="004763C7" w:rsidP="004763C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763C7" w:rsidRDefault="004763C7" w:rsidP="004763C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25.03.2021 року                                            Крупець                                                       №10</w:t>
      </w:r>
    </w:p>
    <w:p w:rsidR="004763C7" w:rsidRDefault="004763C7" w:rsidP="004763C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4763C7" w:rsidRDefault="004763C7" w:rsidP="004763C7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r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4763C7" w:rsidRDefault="004763C7" w:rsidP="004763C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4763C7" w:rsidRDefault="004763C7" w:rsidP="004763C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4763C7" w:rsidRDefault="004763C7" w:rsidP="004763C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Томчаківська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В.О.</w:t>
      </w:r>
    </w:p>
    <w:p w:rsidR="004763C7" w:rsidRDefault="004763C7" w:rsidP="004763C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4763C7" w:rsidRDefault="004763C7" w:rsidP="004763C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розглянувши   заяву    </w:t>
      </w:r>
      <w:proofErr w:type="spellStart"/>
      <w:r>
        <w:rPr>
          <w:rFonts w:ascii="Times New Roman" w:eastAsia="Calibri" w:hAnsi="Times New Roman" w:cs="Times New Roman"/>
          <w:sz w:val="24"/>
        </w:rPr>
        <w:t>Томчаківської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В.О., сільська рада </w:t>
      </w:r>
    </w:p>
    <w:p w:rsidR="004763C7" w:rsidRPr="00B26F6B" w:rsidRDefault="004763C7" w:rsidP="004763C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ВИРІШИЛА:</w:t>
      </w:r>
    </w:p>
    <w:p w:rsidR="004763C7" w:rsidRDefault="004763C7" w:rsidP="004763C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</w:rPr>
        <w:t xml:space="preserve">      1. Надати  </w:t>
      </w:r>
      <w:proofErr w:type="spellStart"/>
      <w:r>
        <w:rPr>
          <w:rFonts w:ascii="Times New Roman" w:eastAsia="Calibri" w:hAnsi="Times New Roman" w:cs="Times New Roman"/>
          <w:sz w:val="24"/>
        </w:rPr>
        <w:t>Томчаківській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Вікторії Олександрівні,  яка  зареєстрована  за адресою: </w:t>
      </w:r>
      <w:r w:rsidR="009348E9" w:rsidRPr="009348E9">
        <w:rPr>
          <w:rFonts w:ascii="Times New Roman" w:eastAsia="Calibri" w:hAnsi="Times New Roman" w:cs="Times New Roman"/>
          <w:sz w:val="24"/>
        </w:rPr>
        <w:t>_________________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 xml:space="preserve">, дозвіл на розробку </w:t>
      </w:r>
      <w:proofErr w:type="spellStart"/>
      <w:r>
        <w:rPr>
          <w:rFonts w:ascii="Times New Roman" w:eastAsia="Calibri" w:hAnsi="Times New Roman" w:cs="Times New Roman"/>
          <w:sz w:val="24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власність, площею 0,12 га, </w:t>
      </w:r>
      <w:r>
        <w:rPr>
          <w:rFonts w:ascii="Times New Roman" w:eastAsia="Calibri" w:hAnsi="Times New Roman" w:cs="Times New Roman"/>
          <w:sz w:val="24"/>
          <w:szCs w:val="24"/>
        </w:rPr>
        <w:t xml:space="preserve">для індивідуального садівництва, </w:t>
      </w:r>
      <w:r>
        <w:rPr>
          <w:rFonts w:ascii="Times New Roman" w:eastAsia="Calibri" w:hAnsi="Times New Roman" w:cs="Times New Roman"/>
          <w:sz w:val="24"/>
        </w:rPr>
        <w:t xml:space="preserve">за рахунок земель комунальної власності, (кадастровий номер </w:t>
      </w:r>
      <w:r>
        <w:rPr>
          <w:rFonts w:ascii="Times New Roman" w:eastAsia="Calibri" w:hAnsi="Times New Roman" w:cs="Times New Roman"/>
          <w:sz w:val="24"/>
          <w:szCs w:val="24"/>
        </w:rPr>
        <w:t>6823984000:03:013:0066</w:t>
      </w:r>
      <w:r>
        <w:rPr>
          <w:rFonts w:ascii="Times New Roman" w:eastAsia="Calibri" w:hAnsi="Times New Roman" w:cs="Times New Roman"/>
          <w:sz w:val="24"/>
        </w:rPr>
        <w:t xml:space="preserve">), яка розташована на території  </w:t>
      </w:r>
      <w:proofErr w:type="spellStart"/>
      <w:r>
        <w:rPr>
          <w:rFonts w:ascii="Times New Roman" w:eastAsia="Calibri" w:hAnsi="Times New Roman" w:cs="Times New Roman"/>
          <w:sz w:val="24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сільської ради, за межами населеного пункту  с. Крупець.</w:t>
      </w:r>
    </w:p>
    <w:p w:rsidR="004763C7" w:rsidRDefault="004763C7" w:rsidP="004763C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</w:rPr>
        <w:t>Томчаківській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В.О., розробити </w:t>
      </w:r>
      <w:proofErr w:type="spellStart"/>
      <w:r>
        <w:rPr>
          <w:rFonts w:ascii="Times New Roman" w:eastAsia="Calibri" w:hAnsi="Times New Roman" w:cs="Times New Roman"/>
          <w:sz w:val="24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сесії сільської ради.</w:t>
      </w:r>
    </w:p>
    <w:p w:rsidR="004763C7" w:rsidRDefault="004763C7" w:rsidP="004763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4763C7" w:rsidRDefault="004763C7" w:rsidP="004763C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4763C7" w:rsidRPr="004763C7" w:rsidRDefault="004763C7" w:rsidP="004763C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en-US"/>
        </w:rPr>
      </w:pPr>
    </w:p>
    <w:p w:rsidR="004763C7" w:rsidRDefault="004763C7" w:rsidP="004763C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AF404D" w:rsidRPr="004763C7" w:rsidRDefault="004763C7" w:rsidP="004763C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AF404D" w:rsidRPr="004763C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embedSystemFonts/>
  <w:proofState w:spelling="clean" w:grammar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3C7"/>
    <w:rsid w:val="00171A2E"/>
    <w:rsid w:val="00304C90"/>
    <w:rsid w:val="004763C7"/>
    <w:rsid w:val="00505B6D"/>
    <w:rsid w:val="006D3977"/>
    <w:rsid w:val="007D6C18"/>
    <w:rsid w:val="009348E9"/>
    <w:rsid w:val="00AF404D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4763C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4763C7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4763C7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4763C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4763C7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4763C7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1089</Words>
  <Characters>622</Characters>
  <Application>Microsoft Office Word</Application>
  <DocSecurity>0</DocSecurity>
  <Lines>5</Lines>
  <Paragraphs>3</Paragraphs>
  <ScaleCrop>false</ScaleCrop>
  <Company>Microsoft</Company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005</dc:creator>
  <cp:lastModifiedBy>005</cp:lastModifiedBy>
  <cp:revision>2</cp:revision>
  <dcterms:created xsi:type="dcterms:W3CDTF">2021-03-30T12:45:00Z</dcterms:created>
  <dcterms:modified xsi:type="dcterms:W3CDTF">2021-03-31T05:58:00Z</dcterms:modified>
</cp:coreProperties>
</file>