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0E8" w:rsidRDefault="00CC70E8" w:rsidP="00CC70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70E8" w:rsidRDefault="00CC70E8" w:rsidP="00CC70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70E8" w:rsidRDefault="00CC70E8" w:rsidP="00CC70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70E8" w:rsidRDefault="00CC70E8" w:rsidP="00CC7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70E8" w:rsidRDefault="00CC70E8" w:rsidP="00CC7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70E8" w:rsidRDefault="00CC70E8" w:rsidP="00CC70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70E8" w:rsidRDefault="00CC70E8" w:rsidP="00CC7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C70E8" w:rsidRDefault="00CC70E8" w:rsidP="00CC70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C70E8" w:rsidRDefault="00CC70E8" w:rsidP="00CC7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C70E8" w:rsidRDefault="00CC70E8" w:rsidP="00CC7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C70E8" w:rsidRDefault="00CC70E8" w:rsidP="00CC7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70E8" w:rsidRDefault="00CC70E8" w:rsidP="00CC7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C70E8" w:rsidRDefault="00CC70E8" w:rsidP="00CC7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70E8" w:rsidRDefault="00CC70E8" w:rsidP="00CC70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C70E8" w:rsidRDefault="00CC70E8" w:rsidP="00CC70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C70E8" w:rsidRDefault="00CC70E8" w:rsidP="00CC70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№56</w:t>
      </w:r>
    </w:p>
    <w:p w:rsidR="00CC70E8" w:rsidRDefault="00CC70E8" w:rsidP="00CC70E8">
      <w:pPr>
        <w:spacing w:after="0"/>
      </w:pPr>
    </w:p>
    <w:p w:rsidR="00CC70E8" w:rsidRPr="00FC0DC9" w:rsidRDefault="00CC70E8" w:rsidP="00CC70E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Грабарчук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Л.І.</w:t>
      </w: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</w:t>
      </w:r>
      <w:r>
        <w:rPr>
          <w:rFonts w:ascii="Times New Roman" w:eastAsia="Calibri" w:hAnsi="Times New Roman" w:cs="Times New Roman"/>
          <w:sz w:val="24"/>
        </w:rPr>
        <w:t xml:space="preserve">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Грабарчук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Л.І.</w:t>
      </w:r>
      <w:r w:rsidRPr="00FC0DC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CC70E8" w:rsidRPr="004C1654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Грабарчук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Людмилі Іванівні</w:t>
      </w:r>
      <w:r w:rsidRPr="00FC0DC9">
        <w:rPr>
          <w:rFonts w:ascii="Times New Roman" w:eastAsia="Calibri" w:hAnsi="Times New Roman" w:cs="Times New Roman"/>
          <w:sz w:val="24"/>
        </w:rPr>
        <w:t xml:space="preserve">,  яка  зареєстрована  за </w:t>
      </w:r>
      <w:r>
        <w:rPr>
          <w:rFonts w:ascii="Times New Roman" w:eastAsia="Calibri" w:hAnsi="Times New Roman" w:cs="Times New Roman"/>
          <w:sz w:val="24"/>
        </w:rPr>
        <w:t xml:space="preserve">адресою: </w:t>
      </w:r>
      <w:r w:rsidR="007565C9" w:rsidRPr="007565C9">
        <w:rPr>
          <w:rFonts w:ascii="Times New Roman" w:eastAsia="Calibri" w:hAnsi="Times New Roman" w:cs="Times New Roman"/>
          <w:sz w:val="24"/>
        </w:rPr>
        <w:t>__________________</w:t>
      </w:r>
      <w:bookmarkStart w:id="0" w:name="_GoBack"/>
      <w:bookmarkEnd w:id="0"/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площею 0,12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індивідуального садівництва, </w:t>
      </w:r>
      <w:r w:rsidRPr="00FC0DC9">
        <w:rPr>
          <w:rFonts w:ascii="Times New Roman" w:eastAsia="Calibri" w:hAnsi="Times New Roman" w:cs="Times New Roman"/>
          <w:sz w:val="24"/>
        </w:rPr>
        <w:t xml:space="preserve">за рахунок земель комунальної власності, (кадастровий номер </w:t>
      </w:r>
      <w:r w:rsidRPr="00FC0DC9">
        <w:rPr>
          <w:rFonts w:ascii="Times New Roman" w:eastAsia="Calibri" w:hAnsi="Times New Roman" w:cs="Times New Roman"/>
          <w:sz w:val="24"/>
          <w:szCs w:val="24"/>
        </w:rPr>
        <w:t>6823984000:03:013:0066</w:t>
      </w:r>
      <w:r w:rsidRPr="00FC0DC9">
        <w:rPr>
          <w:rFonts w:ascii="Times New Roman" w:eastAsia="Calibri" w:hAnsi="Times New Roman" w:cs="Times New Roman"/>
          <w:sz w:val="24"/>
        </w:rPr>
        <w:t xml:space="preserve">), яка розташована на території 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сільської ради, за межами населеного пункту 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Крупець.</w:t>
      </w: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Грабарчук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Л.І.</w:t>
      </w:r>
      <w:r w:rsidRPr="00FC0DC9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CC70E8" w:rsidRPr="00FC0DC9" w:rsidRDefault="00CC70E8" w:rsidP="00CC70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C70E8" w:rsidRPr="00FC0DC9" w:rsidRDefault="00CC70E8" w:rsidP="00CC70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C70E8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C70E8" w:rsidRPr="00FC0DC9" w:rsidRDefault="00CC70E8" w:rsidP="00CC70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A4D2E" w:rsidRPr="00CC70E8" w:rsidRDefault="00CC70E8" w:rsidP="00CC70E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A4D2E" w:rsidRPr="00CC70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0E8"/>
    <w:rsid w:val="00171A2E"/>
    <w:rsid w:val="00304C90"/>
    <w:rsid w:val="003A4D2E"/>
    <w:rsid w:val="00505B6D"/>
    <w:rsid w:val="006D3977"/>
    <w:rsid w:val="007565C9"/>
    <w:rsid w:val="007D6C18"/>
    <w:rsid w:val="00CC70E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CC70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CC70E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CC70E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CC70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CC70E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CC70E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1078</Words>
  <Characters>615</Characters>
  <Application>Microsoft Office Word</Application>
  <DocSecurity>0</DocSecurity>
  <Lines>5</Lines>
  <Paragraphs>3</Paragraphs>
  <ScaleCrop>false</ScaleCrop>
  <Company>Microsoft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2021-03-31T05:44:00Z</dcterms:created>
  <dcterms:modified xsi:type="dcterms:W3CDTF">2021-03-31T06:16:00Z</dcterms:modified>
</cp:coreProperties>
</file>