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071" w:rsidRDefault="00AB0071" w:rsidP="00AB007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71" w:rsidRDefault="00AB0071" w:rsidP="00AB00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0071" w:rsidRDefault="00AB0071" w:rsidP="00AB00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0071" w:rsidRDefault="00AB0071" w:rsidP="00AB00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071" w:rsidRDefault="00AB0071" w:rsidP="00AB00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071" w:rsidRDefault="00AB0071" w:rsidP="00AB00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071" w:rsidRDefault="00AB0071" w:rsidP="00AB00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0071" w:rsidRDefault="00AB0071" w:rsidP="00AB007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0071" w:rsidRDefault="00AB0071" w:rsidP="00AB00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B0071" w:rsidRDefault="00AB0071" w:rsidP="00AB00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0071" w:rsidRDefault="00AB0071" w:rsidP="00AB00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071" w:rsidRDefault="00AB0071" w:rsidP="00AB00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B0071" w:rsidRDefault="00AB0071" w:rsidP="00AB00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071" w:rsidRDefault="00AB0071" w:rsidP="00AB00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B0071" w:rsidRDefault="00AB0071" w:rsidP="00AB00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0071" w:rsidRDefault="00AB0071" w:rsidP="00AB00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№41</w:t>
      </w:r>
    </w:p>
    <w:p w:rsidR="00AB0071" w:rsidRDefault="00AB0071" w:rsidP="00AB007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B0071" w:rsidRPr="001C55EE" w:rsidRDefault="00AB0071" w:rsidP="00AB00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AB0071" w:rsidRPr="001C55EE" w:rsidRDefault="00AB0071" w:rsidP="00AB00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AB0071" w:rsidRPr="001C55EE" w:rsidRDefault="00AB0071" w:rsidP="00AB00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AB0071" w:rsidRPr="001C55EE" w:rsidRDefault="00AB0071" w:rsidP="00AB00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6823982100:03:005:0033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яка розташована</w:t>
      </w:r>
    </w:p>
    <w:p w:rsidR="00AB0071" w:rsidRDefault="00AB0071" w:rsidP="00AB00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Хмельницька область, Славутський  </w:t>
      </w:r>
    </w:p>
    <w:p w:rsidR="00AB0071" w:rsidRDefault="00AB0071" w:rsidP="00AB00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(Шепетівський)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Головлівська </w:t>
      </w:r>
    </w:p>
    <w:p w:rsidR="00AB0071" w:rsidRPr="001C55EE" w:rsidRDefault="00AB0071" w:rsidP="00AB00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Сільська рада (Крупецька сільська рада)</w:t>
      </w:r>
    </w:p>
    <w:p w:rsidR="00AB0071" w:rsidRPr="001C55EE" w:rsidRDefault="00AB0071" w:rsidP="00AB00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071" w:rsidRPr="001C55EE" w:rsidRDefault="00AB0071" w:rsidP="00AB00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AB0071" w:rsidRPr="001C55EE" w:rsidRDefault="00AB0071" w:rsidP="00AB00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B0071" w:rsidRPr="001C55EE" w:rsidRDefault="00AB0071" w:rsidP="00AB007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площею 17,88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6823982100:03:005:0033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,  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Хмельницька область,  Славутський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(Шепетівський) район, Головлівська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ільська рада (Крупецька сільська рада)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0071" w:rsidRPr="001C55EE" w:rsidRDefault="00AB0071" w:rsidP="00AB00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C55EE">
        <w:rPr>
          <w:rFonts w:ascii="Times New Roman" w:eastAsia="Calibri" w:hAnsi="Times New Roman" w:cs="Times New Roman"/>
          <w:sz w:val="24"/>
          <w:szCs w:val="24"/>
        </w:rPr>
        <w:t>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B0071" w:rsidRDefault="00AB0071" w:rsidP="00AB00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0071" w:rsidRPr="001C55EE" w:rsidRDefault="00AB0071" w:rsidP="00AB00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1060" w:rsidRPr="00AB0071" w:rsidRDefault="00AB0071" w:rsidP="00AB007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  <w:bookmarkStart w:id="0" w:name="_GoBack"/>
      <w:bookmarkEnd w:id="0"/>
    </w:p>
    <w:sectPr w:rsidR="00AA1060" w:rsidRPr="00AB007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71"/>
    <w:rsid w:val="00171A2E"/>
    <w:rsid w:val="00304C90"/>
    <w:rsid w:val="00505B6D"/>
    <w:rsid w:val="006D3977"/>
    <w:rsid w:val="007D6C18"/>
    <w:rsid w:val="00AA1060"/>
    <w:rsid w:val="00AB007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B007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B007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B007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B007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B007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B007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1145</Words>
  <Characters>653</Characters>
  <Application>Microsoft Office Word</Application>
  <DocSecurity>0</DocSecurity>
  <Lines>5</Lines>
  <Paragraphs>3</Paragraphs>
  <ScaleCrop>false</ScaleCrop>
  <Company>Microsoft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2021-03-30T13:08:00Z</dcterms:created>
  <dcterms:modified xsi:type="dcterms:W3CDTF">2021-03-30T13:09:00Z</dcterms:modified>
</cp:coreProperties>
</file>