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1A" w:rsidRDefault="006E161A" w:rsidP="006E161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A" w:rsidRDefault="006E161A" w:rsidP="006E16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161A" w:rsidRDefault="006E161A" w:rsidP="006E16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E161A" w:rsidRDefault="006E161A" w:rsidP="006E161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A" w:rsidRDefault="006E161A" w:rsidP="006E16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E161A" w:rsidRDefault="006E161A" w:rsidP="006E16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E161A" w:rsidRPr="00860B10" w:rsidRDefault="006E161A" w:rsidP="006E16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34</w:t>
      </w:r>
    </w:p>
    <w:p w:rsidR="006E161A" w:rsidRDefault="006E161A" w:rsidP="006E161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E161A" w:rsidRDefault="006E161A" w:rsidP="006E161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E161A" w:rsidRDefault="006E161A" w:rsidP="006E16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E161A" w:rsidRDefault="006E161A" w:rsidP="006E16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6E161A" w:rsidRDefault="006E161A" w:rsidP="006E16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Іванюк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С.В.</w:t>
      </w:r>
    </w:p>
    <w:p w:rsidR="006E161A" w:rsidRDefault="006E161A" w:rsidP="006E16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6E161A" w:rsidRDefault="006E161A" w:rsidP="006E16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Іванюк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6E161A" w:rsidRPr="00860B10" w:rsidRDefault="006E161A" w:rsidP="006E16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6E161A" w:rsidRDefault="006E161A" w:rsidP="006E16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Іванюк Софії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B0D52" w:rsidRPr="005B0D52">
        <w:rPr>
          <w:rFonts w:ascii="Times New Roman" w:eastAsia="Calibri" w:hAnsi="Times New Roman" w:cs="Times New Roman"/>
          <w:sz w:val="24"/>
          <w:lang w:eastAsia="en-US"/>
        </w:rPr>
        <w:t>_</w:t>
      </w:r>
      <w:r w:rsidR="005B0D52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 с. Дідова Гора.</w:t>
      </w:r>
    </w:p>
    <w:p w:rsidR="006E161A" w:rsidRDefault="006E161A" w:rsidP="006E16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Іванюк С.В,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E161A" w:rsidRDefault="006E161A" w:rsidP="006E16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E161A" w:rsidRDefault="006E161A" w:rsidP="006E16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E161A" w:rsidRDefault="006E161A" w:rsidP="006E16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E161A" w:rsidRDefault="006E161A" w:rsidP="006E16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E161A" w:rsidRDefault="006E161A" w:rsidP="006E161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E161A" w:rsidRDefault="006E161A" w:rsidP="006E161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7797A" w:rsidRPr="006E161A" w:rsidRDefault="006E161A" w:rsidP="006E16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7797A" w:rsidRPr="006E161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1A"/>
    <w:rsid w:val="0057797A"/>
    <w:rsid w:val="005B0D52"/>
    <w:rsid w:val="006E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1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E161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E161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E161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1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E161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E161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E161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2021-07-26T12:27:00Z</dcterms:created>
  <dcterms:modified xsi:type="dcterms:W3CDTF">2021-07-27T07:17:00Z</dcterms:modified>
</cp:coreProperties>
</file>