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D8F" w:rsidRPr="008D31FA" w:rsidRDefault="00193D8F" w:rsidP="00193D8F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8F" w:rsidRDefault="00193D8F" w:rsidP="00193D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93D8F" w:rsidRDefault="00193D8F" w:rsidP="00193D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93D8F" w:rsidRPr="000A4F3E" w:rsidRDefault="00193D8F" w:rsidP="00193D8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3D8F" w:rsidRPr="000A4F3E" w:rsidRDefault="00193D8F" w:rsidP="00193D8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3D8F" w:rsidRPr="000A4F3E" w:rsidRDefault="00193D8F" w:rsidP="00193D8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3D8F" w:rsidRPr="000A4F3E" w:rsidRDefault="00193D8F" w:rsidP="00193D8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3D8F" w:rsidRPr="000A4F3E" w:rsidRDefault="00193D8F" w:rsidP="00193D8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93D8F" w:rsidRPr="000A4F3E" w:rsidRDefault="00193D8F" w:rsidP="00193D8F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93D8F" w:rsidRPr="000A4F3E" w:rsidRDefault="00193D8F" w:rsidP="00193D8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93D8F" w:rsidRPr="000A4F3E" w:rsidRDefault="00193D8F" w:rsidP="00193D8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93D8F" w:rsidRPr="000A4F3E" w:rsidRDefault="00193D8F" w:rsidP="00193D8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3D8F" w:rsidRPr="000A4F3E" w:rsidRDefault="00193D8F" w:rsidP="00193D8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93D8F" w:rsidRPr="000A4F3E" w:rsidRDefault="00193D8F" w:rsidP="00193D8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3D8F" w:rsidRPr="000A4F3E" w:rsidRDefault="00193D8F" w:rsidP="00193D8F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93D8F" w:rsidRPr="000A4F3E" w:rsidRDefault="00193D8F" w:rsidP="00193D8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93D8F" w:rsidRDefault="00193D8F" w:rsidP="00193D8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№39</w:t>
      </w:r>
    </w:p>
    <w:p w:rsidR="00193D8F" w:rsidRDefault="00193D8F" w:rsidP="00193D8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93D8F" w:rsidRPr="00CA5B65" w:rsidRDefault="00193D8F" w:rsidP="00193D8F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193D8F" w:rsidRPr="00CA5B65" w:rsidRDefault="00193D8F" w:rsidP="00193D8F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193D8F" w:rsidRPr="00CA5B65" w:rsidRDefault="00193D8F" w:rsidP="00193D8F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193D8F" w:rsidRPr="00CA5B65" w:rsidRDefault="00193D8F" w:rsidP="00193D8F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Гуменюк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А.С.</w:t>
      </w:r>
    </w:p>
    <w:p w:rsidR="00193D8F" w:rsidRPr="00CA5B65" w:rsidRDefault="00193D8F" w:rsidP="00193D8F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193D8F" w:rsidRPr="00CA5B65" w:rsidRDefault="00193D8F" w:rsidP="00193D8F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Гуменюк</w:t>
      </w:r>
      <w:proofErr w:type="spellEnd"/>
      <w:r>
        <w:rPr>
          <w:rFonts w:ascii="Times New Roman" w:eastAsia="Times New Roman" w:hAnsi="Times New Roman"/>
          <w:sz w:val="24"/>
        </w:rPr>
        <w:t xml:space="preserve"> А.С. 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193D8F" w:rsidRPr="00CA5B65" w:rsidRDefault="00193D8F" w:rsidP="00193D8F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193D8F" w:rsidRPr="00CA5B65" w:rsidRDefault="00193D8F" w:rsidP="00193D8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CA5B65">
        <w:rPr>
          <w:rFonts w:ascii="Times New Roman" w:eastAsia="Times New Roman" w:hAnsi="Times New Roman"/>
          <w:sz w:val="24"/>
        </w:rPr>
        <w:t>Надати</w:t>
      </w:r>
      <w:proofErr w:type="spellEnd"/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Гуменюк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Аліні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Сергіївні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а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BA73FA">
        <w:rPr>
          <w:rFonts w:ascii="Times New Roman" w:eastAsia="Times New Roman" w:hAnsi="Times New Roman"/>
          <w:sz w:val="24"/>
          <w:lang w:val="en-US"/>
        </w:rPr>
        <w:t>______________</w:t>
      </w:r>
      <w:bookmarkStart w:id="0" w:name="_GoBack"/>
      <w:bookmarkEnd w:id="0"/>
      <w:r>
        <w:rPr>
          <w:rFonts w:ascii="Times New Roman" w:eastAsia="Times New Roman" w:hAnsi="Times New Roman"/>
          <w:sz w:val="24"/>
        </w:rPr>
        <w:t>,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0,2500 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>
        <w:rPr>
          <w:rFonts w:ascii="Times New Roman" w:eastAsia="Times New Roman" w:hAnsi="Times New Roman"/>
          <w:sz w:val="24"/>
        </w:rPr>
        <w:t>будівництва</w:t>
      </w:r>
      <w:proofErr w:type="spellEnd"/>
      <w:r>
        <w:rPr>
          <w:rFonts w:ascii="Times New Roman" w:eastAsia="Times New Roman" w:hAnsi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/>
          <w:sz w:val="24"/>
        </w:rPr>
        <w:t>обслуговування</w:t>
      </w:r>
      <w:proofErr w:type="spellEnd"/>
      <w:r>
        <w:rPr>
          <w:rFonts w:ascii="Times New Roman" w:eastAsia="Times New Roman" w:hAnsi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</w:rPr>
        <w:t>житлового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будинку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господарських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будівель</w:t>
      </w:r>
      <w:proofErr w:type="spellEnd"/>
      <w:r>
        <w:rPr>
          <w:rFonts w:ascii="Times New Roman" w:eastAsia="Times New Roman" w:hAnsi="Times New Roman"/>
          <w:sz w:val="24"/>
        </w:rPr>
        <w:t xml:space="preserve"> і </w:t>
      </w:r>
      <w:proofErr w:type="spellStart"/>
      <w:r>
        <w:rPr>
          <w:rFonts w:ascii="Times New Roman" w:eastAsia="Times New Roman" w:hAnsi="Times New Roman"/>
          <w:sz w:val="24"/>
        </w:rPr>
        <w:t>споруд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селі</w:t>
      </w:r>
      <w:proofErr w:type="spellEnd"/>
      <w:r>
        <w:rPr>
          <w:rFonts w:ascii="Times New Roman" w:eastAsia="Times New Roman" w:hAnsi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</w:rPr>
        <w:t>Крупець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193D8F" w:rsidRPr="00DC5C5B" w:rsidRDefault="00193D8F" w:rsidP="00193D8F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DC5C5B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Гуменюк</w:t>
      </w:r>
      <w:proofErr w:type="spellEnd"/>
      <w:r>
        <w:rPr>
          <w:rFonts w:ascii="Times New Roman" w:eastAsia="Times New Roman" w:hAnsi="Times New Roman"/>
          <w:sz w:val="24"/>
        </w:rPr>
        <w:t xml:space="preserve"> А.С.</w:t>
      </w:r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DC5C5B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щодо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ділянки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DC5C5B">
        <w:rPr>
          <w:rFonts w:ascii="Times New Roman" w:eastAsia="Times New Roman" w:hAnsi="Times New Roman"/>
          <w:sz w:val="24"/>
        </w:rPr>
        <w:t>передачі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її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DC5C5B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DC5C5B">
        <w:rPr>
          <w:rFonts w:ascii="Times New Roman" w:eastAsia="Times New Roman" w:hAnsi="Times New Roman"/>
          <w:sz w:val="24"/>
        </w:rPr>
        <w:t>розгляд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сесії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DC5C5B">
        <w:rPr>
          <w:rFonts w:ascii="Times New Roman" w:eastAsia="Times New Roman" w:hAnsi="Times New Roman"/>
          <w:sz w:val="24"/>
        </w:rPr>
        <w:t>ради</w:t>
      </w:r>
      <w:proofErr w:type="gramEnd"/>
      <w:r w:rsidRPr="00DC5C5B">
        <w:rPr>
          <w:rFonts w:ascii="Times New Roman" w:eastAsia="Times New Roman" w:hAnsi="Times New Roman"/>
          <w:sz w:val="24"/>
        </w:rPr>
        <w:t>.</w:t>
      </w:r>
    </w:p>
    <w:p w:rsidR="00193D8F" w:rsidRPr="00CA5B65" w:rsidRDefault="00193D8F" w:rsidP="00193D8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193D8F" w:rsidRPr="00CA5B65" w:rsidRDefault="00193D8F" w:rsidP="00193D8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193D8F" w:rsidRPr="00193D8F" w:rsidRDefault="00193D8F" w:rsidP="00193D8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B65F6" w:rsidRPr="00193D8F" w:rsidRDefault="00193D8F" w:rsidP="00193D8F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 w:rsidRPr="008D31FA">
        <w:rPr>
          <w:rFonts w:ascii="Times New Roman" w:hAnsi="Times New Roman"/>
        </w:rPr>
        <w:t xml:space="preserve"> голова </w:t>
      </w:r>
      <w:r w:rsidRPr="008D31FA">
        <w:rPr>
          <w:rFonts w:ascii="Times New Roman" w:hAnsi="Times New Roman"/>
        </w:rPr>
        <w:tab/>
      </w:r>
      <w:r w:rsidRPr="008D31FA">
        <w:rPr>
          <w:rFonts w:ascii="Times New Roman" w:hAnsi="Times New Roman"/>
        </w:rPr>
        <w:tab/>
      </w:r>
      <w:r w:rsidRPr="008D31F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</w:t>
      </w:r>
      <w:proofErr w:type="spellStart"/>
      <w:r w:rsidRPr="008D31FA">
        <w:rPr>
          <w:rFonts w:ascii="Times New Roman" w:hAnsi="Times New Roman"/>
        </w:rPr>
        <w:t>Валер</w:t>
      </w:r>
      <w:r>
        <w:rPr>
          <w:rFonts w:ascii="Times New Roman" w:hAnsi="Times New Roman"/>
        </w:rPr>
        <w:t>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BB65F6" w:rsidRPr="00193D8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D8F"/>
    <w:rsid w:val="00171A2E"/>
    <w:rsid w:val="00193D8F"/>
    <w:rsid w:val="00304C90"/>
    <w:rsid w:val="00505B6D"/>
    <w:rsid w:val="006D3977"/>
    <w:rsid w:val="007D6C18"/>
    <w:rsid w:val="00BA73FA"/>
    <w:rsid w:val="00BB65F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93D8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93D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93D8F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93D8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93D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93D8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249</Words>
  <Characters>1420</Characters>
  <Application>Microsoft Office Word</Application>
  <DocSecurity>0</DocSecurity>
  <Lines>11</Lines>
  <Paragraphs>3</Paragraphs>
  <ScaleCrop>false</ScaleCrop>
  <Company>Microsoft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2020-09-01T13:57:00Z</dcterms:created>
  <dcterms:modified xsi:type="dcterms:W3CDTF">2020-09-01T15:36:00Z</dcterms:modified>
</cp:coreProperties>
</file>