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437" w:rsidRDefault="00C15437" w:rsidP="00C1543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E06309" wp14:editId="4444059E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83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83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3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3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3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3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3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3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3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3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5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5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5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5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5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5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5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5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5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5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6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5437" w:rsidRDefault="00C15437" w:rsidP="00C154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qTzr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we0MQA&#10;AADdAAAADwAAAGRycy9kb3ducmV2LnhtbESPT4vCMBTE74LfITxhb5pqQUu3UUTcxYOwWNf7o3n9&#10;g81LaaJ2v70RFjwOM/MbJtsMphV36l1jWcF8FoEgLqxuuFLwe/6aJiCcR9bYWiYFf+Rgsx6PMky1&#10;ffCJ7rmvRICwS1FB7X2XSumKmgy6me2Ig1fa3qAPsq+k7vER4KaViyhaSoMNh4UaO9rVVFzzm1Fg&#10;4+/D8VItTvGeV563P0l5GY5KfUyG7ScIT4N/h//bB61gmcRzeL0JT0C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MHtD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hEqcgA&#10;AADdAAAADwAAAGRycy9kb3ducmV2LnhtbESPQWsCMRSE74X+h/AKvUjN1sJqt0YRYW31IGgLvT42&#10;r5utm5clibr11zcFocdhZr5hpvPetuJEPjSOFTwOMxDEldMN1wo+3suHCYgQkTW2jknBDwWYz25v&#10;plhod+YdnfaxFgnCoUAFJsaukDJUhiyGoeuIk/flvMWYpK+l9nhOcNvKUZbl0mLDacFgR0tD1WF/&#10;tAq+y635XI4vKz943tFlUG5e23Wu1P1dv3gBEamP/+Fr+00ryCdPI/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iESp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DTcQA&#10;AADdAAAADwAAAGRycy9kb3ducmV2LnhtbESPy2rDMBBF94X8g5hCNiWRG0MITpRgQl2KNyaPDxis&#10;iWVqjYylxu7fV4VAlpf7ONzdYbKduNPgW8cK3pcJCOLa6ZYbBddLsdiA8AFZY+eYFPySh8N+9rLD&#10;TLuRT3Q/h0bEEfYZKjAh9JmUvjZk0S9dTxy9mxsshiiHRuoBxzhuO7lKkrW02HIkGOzpaKj+Pv/Y&#10;CKlSrMrbeCk+JxzxozT8lp+Umr9O+RZEoCk8w4/2l1aw3qQp/L+JT0D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cg03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7OmcYA&#10;AADdAAAADwAAAGRycy9kb3ducmV2LnhtbESPQUsDMRSE70L/Q3iCN5u11rWsTUupCiL00FYQb4/N&#10;6+7i5iUkz+76740geBxm5htmuR5dr84UU+fZwM20AEVce9txY+Dt+Hy9AJUE2WLvmQx8U4L1anKx&#10;xMr6gfd0PkijMoRThQZakVBpneqWHKapD8TZO/noULKMjbYRhwx3vZ4VRakddpwXWgy0ban+PHw5&#10;A7vhKbzel3en8BHnM50erbxvxZiry3HzAEpolP/wX/vFGigXt3P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U7Om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m+osMA&#10;AADdAAAADwAAAGRycy9kb3ducmV2LnhtbESP3YrCMBCF7wXfIYywN7KmrqxIbRQRXcQbUfcBhmba&#10;FJtJaaLtvr0RhL08nJ+Pk617W4sHtb5yrGA6SUAQ505XXCr4ve4/FyB8QNZYOyYFf+RhvRoOMky1&#10;6/hMj0soRRxhn6ICE0KTSulzQxb9xDXE0StcazFE2ZZSt9jFcVvLrySZS4sVR4LBhraG8tvlbiPk&#10;NMPTseiu+58eO9wdDY83Z6U+Rv1mCSJQH/7D7/ZBK5gvZt/wehOf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7m+o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D1dcYA&#10;AADdAAAADwAAAGRycy9kb3ducmV2LnhtbESPQUsDMRSE70L/Q3gFbzZr1W1ZmxapCiJ4sC0Ub4/N&#10;6+7i5iUkz+76740geBxm5htmtRldr84UU+fZwPWsAEVce9txY+Cwf75agkqCbLH3TAa+KcFmPblY&#10;YWX9wO903kmjMoRThQZakVBpneqWHKaZD8TZO/noULKMjbYRhwx3vZ4XRakddpwXWgy0ban+3H05&#10;A2/DU3hdlHen8BFv5zo9WjluxZjL6fhwD0polP/wX/vFGiiXNy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D1d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zwkMYA&#10;AADdAAAADwAAAGRycy9kb3ducmV2LnhtbESPQWsCMRSE7wX/Q3iCl6LZKlXZGkULoUIF0RZ6fWye&#10;u4ublyVJ3e2/b4RCj8PMfMOsNr1txI18qB0reJpkIIgLZ2ouFXx+6PESRIjIBhvHpOCHAmzWg4cV&#10;5sZ1fKLbOZYiQTjkqKCKsc2lDEVFFsPEtcTJuzhvMSbpS2k8dgluGznNsrm0WHNaqLCl14qK6/nb&#10;Ktgdu3LmH4td794vb1/PWht90EqNhv32BUSkPv6H/9p7o2C+nC3g/iY9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zwk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s+p8EA&#10;AADdAAAADwAAAGRycy9kb3ducmV2LnhtbERP3WrCMBS+H/gO4QjezVTdpFSjiFKQsZupD3Bojk21&#10;OSlJrPXtl4vBLj++//V2sK3oyYfGsYLZNANBXDndcK3gci7fcxAhImtsHZOCFwXYbkZvayy0e/IP&#10;9adYixTCoUAFJsaukDJUhiyGqeuIE3d13mJM0NdSe3ymcNvKeZYtpcWGU4PBjvaGqvvpYRWUX/Pv&#10;/v7QvnS74cPSp7nlB6PUZDzsViAiDfFf/Oc+agXLfJHmpjfpCc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7Pqf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/BecYA&#10;AADdAAAADwAAAGRycy9kb3ducmV2LnhtbESPQWsCMRSE7wX/Q3iCl1KzVSp2NYoWQoUKoi14fWye&#10;u4ublyVJ3e2/b4RCj8PMfMMs171txI18qB0reB5nIIgLZ2ouFXx96qc5iBCRDTaOScEPBVivBg9L&#10;zI3r+Ei3UyxFgnDIUUEVY5tLGYqKLIaxa4mTd3HeYkzSl9J47BLcNnKSZTNpsea0UGFLbxUV19O3&#10;VbA9dOXUPxbb3n1c3s8vWhu910qNhv1mASJSH//Df+2dUTCbT1/h/i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c/Be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B3MAA&#10;AADdAAAADwAAAGRycy9kb3ducmV2LnhtbERPzYrCMBC+C75DGGFvmiqulGoUUQrLshfdfYChGZtq&#10;MylJrPXtzWHB48f3v9kNthU9+dA4VjCfZSCIK6cbrhX8/ZbTHESIyBpbx6TgSQF22/Fog4V2Dz5R&#10;f461SCEcClRgYuwKKUNlyGKYuY44cRfnLcYEfS21x0cKt61cZNlKWmw4NRjs6GCoup3vVkH5vfjp&#10;b3ftS7cflpY+zTU/GqU+JsN+DSLSEN/if/eXVrDKl2l/epOegN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UtB3M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L+YcMA&#10;AADdAAAADwAAAGRycy9kb3ducmV2LnhtbESP3WqDQBSE7wt9h+UUcldX8yNis0oJJDSXMXmAg3uq&#10;EvesdTfRvH23UMjlMDPfMNtyNr240+g6ywqSKAZBXFvdcaPgct6/ZyCcR9bYWyYFD3JQFq8vW8y1&#10;nfhE98o3IkDY5aig9X7IpXR1SwZdZAfi4H3b0aAPcmykHnEKcNPLZRyn0mDHYaHFgXYt1dfqZhSs&#10;H9Php9pc4702lBxXw5F9vVFq8TZ/foDwNPtn+L/9pRWk2TqBvzfhCcj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L+Y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J5CsUA&#10;AADdAAAADwAAAGRycy9kb3ducmV2LnhtbESPS2vDMBCE74X8B7GB3hq5ppjEiRJCQkLpqXUe58Xa&#10;2KbWyljy699XhUKPw8x8w2x2o6lFT62rLCt4XUQgiHOrKy4UXC+nlyUI55E11pZJwUQOdtvZ0wZT&#10;bQf+oj7zhQgQdikqKL1vUildXpJBt7ANcfAetjXog2wLqVscAtzUMo6iRBqsOCyU2NChpPw764yC&#10;LrnHV3586M/sOJ1Xx9PeyVuh1PN83K9BeBr9f/iv/a4VJMu3GH7fhCc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Ank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2jlscA&#10;AADdAAAADwAAAGRycy9kb3ducmV2LnhtbESPQWvCQBSE70L/w/IKvZlNVUJMXUUFofVQ0dpDb6/Z&#10;1ySafRuzW03/vSsIPQ4z8w0zmXWmFmdqXWVZwXMUgyDOra64ULD/WPVTEM4ja6wtk4I/cjCbPvQm&#10;mGl74S2dd74QAcIuQwWl900mpctLMugi2xAH78e2Bn2QbSF1i5cAN7UcxHEiDVYcFkpsaFlSftz9&#10;GgWfmzQZbxZvo8P6/RuHRp++dJUo9fTYzV9AeOr8f/jeftUKknQ0hNub8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to5b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z5EcYA&#10;AADdAAAADwAAAGRycy9kb3ducmV2LnhtbESPT2vCQBTE74V+h+UVequb2hBCdCP9Q23xpFHw+sg+&#10;k2D2bchuY/TTuwXB4zAzv2Hmi9G0YqDeNZYVvE4iEMSl1Q1XCnbb75cUhPPIGlvLpOBMDhb548Mc&#10;M21PvKGh8JUIEHYZKqi97zIpXVmTQTexHXHwDrY36IPsK6l7PAW4aeU0ihJpsOGwUGNHnzWVx+LP&#10;KLgke1y7n+nH15v2dI7TpV2tl0o9P43vMxCeRn8P39q/WkGSxjH8vwlPQO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z5E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gPMsUA&#10;AADdAAAADwAAAGRycy9kb3ducmV2LnhtbESPUWvCMBSF3wf+h3AF32Y6acV1RhFR2Ntmtx9wae6S&#10;YnNTm2jrfv0yGOzxcM75Dme9HV0rbtSHxrOCp3kGgrj2umGj4PPj+LgCESKyxtYzKbhTgO1m8rDG&#10;UvuBT3SrohEJwqFEBTbGrpQy1JYchrnviJP35XuHMcneSN3jkOCulYssW0qHDacFix3tLdXn6uoU&#10;XPyi0GN1wLfz4fm9MSa/fJ9ypWbTcfcCItIY/8N/7VetYLnKC/h9k5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6A8y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sbLcUA&#10;AADdAAAADwAAAGRycy9kb3ducmV2LnhtbESPwW7CMBBE70j9B2srcQOnBdI0xaCChMQVyoHj1l6S&#10;tPE6jQ0Evh4jIfU4mpk3mum8s7U4UesrxwpehgkIYu1MxYWC3ddqkIHwAdlg7ZgUXMjDfPbUm2Ju&#10;3Jk3dNqGQkQI+xwVlCE0uZRel2TRD11DHL2Day2GKNtCmhbPEW5r+ZokqbRYcVwosaFlSfp3e7QK&#10;1tU3TVJ9eLfZQm/2178wevsxSvWfu88PEIG68B9+tNdGQZqNU7i/iU9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Gxst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5NQsMA&#10;AADdAAAADwAAAGRycy9kb3ducmV2LnhtbERPW2vCMBR+H+w/hDPwbaYTcdqZljkQlDnBC/p6aM6a&#10;suakNLHWf78Igz1+d7553ttadNT6yrGCl2ECgrhwuuJSwfGwfJ6C8AFZY+2YFNzIQ549Pswx1e7K&#10;O+r2oRSxhH2KCkwITSqlLwxZ9EPXEEft27UWQ4RtKXWL11huazlKkom0WHFcMNjQh6HiZ3+xCjrc&#10;3pKzWXzN1tWmGG0Xp08deTV46t/fQATqw7/5L73SCibT8Svc38Qn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5NQ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pnUMIA&#10;AADdAAAADwAAAGRycy9kb3ducmV2LnhtbERPTUvDQBC9C/0PyxR6sxtDKSV2W4pQ8ajRQ49jdppN&#10;m50Ju2sT/fXuQfD4eN/b/eR7daMQO2EDD8sCFHEjtuPWwMf78X4DKiZki70wGfimCPvd7G6LlZWR&#10;3+hWp1blEI4VGnApDZXWsXHkMS5lIM7cWYLHlGFotQ045nDf67Io1tpjx7nB4UBPjppr/eUNjM/N&#10;56U8n6z7CYMc61e5lL0Ys5hPh0dQiab0L/5zv1gD680qz81v8hP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+md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2EbMcA&#10;AADdAAAADwAAAGRycy9kb3ducmV2LnhtbESPW2sCMRSE34X+h3AKvmm2InZdjWK9QCkV8fZ+ujnd&#10;3TY5WTapbv+9KRR8HGbmG2Y6b60RF2p85VjBUz8BQZw7XXGh4HTc9FIQPiBrNI5JwS95mM8eOlPM&#10;tLvyni6HUIgIYZ+hgjKEOpPS5yVZ9H1XE0fv0zUWQ5RNIXWD1wi3Rg6SZCQtVhwXSqxpWVL+ffix&#10;Cja7lfkabPeLswzL9fOHSd9eVu9KdR/bxQREoDbcw//tV61glA7H8PcmPgE5u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dhG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l2lcMA&#10;AADdAAAADwAAAGRycy9kb3ducmV2LnhtbERPy4rCMBTdD/gP4Q7MRjRVsZRqFBFEhRF8gdtrc6ct&#10;NjelydT692YxMMvDec+XnalES40rLSsYDSMQxJnVJecKrpfNIAHhPLLGyjIpeJGD5aL3McdU2yef&#10;qD37XIQQdikqKLyvUyldVpBBN7Q1ceB+bGPQB9jkUjf4DOGmkuMoiqXBkkNDgTWtC8oe51+joD1+&#10;3/Nd6+r9I+m76eS+3R70Tamvz241A+Gp8//iP/dOK4iTadgf3oQnIB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Zl2l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Svx8cA&#10;AADdAAAADwAAAGRycy9kb3ducmV2LnhtbESPT2sCMRTE74V+h/AK3mpWUVlXo2ih0Ivgv4Penpvn&#10;7uLmZU1SXfvpTaHQ4zAzv2Gm89bU4kbOV5YV9LoJCOLc6ooLBfvd53sKwgdkjbVlUvAgD/PZ68sU&#10;M23vvKHbNhQiQthnqKAMocmk9HlJBn3XNsTRO1tnMETpCqkd3iPc1LKfJCNpsOK4UGJDHyXll+23&#10;UbAcp8vresCrn83pSMfD6TLsu0Spzlu7mIAI1Ib/8F/7SysYpcMe/L6JT0DOn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0r8fHAAAA3QAAAA8AAAAAAAAAAAAAAAAAmAIAAGRy&#10;cy9kb3ducmV2LnhtbFBLBQYAAAAABAAEAPUAAACMAwAAAAA=&#10;" fillcolor="black" stroked="f"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/yvscA&#10;AADdAAAADwAAAGRycy9kb3ducmV2LnhtbESPQWvCQBSE7wX/w/KE3urGgCFEV1HbQqH2oPXg8Zl9&#10;Jkuyb0N2q2l/fbcg9DjMzDfMYjXYVlyp98axgukkAUFcOm24UnD8fH3KQfiArLF1TAq+ycNqOXpY&#10;YKHdjfd0PYRKRAj7AhXUIXSFlL6syaKfuI44ehfXWwxR9pXUPd4i3LYyTZJMWjQcF2rsaFtT2Ry+&#10;rILTe2byvaH0vPvZvOjdrNl8PDdKPY6H9RxEoCH8h+/tN60gy2cp/L2JT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P8r7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ZpkMYA&#10;AADdAAAADwAAAGRycy9kb3ducmV2LnhtbESPQWsCMRSE74X+h/AK3jTbSmXZGkUsohcP2pZeH5vX&#10;zXY3L2sSdfXXN4LQ4zAz3zDTeW9bcSIfascKnkcZCOLS6ZorBZ8fq2EOIkRkja1jUnChAPPZ48MU&#10;C+3OvKPTPlYiQTgUqMDE2BVShtKQxTByHXHyfpy3GJP0ldQezwluW/mSZRNpsea0YLCjpaGy2R+t&#10;Ar/4fm+ufPxqsuv2Eta//SFHo9TgqV+8gYjUx//wvb3RCib56xhub9IT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Zpk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tUVsYA&#10;AADdAAAADwAAAGRycy9kb3ducmV2LnhtbESPUWsCMRCE3wv+h7BCX0rNVaq1p1GKUChUBK0/YHvZ&#10;3h0mm+Oy6umvNwXBx2FmvmFmi847daQ21oENvAwyUMRFsDWXBnY/n88TUFGQLbrAZOBMERbz3sMM&#10;cxtOvKHjVkqVIBxzNFCJNLnWsajIYxyEhjh5f6H1KEm2pbYtnhLcOz3MsrH2WHNaqLChZUXFfnvw&#10;Btzw171/v8WVnHd6lV28bJ7W1pjHfvcxBSXUyT18a39ZA+PJ6BX+36Qno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5tUV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v+icUA&#10;AADdAAAADwAAAGRycy9kb3ducmV2LnhtbESPQWsCMRSE70L/Q3iF3jSroMjWKFoR9uLBreL1uXnd&#10;LCYvyybVrb/eFAo9DjPzDbNY9c6KG3Wh8axgPMpAEFdeN1wrOH7uhnMQISJrtJ5JwQ8FWC1fBgvM&#10;tb/zgW5lrEWCcMhRgYmxzaUMlSGHYeRb4uR9+c5hTLKrpe7wnuDOykmWzaTDhtOCwZY+DFXX8tsp&#10;2JatnRwLswnn0/5yscVjR+etUm+v/fodRKQ+/of/2oVWMJtPp/D7Jj0BuX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W/6J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4vT8QA&#10;AADdAAAADwAAAGRycy9kb3ducmV2LnhtbESPzWrDMBCE74G+g9hCb4nUQp3gRjahNBDoKX+H3hZp&#10;YzuxVsZSY/ftq0Agx2FmvmGW5ehacaU+NJ41vM4UCGLjbcOVhsN+PV2ACBHZYuuZNPxRgLJ4miwx&#10;t37gLV13sRIJwiFHDXWMXS5lMDU5DDPfESfv5HuHMcm+krbHIcFdK9+UyqTDhtNCjR191mQuu1+n&#10;4byW394oNMfDcdjY+c9XRq3S+uV5XH2AiDTGR/je3lgN2eI9g9ub9ARk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eL0/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so+sYA&#10;AADdAAAADwAAAGRycy9kb3ducmV2LnhtbESPQWvCQBSE74L/YXlCb7rRUhuiq6gglJYe1CIen9ln&#10;EpJ9G3ZXTf99tyB4HGbmG2a+7EwjbuR8ZVnBeJSAIM6trrhQ8HPYDlMQPiBrbCyTgl/ysFz0e3PM&#10;tL3zjm77UIgIYZ+hgjKENpPS5yUZ9CPbEkfvYp3BEKUrpHZ4j3DTyEmSTKXBiuNCiS1tSsrr/dUo&#10;OF2/+PL9+rly63C03cHXk3NaK/Uy6FYzEIG68Aw/2h9awTR9e4f/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so+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4GWsUA&#10;AADdAAAADwAAAGRycy9kb3ducmV2LnhtbERPz2vCMBS+C/sfwht4s+lEpeuayhQEL4OpO8zbs3lr&#10;i81Ll0Tt9tcvh4HHj+93sRxMJ67kfGtZwVOSgiCurG65VvBx2EwyED4ga+wsk4If8rAsH0YF5tre&#10;eEfXfahFDGGfo4ImhD6X0lcNGfSJ7Ykj92WdwRChq6V2eIvhppPTNF1Igy3HhgZ7WjdUnfcXo2D1&#10;nK2+32f89rs7Hen4eTrPpy5Vavw4vL6ACDSEu/jfvdUKFtk8zo1v4hOQ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TgZaxQAAAN0AAAAPAAAAAAAAAAAAAAAAAJgCAABkcnMv&#10;ZG93bnJldi54bWxQSwUGAAAAAAQABAD1AAAAigMAAAAA&#10;" fillcolor="black" stroked="f"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5ZwMUA&#10;AADdAAAADwAAAGRycy9kb3ducmV2LnhtbESPQUsDMRSE7wX/Q3gFb222iqVum5alIIqnbVV6fd08&#10;N4ublyWJ6frvjSD0OMzMN8xmN9peJPKhc6xgMS9AEDdOd9wqeH97mq1AhIissXdMCn4owG57M9lg&#10;qd2FD5SOsRUZwqFEBSbGoZQyNIYshrkbiLP36bzFmKVvpfZ4yXDby7uiWEqLHecFgwPtDTVfx2+r&#10;IJ33dXWfTskcXn3Velc/f5xrpW6nY7UGEWmM1/B/+0UrWK4eHuH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flnA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/aEsMA&#10;AADdAAAADwAAAGRycy9kb3ducmV2LnhtbERPz2vCMBS+C/sfwhvspqk7FK2mZcg2Ni9qN3DHR/PW&#10;lDUvpclq9a83B8Hjx/d7XYy2FQP1vnGsYD5LQBBXTjdcK/j+epsuQPiArLF1TArO5KHIHyZrzLQ7&#10;8YGGMtQihrDPUIEJocuk9JUhi37mOuLI/breYoiwr6Xu8RTDbSufkySVFhuODQY72hiq/sp/q8DP&#10;N6/Hrb0sh593w7vy06T72ij19Di+rEAEGsNdfHN/aAXpIo3745v4BGR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/aEs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15437" w:rsidRDefault="00C15437" w:rsidP="00C154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15437" w:rsidRDefault="00C15437" w:rsidP="00C1543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C15437" w:rsidRDefault="00C15437" w:rsidP="00C154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5437" w:rsidRDefault="00C15437" w:rsidP="00C154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5437" w:rsidRPr="00C15437" w:rsidRDefault="00C15437" w:rsidP="00C154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</w:pPr>
      <w:r w:rsidRPr="00C15437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УКРАЇНА</w:t>
      </w:r>
    </w:p>
    <w:p w:rsidR="00C15437" w:rsidRPr="00C15437" w:rsidRDefault="00C15437" w:rsidP="00C1543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</w:pPr>
      <w:r w:rsidRPr="00C15437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КРУПЕЦЬКА СІЛЬСЬКА РАДА</w:t>
      </w:r>
    </w:p>
    <w:p w:rsidR="00C15437" w:rsidRPr="00C15437" w:rsidRDefault="00C15437" w:rsidP="00C154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</w:pPr>
      <w:r w:rsidRPr="00C15437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СЛАВУТСЬКОГО РАЙОНУ</w:t>
      </w:r>
    </w:p>
    <w:p w:rsidR="00C15437" w:rsidRPr="00C15437" w:rsidRDefault="00C15437" w:rsidP="00C154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</w:pPr>
      <w:r w:rsidRPr="00C15437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>ХМЕЛЬНИЦЬКОЇ ОБЛАСТІ</w:t>
      </w:r>
    </w:p>
    <w:p w:rsidR="00C15437" w:rsidRPr="00C15437" w:rsidRDefault="00C15437" w:rsidP="00C154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</w:pPr>
    </w:p>
    <w:p w:rsidR="00C15437" w:rsidRPr="00C15437" w:rsidRDefault="00C15437" w:rsidP="00C154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</w:pPr>
      <w:r w:rsidRPr="00C15437"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  <w:t xml:space="preserve"> РІШЕННЯ</w:t>
      </w:r>
    </w:p>
    <w:p w:rsidR="00C15437" w:rsidRPr="00C15437" w:rsidRDefault="00C15437" w:rsidP="00C154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</w:pPr>
    </w:p>
    <w:p w:rsidR="00C15437" w:rsidRPr="00C15437" w:rsidRDefault="00C15437" w:rsidP="00C154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 w:rsidRPr="00C15437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V</w:t>
      </w:r>
      <w:r w:rsidRPr="00C15437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</w:rPr>
        <w:t>V</w:t>
      </w:r>
      <w:r w:rsidRPr="00C15437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ІІІ скликання</w:t>
      </w:r>
    </w:p>
    <w:p w:rsidR="00C15437" w:rsidRPr="00C15437" w:rsidRDefault="00C15437" w:rsidP="00C1543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C15437" w:rsidRDefault="00C15437" w:rsidP="00C1543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07</w:t>
      </w:r>
      <w:r w:rsidRPr="00C15437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9</w:t>
      </w:r>
      <w:r w:rsidRPr="00C15437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20</w:t>
      </w:r>
    </w:p>
    <w:p w:rsidR="00C15437" w:rsidRPr="00C15437" w:rsidRDefault="00C15437" w:rsidP="00C15437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</w:pPr>
    </w:p>
    <w:p w:rsidR="00C15437" w:rsidRPr="00C15437" w:rsidRDefault="00C15437" w:rsidP="00C1543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C15437">
        <w:rPr>
          <w:rFonts w:ascii="Times New Roman" w:eastAsia="Calibri" w:hAnsi="Times New Roman" w:cs="Times New Roman"/>
          <w:b/>
          <w:sz w:val="24"/>
          <w:lang w:val="ru-RU"/>
        </w:rPr>
        <w:t xml:space="preserve">Про надання дозволу на розробку </w:t>
      </w:r>
    </w:p>
    <w:p w:rsidR="00C15437" w:rsidRPr="00C15437" w:rsidRDefault="00C15437" w:rsidP="00C1543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 w:rsidRPr="00C15437">
        <w:rPr>
          <w:rFonts w:ascii="Times New Roman" w:eastAsia="Calibri" w:hAnsi="Times New Roman" w:cs="Times New Roman"/>
          <w:b/>
          <w:sz w:val="24"/>
          <w:lang w:val="ru-RU"/>
        </w:rPr>
        <w:t xml:space="preserve">проєкту  із землеустрою  щодо </w:t>
      </w:r>
    </w:p>
    <w:p w:rsidR="00C15437" w:rsidRPr="00C15437" w:rsidRDefault="00C15437" w:rsidP="00C1543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 w:rsidRPr="00C15437">
        <w:rPr>
          <w:rFonts w:ascii="Times New Roman" w:eastAsia="Calibri" w:hAnsi="Times New Roman" w:cs="Times New Roman"/>
          <w:b/>
          <w:sz w:val="24"/>
          <w:lang w:val="ru-RU"/>
        </w:rPr>
        <w:t>відведення земельної  ділянки</w:t>
      </w:r>
    </w:p>
    <w:p w:rsidR="00C15437" w:rsidRPr="002E759C" w:rsidRDefault="00C15437" w:rsidP="00C1543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2E759C">
        <w:rPr>
          <w:rFonts w:ascii="Times New Roman" w:eastAsia="Calibri" w:hAnsi="Times New Roman" w:cs="Times New Roman"/>
          <w:b/>
          <w:sz w:val="24"/>
          <w:lang w:val="ru-RU"/>
        </w:rPr>
        <w:t>зі</w:t>
      </w:r>
      <w:proofErr w:type="spellEnd"/>
      <w:r w:rsidRPr="002E759C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2E759C">
        <w:rPr>
          <w:rFonts w:ascii="Times New Roman" w:eastAsia="Calibri" w:hAnsi="Times New Roman" w:cs="Times New Roman"/>
          <w:b/>
          <w:sz w:val="24"/>
          <w:lang w:val="ru-RU"/>
        </w:rPr>
        <w:t>зміною</w:t>
      </w:r>
      <w:proofErr w:type="spellEnd"/>
      <w:r w:rsidRPr="002E759C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2E759C">
        <w:rPr>
          <w:rFonts w:ascii="Times New Roman" w:eastAsia="Calibri" w:hAnsi="Times New Roman" w:cs="Times New Roman"/>
          <w:b/>
          <w:sz w:val="24"/>
          <w:lang w:val="ru-RU"/>
        </w:rPr>
        <w:t>цільового</w:t>
      </w:r>
      <w:proofErr w:type="spellEnd"/>
      <w:r w:rsidRPr="002E759C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2E759C">
        <w:rPr>
          <w:rFonts w:ascii="Times New Roman" w:eastAsia="Calibri" w:hAnsi="Times New Roman" w:cs="Times New Roman"/>
          <w:b/>
          <w:sz w:val="24"/>
          <w:lang w:val="ru-RU"/>
        </w:rPr>
        <w:t>призначення</w:t>
      </w:r>
      <w:proofErr w:type="spellEnd"/>
    </w:p>
    <w:p w:rsidR="00C15437" w:rsidRPr="002E759C" w:rsidRDefault="00C15437" w:rsidP="00C1543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2E759C">
        <w:rPr>
          <w:rFonts w:ascii="Times New Roman" w:eastAsia="Calibri" w:hAnsi="Times New Roman" w:cs="Times New Roman"/>
          <w:b/>
          <w:sz w:val="24"/>
          <w:lang w:val="ru-RU"/>
        </w:rPr>
        <w:t>Матвійчук</w:t>
      </w:r>
      <w:proofErr w:type="spellEnd"/>
      <w:r w:rsidRPr="002E759C">
        <w:rPr>
          <w:rFonts w:ascii="Times New Roman" w:eastAsia="Calibri" w:hAnsi="Times New Roman" w:cs="Times New Roman"/>
          <w:b/>
          <w:sz w:val="24"/>
          <w:lang w:val="ru-RU"/>
        </w:rPr>
        <w:t xml:space="preserve"> О.Г.</w:t>
      </w:r>
    </w:p>
    <w:p w:rsidR="00C15437" w:rsidRPr="002E759C" w:rsidRDefault="00C15437" w:rsidP="00C1543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C15437" w:rsidRPr="00C15437" w:rsidRDefault="00C15437" w:rsidP="00C1543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2E759C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2E759C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2E759C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2E759C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2E759C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2E759C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2E759C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2E759C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2E759C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2E759C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2E759C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2E759C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2E759C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2E759C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2E759C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2E759C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2E759C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2E759C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2E759C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2E759C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2E759C">
        <w:rPr>
          <w:rFonts w:ascii="Times New Roman" w:eastAsia="Calibri" w:hAnsi="Times New Roman" w:cs="Times New Roman"/>
          <w:sz w:val="24"/>
          <w:lang w:val="ru-RU"/>
        </w:rPr>
        <w:t xml:space="preserve">», статей 12, 20,186 Земельного кодексу </w:t>
      </w:r>
      <w:proofErr w:type="spellStart"/>
      <w:r w:rsidRPr="002E759C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2E759C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2E759C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2E759C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2E759C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2E759C">
        <w:rPr>
          <w:rFonts w:ascii="Times New Roman" w:eastAsia="Calibri" w:hAnsi="Times New Roman" w:cs="Times New Roman"/>
          <w:sz w:val="24"/>
          <w:lang w:val="ru-RU"/>
        </w:rPr>
        <w:t xml:space="preserve">»,  </w:t>
      </w:r>
      <w:proofErr w:type="spellStart"/>
      <w:r w:rsidRPr="002E759C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2E759C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2E759C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2E759C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2E759C">
        <w:rPr>
          <w:rFonts w:ascii="Times New Roman" w:eastAsia="Calibri" w:hAnsi="Times New Roman" w:cs="Times New Roman"/>
          <w:sz w:val="24"/>
          <w:lang w:val="ru-RU"/>
        </w:rPr>
        <w:t>Матвійчук</w:t>
      </w:r>
      <w:proofErr w:type="spellEnd"/>
      <w:r w:rsidRPr="002E759C">
        <w:rPr>
          <w:rFonts w:ascii="Times New Roman" w:eastAsia="Calibri" w:hAnsi="Times New Roman" w:cs="Times New Roman"/>
          <w:sz w:val="24"/>
          <w:lang w:val="ru-RU"/>
        </w:rPr>
        <w:t xml:space="preserve"> О.Г.  </w:t>
      </w:r>
      <w:proofErr w:type="spellStart"/>
      <w:r w:rsidRPr="00C15437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C15437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C15437" w:rsidRPr="00C15437" w:rsidRDefault="00C15437" w:rsidP="00C1543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C15437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C15437" w:rsidRPr="00C15437" w:rsidRDefault="00C15437" w:rsidP="00C1543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/>
        </w:rPr>
      </w:pPr>
      <w:r w:rsidRPr="00C15437">
        <w:rPr>
          <w:rFonts w:ascii="Times New Roman" w:eastAsia="Calibri" w:hAnsi="Times New Roman" w:cs="Times New Roman"/>
          <w:sz w:val="24"/>
          <w:lang w:val="ru-RU"/>
        </w:rPr>
        <w:t xml:space="preserve">       </w:t>
      </w:r>
      <w:proofErr w:type="gramStart"/>
      <w:r w:rsidRPr="00C15437">
        <w:rPr>
          <w:rFonts w:ascii="Times New Roman" w:eastAsia="Calibri" w:hAnsi="Times New Roman" w:cs="Times New Roman"/>
          <w:sz w:val="24"/>
          <w:lang w:val="ru-RU"/>
        </w:rPr>
        <w:t>1</w:t>
      </w:r>
      <w:r w:rsidRPr="00C15437">
        <w:rPr>
          <w:rFonts w:ascii="Times New Roman" w:eastAsia="Calibri" w:hAnsi="Times New Roman" w:cs="Times New Roman"/>
          <w:color w:val="000000" w:themeColor="text1"/>
          <w:sz w:val="24"/>
          <w:lang w:val="ru-RU"/>
        </w:rPr>
        <w:t>.</w:t>
      </w:r>
      <w:r w:rsidRPr="00C15437">
        <w:rPr>
          <w:rFonts w:ascii="Times New Roman" w:eastAsia="Calibri" w:hAnsi="Times New Roman" w:cs="Times New Roman"/>
          <w:sz w:val="24"/>
          <w:lang w:val="ru-RU"/>
        </w:rPr>
        <w:t xml:space="preserve">Надати Матвійчук Олені Геннадіївні,  яка зареєстрована  за адресою: </w:t>
      </w:r>
      <w:r w:rsidR="002E759C">
        <w:rPr>
          <w:rFonts w:ascii="Times New Roman" w:eastAsia="Calibri" w:hAnsi="Times New Roman" w:cs="Times New Roman"/>
          <w:sz w:val="24"/>
          <w:lang w:val="ru-RU"/>
        </w:rPr>
        <w:t>______________</w:t>
      </w:r>
      <w:bookmarkStart w:id="0" w:name="_GoBack"/>
      <w:bookmarkEnd w:id="0"/>
      <w:r w:rsidRPr="00C15437">
        <w:rPr>
          <w:rFonts w:ascii="Times New Roman" w:eastAsia="Calibri" w:hAnsi="Times New Roman" w:cs="Times New Roman"/>
          <w:sz w:val="24"/>
          <w:lang w:val="ru-RU"/>
        </w:rPr>
        <w:t xml:space="preserve"> дозвіл на розробку проєкту  із землеустрою щодо відведення земельної ділянки зі зміною цільового призначення для передачі її у власність, </w:t>
      </w:r>
      <w:r w:rsidRPr="00C1543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</w:r>
      <w:r w:rsidRPr="00C15437">
        <w:rPr>
          <w:rFonts w:ascii="Times New Roman" w:eastAsia="Calibri" w:hAnsi="Times New Roman" w:cs="Times New Roman"/>
          <w:sz w:val="24"/>
          <w:lang w:val="ru-RU"/>
        </w:rPr>
        <w:t>для ведення</w:t>
      </w:r>
      <w:proofErr w:type="gramEnd"/>
      <w:r w:rsidRPr="00C15437">
        <w:rPr>
          <w:rFonts w:ascii="Times New Roman" w:eastAsia="Calibri" w:hAnsi="Times New Roman" w:cs="Times New Roman"/>
          <w:sz w:val="24"/>
          <w:lang w:val="ru-RU"/>
        </w:rPr>
        <w:t xml:space="preserve"> особистого селянського господарства, орієнтовною площею 0,3000 га, яка розташована </w:t>
      </w:r>
      <w:r w:rsidRPr="00C1543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Хмельницька область, Шепетівський район, Крупецька сільська рада за межами с. Дідова Гора.</w:t>
      </w:r>
    </w:p>
    <w:p w:rsidR="00C15437" w:rsidRPr="00C15437" w:rsidRDefault="00C15437" w:rsidP="00C1543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C15437">
        <w:rPr>
          <w:rFonts w:ascii="Times New Roman" w:eastAsia="Calibri" w:hAnsi="Times New Roman" w:cs="Times New Roman"/>
          <w:sz w:val="24"/>
          <w:lang w:val="ru-RU"/>
        </w:rPr>
        <w:t xml:space="preserve">       2. Матвійчук О.Г. розробити проєкт землеустрою щодо відведення земельної ділянки зі зміною цільового призначення для передачі її у власність та подати на розгляд сесії сільської ради.</w:t>
      </w:r>
    </w:p>
    <w:p w:rsidR="00C15437" w:rsidRPr="00C15437" w:rsidRDefault="00C15437" w:rsidP="00C1543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C1543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    </w:t>
      </w: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 </w:t>
      </w:r>
      <w:r w:rsidRPr="00C15437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3. Даний дозвіл дійсний на протязі року з дня прийняття даного рішення.</w:t>
      </w:r>
    </w:p>
    <w:p w:rsidR="00C15437" w:rsidRDefault="00C15437" w:rsidP="00C154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15437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      4. Контроль за виконанням цього </w:t>
      </w:r>
      <w:proofErr w:type="gramStart"/>
      <w:r w:rsidRPr="00C15437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р</w:t>
      </w:r>
      <w:proofErr w:type="gramEnd"/>
      <w:r w:rsidRPr="00C15437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(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Денисюк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Т.В.).</w:t>
      </w:r>
    </w:p>
    <w:p w:rsidR="00C15437" w:rsidRDefault="00C15437" w:rsidP="00C154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15437" w:rsidRPr="00401D45" w:rsidRDefault="00C15437" w:rsidP="00C154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15437" w:rsidRDefault="00C15437" w:rsidP="00C1543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lastRenderedPageBreak/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голова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6D3AD4" w:rsidRDefault="006D3AD4"/>
    <w:sectPr w:rsidR="006D3AD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437"/>
    <w:rsid w:val="002E759C"/>
    <w:rsid w:val="006D3AD4"/>
    <w:rsid w:val="00C15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1543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15437"/>
    <w:pPr>
      <w:tabs>
        <w:tab w:val="left" w:pos="708"/>
      </w:tabs>
      <w:spacing w:after="0" w:line="240" w:lineRule="auto"/>
    </w:pPr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rsid w:val="00C1543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1543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15437"/>
    <w:pPr>
      <w:tabs>
        <w:tab w:val="left" w:pos="708"/>
      </w:tabs>
      <w:spacing w:after="0" w:line="240" w:lineRule="auto"/>
    </w:pPr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rsid w:val="00C1543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</TotalTime>
  <Pages>1</Pages>
  <Words>278</Words>
  <Characters>1586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2021-09-13T06:36:00Z</dcterms:created>
  <dcterms:modified xsi:type="dcterms:W3CDTF">2021-09-13T13:07:00Z</dcterms:modified>
</cp:coreProperties>
</file>