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3E3" w:rsidRPr="00B44FD6" w:rsidRDefault="007D63E3" w:rsidP="007D63E3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3E3" w:rsidRDefault="007D63E3" w:rsidP="007D63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D63E3" w:rsidRDefault="007D63E3" w:rsidP="007D63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D63E3" w:rsidRPr="000A4F3E" w:rsidRDefault="007D63E3" w:rsidP="007D63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63E3" w:rsidRPr="000A4F3E" w:rsidRDefault="007D63E3" w:rsidP="007D63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63E3" w:rsidRPr="000A4F3E" w:rsidRDefault="007D63E3" w:rsidP="007D63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63E3" w:rsidRPr="000A4F3E" w:rsidRDefault="007D63E3" w:rsidP="007D63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63E3" w:rsidRPr="000A4F3E" w:rsidRDefault="007D63E3" w:rsidP="007D63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D63E3" w:rsidRPr="000A4F3E" w:rsidRDefault="007D63E3" w:rsidP="007D63E3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D63E3" w:rsidRPr="000A4F3E" w:rsidRDefault="007D63E3" w:rsidP="007D63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D63E3" w:rsidRPr="000A4F3E" w:rsidRDefault="007D63E3" w:rsidP="007D63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D63E3" w:rsidRPr="000A4F3E" w:rsidRDefault="007D63E3" w:rsidP="007D63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63E3" w:rsidRPr="000A4F3E" w:rsidRDefault="007D63E3" w:rsidP="007D63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D63E3" w:rsidRPr="000A4F3E" w:rsidRDefault="007D63E3" w:rsidP="007D63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63E3" w:rsidRPr="000A4F3E" w:rsidRDefault="007D63E3" w:rsidP="007D63E3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7D63E3" w:rsidRPr="000A4F3E" w:rsidRDefault="007D63E3" w:rsidP="007D63E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63E3" w:rsidRPr="00DE66B3" w:rsidRDefault="007D63E3" w:rsidP="007D63E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Крупець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№72</w:t>
      </w:r>
    </w:p>
    <w:p w:rsidR="007D63E3" w:rsidRPr="001869AA" w:rsidRDefault="007D63E3" w:rsidP="007D63E3">
      <w:pPr>
        <w:tabs>
          <w:tab w:val="left" w:pos="2160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7D63E3" w:rsidRDefault="007D63E3" w:rsidP="007D63E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внесення змін до рішення </w:t>
      </w:r>
    </w:p>
    <w:p w:rsidR="007D63E3" w:rsidRDefault="007D63E3" w:rsidP="007D63E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№69  від 24.07.2020 року</w:t>
      </w:r>
    </w:p>
    <w:p w:rsidR="007D63E3" w:rsidRDefault="007D63E3" w:rsidP="007D63E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670EE0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«Про надання дозволу на розробку проекту </w:t>
      </w:r>
    </w:p>
    <w:p w:rsidR="007D63E3" w:rsidRDefault="007D63E3" w:rsidP="007D63E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670EE0">
        <w:rPr>
          <w:rFonts w:ascii="Times New Roman" w:eastAsia="Arial Unicode MS" w:hAnsi="Times New Roman"/>
          <w:b/>
          <w:color w:val="000000"/>
          <w:sz w:val="24"/>
          <w:szCs w:val="24"/>
        </w:rPr>
        <w:t>iз земле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устрою щодо вiдведення земельної</w:t>
      </w:r>
    </w:p>
    <w:p w:rsidR="007D63E3" w:rsidRPr="00670EE0" w:rsidRDefault="007D63E3" w:rsidP="007D63E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670EE0">
        <w:rPr>
          <w:rFonts w:ascii="Times New Roman" w:eastAsia="Arial Unicode MS" w:hAnsi="Times New Roman"/>
          <w:b/>
          <w:color w:val="000000"/>
          <w:sz w:val="24"/>
          <w:szCs w:val="24"/>
        </w:rPr>
        <w:t>дiлянки Ковалiнськiй С.А.»</w:t>
      </w:r>
    </w:p>
    <w:p w:rsidR="007D63E3" w:rsidRPr="001869AA" w:rsidRDefault="007D63E3" w:rsidP="007D63E3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63E3" w:rsidRPr="001869AA" w:rsidRDefault="007D63E3" w:rsidP="007D63E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ро</w:t>
      </w:r>
      <w:r>
        <w:rPr>
          <w:rFonts w:ascii="Times New Roman" w:eastAsia="Arial Unicode MS" w:hAnsi="Times New Roman"/>
          <w:color w:val="000000"/>
          <w:sz w:val="24"/>
          <w:szCs w:val="24"/>
        </w:rPr>
        <w:t>зглянувши заяву  Ковалінської С.А.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врахувавши пропозицію постійної комісії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 рада    </w:t>
      </w:r>
    </w:p>
    <w:p w:rsidR="007D63E3" w:rsidRPr="001869AA" w:rsidRDefault="007D63E3" w:rsidP="007D63E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7D63E3" w:rsidRPr="001869AA" w:rsidRDefault="007D63E3" w:rsidP="007D63E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670EE0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Внести  зміни до рішення №69  від 24.07.2020 року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670EE0">
        <w:rPr>
          <w:rFonts w:ascii="Times New Roman" w:eastAsia="Arial Unicode MS" w:hAnsi="Times New Roman"/>
          <w:color w:val="000000"/>
          <w:sz w:val="24"/>
          <w:szCs w:val="24"/>
        </w:rPr>
        <w:t>«Про надання дозволу на розробку проекту iз землеустрою щодо вiдведення земельної дiлянки Ковалiнськiй С.А.»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замінивши слова та цифри, а саме:  «орієнтовною площею 0,0500 га,» замінити  на «орієнтовною площею 0,1800 га»</w:t>
      </w:r>
    </w:p>
    <w:p w:rsidR="007D63E3" w:rsidRPr="001869AA" w:rsidRDefault="007D63E3" w:rsidP="007D63E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D63E3" w:rsidRPr="001869AA" w:rsidRDefault="007D63E3" w:rsidP="007D63E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63E3" w:rsidRPr="001869AA" w:rsidRDefault="007D63E3" w:rsidP="007D63E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63E3" w:rsidRPr="001869AA" w:rsidRDefault="007D63E3" w:rsidP="007D63E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63E3" w:rsidRPr="001869AA" w:rsidRDefault="007D63E3" w:rsidP="007D63E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81E4E" w:rsidRPr="007D63E3" w:rsidRDefault="007D63E3" w:rsidP="007D63E3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Сільський голова     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Валерій МИХАЛЮК</w:t>
      </w:r>
      <w:bookmarkStart w:id="0" w:name="_GoBack"/>
      <w:bookmarkEnd w:id="0"/>
    </w:p>
    <w:sectPr w:rsidR="00C81E4E" w:rsidRPr="007D63E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3E3"/>
    <w:rsid w:val="00171A2E"/>
    <w:rsid w:val="00304C90"/>
    <w:rsid w:val="00505B6D"/>
    <w:rsid w:val="006D3977"/>
    <w:rsid w:val="007D63E3"/>
    <w:rsid w:val="007D6C18"/>
    <w:rsid w:val="00C81E4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238</Words>
  <Characters>1359</Characters>
  <Application>Microsoft Office Word</Application>
  <DocSecurity>0</DocSecurity>
  <Lines>11</Lines>
  <Paragraphs>3</Paragraphs>
  <ScaleCrop>false</ScaleCrop>
  <Company>Microsoft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2020-09-01T14:21:00Z</dcterms:created>
  <dcterms:modified xsi:type="dcterms:W3CDTF">2020-09-01T14:22:00Z</dcterms:modified>
</cp:coreProperties>
</file>