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9E" w:rsidRDefault="0081429E" w:rsidP="0081429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41412A" wp14:editId="7C6DE28A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16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29E" w:rsidRDefault="0081429E" w:rsidP="008142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Ji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7mP0MF3cRKfT5dd79jrhp8MFeZAb7yz8fHokdx+5oODeOnrv&#10;FliAilxUAjFmT8Te02YSY1pEHJ1jOmesKSKe2JOmE2OxEPGyi5iWAVFDy8Fr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nyMUA&#10;AADdAAAADwAAAGRycy9kb3ducmV2LnhtbESPT2vCQBTE74V+h+UVvDUb/1ZSVxGx4kEoSev9kX0m&#10;odm3Ibsm6bd3BcHjMDO/YVabwdSio9ZVlhWMoxgEcW51xYWC35+v9yUI55E11pZJwT852KxfX1aY&#10;aNtzSl3mCxEg7BJUUHrfJFK6vCSDLrINcfAutjXog2wLqVvsA9zUchLHC2mw4rBQYkO7kvK/7GoU&#10;2OnheDoXk3S65w/P2+/l5TyclBq9DdtPEJ4G/ww/2ketYDZezOH+Jj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ufI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69scgA&#10;AADdAAAADwAAAGRycy9kb3ducmV2LnhtbESPT2sCMRTE7wW/Q3hCL1KzlrKtW6OIsPbPoaAVen1s&#10;XjdbNy9LEnXrpzdCocdhZn7DzBa9bcWRfGgcK5iMMxDEldMN1wp2n+XdE4gQkTW2jknBLwVYzAc3&#10;Myy0O/GGjttYiwThUKACE2NXSBkqQxbD2HXEyft23mJM0tdSezwluG3lfZbl0mLDacFgRytD1X57&#10;sAp+yg/ztXo8r/1ouqHzqHx/ad9ypW6H/fIZRKQ+/of/2q9awcMkz+H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Tr2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6VcMA&#10;AADdAAAADwAAAGRycy9kb3ducmV2LnhtbESP3YrCMBCF74V9hzALeyOa+oMu1SiyqIg3Rd0HGJqx&#10;KTaT0mRt9+2NIHh5OD8fZ7nubCXu1PjSsYLRMAFBnDtdcqHg97IbfIPwAVlj5ZgU/JOH9eqjt8RU&#10;u5ZPdD+HQsQR9ikqMCHUqZQ+N2TRD11NHL2rayyGKJtC6gbbOG4rOU6SmbRYciQYrOnHUH47/9kI&#10;ySaYHa/tZbfvsMXt0XB/c1Lq67PbLEAE6sI7/GoftILpaDaH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p6V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47h8MA&#10;AADdAAAADwAAAGRycy9kb3ducmV2LnhtbERPTUsDMRC9C/6HMII3m22pq6xNS2kViuChVSi9DZvp&#10;7uJmEpKxu/335iB4fLzvxWp0vbpQTJ1nA9NJAYq49rbjxsDX59vDM6gkyBZ7z2TgSglWy9ubBVbW&#10;D7yny0EalUM4VWigFQmV1qluyWGa+ECcubOPDiXD2Ggbccjhrtezoii1w45zQ4uBNi3V34cfZ+Bj&#10;eA3vT+XjOZzifKbT1spxI8bc343rF1BCo/yL/9w7a2A+LfPc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47h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lLvMMA&#10;AADdAAAADwAAAGRycy9kb3ducmV2LnhtbESP3YrCMBCF74V9hzALeyOa+oO41SiyqIg3Rd0HGJqx&#10;KTaT0mRt9+2NIHh5OD8fZ7nubCXu1PjSsYLRMAFBnDtdcqHg97IbzEH4gKyxckwK/snDevXRW2Kq&#10;Xcsnup9DIeII+xQVmBDqVEqfG7Loh64mjt7VNRZDlE0hdYNtHLeVHCfJTFosORIM1vRjKL+d/2yE&#10;ZBPMjtf2stt32OL2aLi/OSn19dltFiACdeEdfrUPWsF0NPuG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lLv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hXMMA&#10;AADdAAAADwAAAGRycy9kb3ducmV2LnhtbERPTUsDMRC9C/6HMII3m21pu7I2LVIVpOChrSDehs10&#10;d3EzCcnYXf99cyh4fLzv1WZ0vTpTTJ1nA9NJAYq49rbjxsDn8e3hEVQSZIu9ZzLwRwk269ubFVbW&#10;D7yn80EalUM4VWigFQmV1qluyWGa+ECcuZOPDiXD2Ggbccjhrtezolhqhx3nhhYDbVuqfw6/zsDH&#10;8Bp25XJxCt9xPtPpxcrXVoy5vxufn0AJjfIvvrrfrYH5tMz785v8BP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GhX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kuccA&#10;AADdAAAADwAAAGRycy9kb3ducmV2LnhtbESPUUvDMBSF3wX/Q7iCL7KlVTdHXTacEDZQGNuEvV6a&#10;u7bY3JQkrt2/XwTBx8M55zuc+XKwrTiTD41jBfk4A0FcOtNwpeDroEczECEiG2wdk4ILBVgubm/m&#10;WBjX847O+1iJBOFQoII6xq6QMpQ1WQxj1xEn7+S8xZikr6Tx2Ce4beVjlk2lxYbTQo0dvddUfu9/&#10;rILVtq+e/EO5GtzHaX2caG30p1bq/m54ewURaYj/4b/2xih4zl9y+H2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dpL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gi8QA&#10;AADdAAAADwAAAGRycy9kb3ducmV2LnhtbESPUWvCMBSF3wf+h3CFvc3UolM6o4hSGOLLdD/g0tw1&#10;nc1NSWLt/v0iCD4ezjnf4aw2g21FTz40jhVMJxkI4srphmsF3+fybQkiRGSNrWNS8EcBNuvRywoL&#10;7W78Rf0p1iJBOBSowMTYFVKGypDFMHEdcfJ+nLcYk/S11B5vCW5bmWfZu7TYcFow2NHOUHU5Xa2C&#10;8pAf+8tV+9Jth5mlufld7o1Sr+Nh+wEi0hCf4Uf7UyuYTRc53N+k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3YI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fVc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KH6dM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Dn1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dZMQA&#10;AADdAAAADwAAAGRycy9kb3ducmV2LnhtbESPUWvCMBSF3wf+h3CFvc1U6TapRhGlIGMvc/6AS3Nt&#10;qs1NSWLt/r0RhD0ezjnf4SzXg21FTz40jhVMJxkI4srphmsFx9/ybQ4iRGSNrWNS8EcB1qvRyxIL&#10;7W78Q/0h1iJBOBSowMTYFVKGypDFMHEdcfJOzluMSfpaao+3BLetnGXZh7TYcFow2NHWUHU5XK2C&#10;8mv23V+u2pduM+SW3s15vjNKvY6HzQJEpCH+h5/tvVaQTz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SXW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i2cMA&#10;AADdAAAADwAAAGRycy9kb3ducmV2LnhtbESPzWrDMBCE74W+g9hAbo3spm6DEyWUgEN9rNsHWKyN&#10;bWKtXEvxz9tHgUCPw8w3w+wOk2nFQL1rLCuIVxEI4tLqhisFvz/ZywaE88gaW8ukYCYHh/3z0w5T&#10;bUf+pqHwlQgl7FJUUHvfpVK6siaDbmU74uCdbW/QB9lXUvc4hnLTytcoepcGGw4LNXZ0rKm8FFej&#10;4G0eT39FcokybSjO113OvkyUWi6mzy0IT5P/Dz/oLx24+COB+5vw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vi2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lssYA&#10;AADdAAAADwAAAGRycy9kb3ducmV2LnhtbESPT2vCQBTE74V+h+UVems2Sklt6ipSSRFPmtqeH9ln&#10;Epp9G7Jr/nx7VxB6HGbmN8xyPZpG9NS52rKCWRSDIC6srrlUcPrOXhYgnEfW2FgmBRM5WK8eH5aY&#10;ajvwkfrclyJA2KWooPK+TaV0RUUGXWRb4uCdbWfQB9mVUnc4BLhp5DyOE2mw5rBQYUufFRV/+cUo&#10;uCS/8xOf9/qQb6ev9222cfKnVOr5adx8gPA0+v/wvb3TCl5nbwnc3o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tls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/LsgA&#10;AADdAAAADwAAAGRycy9kb3ducmV2LnhtbESPT2vCQBTE74V+h+UVvNWNVqKmrmILgnpQ6p9Db6/Z&#10;1ySafRuzq6bf3hWEHoeZ+Q0zmjSmFBeqXWFZQacdgSBOrS44U7Dbzl4HIJxH1lhaJgV/5GAyfn4a&#10;YaLtlb/osvGZCBB2CSrIva8SKV2ak0HXthVx8H5tbdAHWWdS13gNcFPKbhTF0mDBYSHHij5zSo+b&#10;s1GwXw/i4fpj0TssVz/4ZvTpWxexUq2XZvoOwlPj/8OP9lwr6HX6fbi/CU9Aj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9L8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Ppr8IA&#10;AADdAAAADwAAAGRycy9kb3ducmV2LnhtbERPy4rCMBTdC/5DuIK7MVWLSm0UH+iIK3UG3F6aO22Z&#10;5qY0Uet8vVkMuDycd7psTSXu1LjSsoLhIAJBnFldcq7g+2v3MQPhPLLGyjIpeJKD5aLbSTHR9sFn&#10;ul98LkIIuwQVFN7XiZQuK8igG9iaOHA/tjHoA2xyqRt8hHBTyVEUTaTBkkNDgTVtCsp+Lzej4G9y&#10;xZP7HK23Y+3pGc/29njaK9Xvtas5CE+tf4v/3QetIB5Ow9zwJjw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E+mv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cfjMUA&#10;AADdAAAADwAAAGRycy9kb3ducmV2LnhtbESP0WrCQBRE34X+w3ILfTMbJdWaupEiFvpWTfsBl+zt&#10;JiR7N2ZXTfv1XUHwcZiZM8x6M9pOnGnwjWMFsyQFQVw53bBR8P31Pn0B4QOyxs4xKfglD5viYbLG&#10;XLsLH+hcBiMihH2OCuoQ+lxKX9Vk0SeuJ47ejxsshigHI/WAlwi3nZyn6UJabDgu1NjTtqaqLU9W&#10;wdHNn/VY7vCz3a32jTHZ8e+QKfX0OL69ggg0hnv41v7QCrLZcgX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x+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lMXsMA&#10;AADdAAAADwAAAGRycy9kb3ducmV2LnhtbERPu27CMBTdkfoP1q3UDZyUkoYQg0qlSqw8ho4X+5KE&#10;xtdp7ELar68HJMaj8y5Xg23FhXrfOFaQThIQxNqZhisFh/3HOAfhA7LB1jEp+CUPq+XDqMTCuCtv&#10;6bILlYgh7AtUUIfQFVJ6XZNFP3EdceROrrcYIuwraXq8xnDbyuckyaTFhmNDjR2916S/dj9WwaY5&#10;0izTp7nN13r7+fcdpq9no9TT4/C2ABFoCHfxzb0xCl7SPO6Pb+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lMX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aMcIA&#10;AADdAAAADwAAAGRycy9kb3ducmV2LnhtbERPXWvCMBR9H/gfwhX2NtPKEO2MxQ4GG5uCbszXS3Nt&#10;is1NabJa/70ZCD6eb84yH2wjeup87VhBOklAEJdO11wp+Pl+e5qD8AFZY+OYFFzIQ74aPSwx0+7M&#10;O+r3oRKxhH2GCkwIbSalLw1Z9BPXEkft6DqLIcKukrrDcyy3jZwmyUxarDkuGGzp1VB52v9ZBT1u&#10;L8nBFJvFR/1VTrfF76eOvHocD+sXEIGGcDff0u9awXM6T+H/TXwCc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DBo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U6JsQA&#10;AADdAAAADwAAAGRycy9kb3ducmV2LnhtbESPQUvDQBSE74L/YXmCN7tpECmx21IKLR41evD4zL5m&#10;U7Pvhd1tk/bXu4LgcZiZb5jlevK9OlOInbCB+awARdyI7bg18PG+e1iAignZYi9MBi4UYb26vVli&#10;ZWXkNzrXqVUZwrFCAy6lodI6No48xpkMxNk7SPCYsgyttgHHDPe9LoviSXvsOC84HGjrqPmuT97A&#10;uG++juXh07prGGRXv8qx7MWY+7tp8wwq0ZT+w3/tF2vgcb4o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lOi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LZGscA&#10;AADdAAAADwAAAGRycy9kb3ducmV2LnhtbESP3WoCMRSE7wt9h3CE3tWstuiyNYr1B6QoRav3p5vj&#10;7rbJybKJur59UxC8HGbmG2Y0aa0RZ2p85VhBr5uAIM6drrhQsP9aPqcgfEDWaByTgit5mIwfH0aY&#10;aXfhLZ13oRARwj5DBWUIdSalz0uy6LuuJo7e0TUWQ5RNIXWDlwi3RvaTZCAtVhwXSqxpVlL+uztZ&#10;BcvPufnpb7bTgwyzxfDbpB/v87VST512+gYiUBvu4Vt7pRW89tIX+H8Tn4A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C2R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yM18YA&#10;AADdAAAADwAAAGRycy9kb3ducmV2LnhtbESPQWvCQBSE74X+h+UVvIhurFZC6iqlUFRQqFHw+sy+&#10;JsHs25BdY/z3riD0OMzMN8xs0ZlKtNS40rKC0TACQZxZXXKu4LD/GcQgnEfWWFkmBTdysJi/vsww&#10;0fbKO2pTn4sAYZeggsL7OpHSZQUZdENbEwfvzzYGfZBNLnWD1wA3lXyPoqk0WHJYKLCm74Kyc3ox&#10;CtrfzSlfta5en+O++xiflsutPirVe+u+PkF46vx/+NleaQWTUTyB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yM1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VhccA&#10;AADdAAAADwAAAGRycy9kb3ducmV2LnhtbESPQWsCMRSE74X+h/AKvdWsomVdjaKC0EtBbQ96e26e&#10;u4ublzVJdfXXN4LgcZiZb5jxtDW1OJPzlWUF3U4Cgji3uuJCwe/P8iMF4QOyxtoyKbiSh+nk9WWM&#10;mbYXXtN5EwoRIewzVFCG0GRS+rwkg75jG+LoHawzGKJ0hdQOLxFuatlLkk9psOK4UGJDi5Ly4+bP&#10;KJgP0/lp1efv23q/o912fxz0XKLU+1s7G4EI1IZn+NH+0gr63XQA9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hVYXHAAAA3QAAAA8AAAAAAAAAAAAAAAAAmAIAAGRy&#10;cy9kb3ducmV2LnhtbFBLBQYAAAAABAAEAPUAAACMAwAAAAA=&#10;" fillcolor="black" stroked="f"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I/MgA&#10;AADdAAAADwAAAGRycy9kb3ducmV2LnhtbESPT2vCQBTE74V+h+UJvdWN0oYQXUWrhYL24J+Dx2f2&#10;mSzJvg3Zrab99F2h0OMwM79hpvPeNuJKnTeOFYyGCQjiwmnDpYLj4f05A+EDssbGMSn4Jg/z2ePD&#10;FHPtbryj6z6UIkLY56igCqHNpfRFRRb90LXE0bu4zmKIsiul7vAW4baR4yRJpUXDcaHClt4qKur9&#10;l1Vw2qQm2xkan7c/y7XevtbLz1Wt1NOgX0xABOrDf/iv/aEVvIyyFO5v4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mgj8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OT0sYA&#10;AADdAAAADwAAAGRycy9kb3ducmV2LnhtbESPT2sCMRTE7wW/Q3gFbzWrSLtsjSIW0UsP9Q9eH5vX&#10;zXY3L9sk6uqnbwqFHoeZ+Q0zW/S2FRfyoXasYDzKQBCXTtdcKTjs1085iBCRNbaOScGNAizmg4cZ&#10;Ftpd+YMuu1iJBOFQoAITY1dIGUpDFsPIdcTJ+3TeYkzSV1J7vCa4beUky56lxZrTgsGOVobKZne2&#10;Cvzy9Nbc+Xxssvv7LWy++u8cjVLDx375CiJSH//Df+2tVjAd5y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OT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iiEsIA&#10;AADdAAAADwAAAGRycy9kb3ducmV2LnhtbERP22oCMRB9L/gPYQRfSs0qUnVrFBEKglLw8gHTzbi7&#10;NJksm6mufr15KPTxcO6LVeedulIb68AGRsMMFHERbM2lgfPp820GKgqyRReYDNwpwmrZe1lgbsON&#10;D3Q9SqlSCMccDVQiTa51LCryGIehIU7cJbQeJcG21LbFWwr3To+z7F17rDk1VNjQpqLi5/jrDbjx&#10;t5vvpnEv97PeZw8vh9cva8yg360/QAl18i/+c2+tgcloluamN+kJ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KIS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IzcYA&#10;AADdAAAADwAAAGRycy9kb3ducmV2LnhtbESPQWsCMRSE74L/ITyht5pVSrGrUWxF2EsPrhavz81z&#10;s5i8LJtUt/31jVDwOMzMN8xi1TsrrtSFxrOCyTgDQVx53XCt4LDfPs9AhIis0XomBT8UYLUcDhaY&#10;a3/jHV3LWIsE4ZCjAhNjm0sZKkMOw9i3xMk7+85hTLKrpe7wluDOymmWvUqHDacFgy19GKou5bdT&#10;sClbOz0U5j0cvz5PJ1v8bum4Uepp1K/nICL18RH+bxdawctk9gb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gIz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x4PMIA&#10;AADdAAAADwAAAGRycy9kb3ducmV2LnhtbERPz2vCMBS+D/wfwhN2m4ljdLMai8gKwk7r9ODtkTzb&#10;avNSmsx2//1yGOz48f3eFJPrxJ2G0HrWsFwoEMTG25ZrDcev8ukNRIjIFjvPpOGHAhTb2cMGc+tH&#10;/qR7FWuRQjjkqKGJsc+lDKYhh2Hhe+LEXfzgMCY41NIOOKZw18lnpTLpsOXU0GBP+4bMrfp2Gq6l&#10;/PBGoTkdT+PBvp7fM+qU1o/zabcGEWmK/+I/98FqeFmu0v70Jj0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THg8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/icYA&#10;AADdAAAADwAAAGRycy9kb3ducmV2LnhtbESPQWvCQBSE70L/w/IEb7qJFrHRVawgiKWHaiken9ln&#10;EpJ9G3ZXTf99tyB4HGbmG2ax6kwjbuR8ZVlBOkpAEOdWV1wo+D5uhzMQPiBrbCyTgl/ysFq+9BaY&#10;aXvnL7odQiEihH2GCsoQ2kxKn5dk0I9sSxy9i3UGQ5SukNrhPcJNI8dJMpUGK44LJba0KSmvD1ej&#10;4HT94MvnZL927+HHdkdfj8+zWqlBv1vPQQTqwjP8aO+0gtf0LY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l/i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bLMcA&#10;AADdAAAADwAAAGRycy9kb3ducmV2LnhtbESPT2sCMRTE7wW/Q3iCt5p1sUVXo2hB8FKofw56e26e&#10;u4ubl20SdfXTN4VCj8PM/IaZzltTixs5X1lWMOgnIIhzqysuFOx3q9cRCB+QNdaWScGDPMxnnZcp&#10;ZtreeUO3bShEhLDPUEEZQpNJ6fOSDPq+bYijd7bOYIjSFVI7vEe4qWWaJO/SYMVxocSGPkrKL9ur&#10;UbAcj5bfX0P+fG5ORzoeTpe31CVK9brtYgIiUBv+w3/ttVYwHIxT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RWyzHAAAA3QAAAA8AAAAAAAAAAAAAAAAAmAIAAGRy&#10;cy9kb3ducmV2LnhtbFBLBQYAAAAABAAEAPUAAACMAwAAAAA=&#10;" fillcolor="black" stroked="f"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Ets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8Dhbz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QS2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98MMYA&#10;AADdAAAADwAAAGRycy9kb3ducmV2LnhtbESPQWvCQBSE7wX/w/KE3uomRUSjq4hUaXupjYIeH9ln&#10;Nph9G7LbmPbXdwtCj8PMfMMsVr2tRUetrxwrSEcJCOLC6YpLBcfD9mkKwgdkjbVjUvBNHlbLwcMC&#10;M+1u/EldHkoRIewzVGBCaDIpfWHIoh+5hjh6F9daDFG2pdQt3iLc1vI5SSbSYsVxwWBDG0PFNf+y&#10;Cny6eTm9259Zd94Z/sjfzGRfGqUeh/16DiJQH/7D9/arVjBOZ2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98M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429E" w:rsidRDefault="0081429E" w:rsidP="008142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1429E" w:rsidRDefault="0081429E" w:rsidP="0081429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1429E" w:rsidRDefault="0081429E" w:rsidP="0081429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429E" w:rsidRDefault="0081429E" w:rsidP="008142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1429E" w:rsidRDefault="0081429E" w:rsidP="008142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1429E" w:rsidRDefault="0081429E" w:rsidP="008142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№107</w:t>
      </w:r>
    </w:p>
    <w:p w:rsidR="0081429E" w:rsidRDefault="0081429E" w:rsidP="0081429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429E" w:rsidRPr="00276DFE" w:rsidRDefault="0081429E" w:rsidP="008142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81429E" w:rsidRPr="00276DFE" w:rsidRDefault="0081429E" w:rsidP="008142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81429E" w:rsidRPr="00276DFE" w:rsidRDefault="0081429E" w:rsidP="008142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81429E" w:rsidRPr="00276DFE" w:rsidRDefault="0081429E" w:rsidP="008142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81429E" w:rsidRPr="00276DFE" w:rsidRDefault="0081429E" w:rsidP="008142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Шпак Т.М.</w:t>
      </w:r>
    </w:p>
    <w:p w:rsidR="0081429E" w:rsidRPr="00276DFE" w:rsidRDefault="0081429E" w:rsidP="008142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1429E" w:rsidRPr="00276DFE" w:rsidRDefault="0081429E" w:rsidP="008142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Шпак Т.М.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81429E" w:rsidRPr="00276DFE" w:rsidRDefault="0081429E" w:rsidP="008142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1429E" w:rsidRPr="00276DFE" w:rsidRDefault="0081429E" w:rsidP="008142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Шпак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Тетяні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Миколаївні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3753A6">
        <w:rPr>
          <w:rFonts w:ascii="Times New Roman" w:eastAsia="Times New Roman" w:hAnsi="Times New Roman" w:cs="Times New Roman"/>
          <w:sz w:val="24"/>
          <w:lang w:val="uk-UA"/>
        </w:rPr>
        <w:t>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 </w:t>
      </w:r>
      <w:r w:rsidR="003753A6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0,2391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6823986800:02:011:0018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П.Семенюка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21.</w:t>
      </w:r>
    </w:p>
    <w:p w:rsidR="0081429E" w:rsidRPr="00276DFE" w:rsidRDefault="0081429E" w:rsidP="008142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Шпак Т.М.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81429E" w:rsidRPr="00276DFE" w:rsidRDefault="0081429E" w:rsidP="008142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1429E" w:rsidRPr="0081429E" w:rsidRDefault="0081429E" w:rsidP="008142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81429E" w:rsidRPr="00276DFE" w:rsidRDefault="0081429E" w:rsidP="008142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F7DB5" w:rsidRDefault="001F7DB5"/>
    <w:sectPr w:rsidR="001F7D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9E"/>
    <w:rsid w:val="001F7DB5"/>
    <w:rsid w:val="003753A6"/>
    <w:rsid w:val="0081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9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1429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1429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1429E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9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1429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1429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1429E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9</TotalTime>
  <Pages>1</Pages>
  <Words>266</Words>
  <Characters>1519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2021-09-13T10:54:00Z</dcterms:created>
  <dcterms:modified xsi:type="dcterms:W3CDTF">2021-09-14T12:48:00Z</dcterms:modified>
</cp:coreProperties>
</file>