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567" w:rsidRDefault="00EC4567" w:rsidP="00EC456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83F03E" wp14:editId="76A43976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43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43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C4567" w:rsidRDefault="00EC4567" w:rsidP="00EC4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iA+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4On8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sFoGI/h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4On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RvCskA&#10;AADdAAAADwAAAGRycy9kb3ducmV2LnhtbESPW2sCMRSE3wv9D+EUfBHN1rZqt0YRYXt7ELyAr4fN&#10;6WbbzcmSRN3665tCoY/DzHzDzBadbcSJfKgdK7gdZiCIS6drrhTsd8VgCiJEZI2NY1LwTQEW8+ur&#10;GebanXlDp22sRIJwyFGBibHNpQylIYth6Fri5H04bzEm6SupPZ4T3DZylGVjabHmtGCwpZWh8mt7&#10;tAo+i7U5rCaXZ99/3NClX7y/NG9jpXo33fIJRKQu/of/2q9awcP93QR+36QnIO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QRvC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ZB8EA&#10;AADdAAAADwAAAGRycy9kb3ducmV2LnhtbERPzWrCQBC+F3yHZQpeim7UtpTUVUS0iBfx5wGG7JgN&#10;zc6G7Gri23cOQo8f3/982fta3amNVWADk3EGirgItuLSwOW8HX2BignZYh2YDDwownIxeJljbkPH&#10;R7qfUqkkhGOOBlxKTa51LBx5jOPQEAt3Da3HJLAttW2xk3Bf62mWfWqPFUuDw4bWjorf081LyWGG&#10;h/21O29/euxws3f8tjoaM3ztV9+gEvXpX/x076yBj/eZzJU38gT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DmQf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pPMYA&#10;AADdAAAADwAAAGRycy9kb3ducmV2LnhtbESPQUsDMRSE70L/Q3iCN5u1trWuTYtUBRE8WAult8fm&#10;dXfp5iUkz+76740geBxm5htmuR5cp84UU+vZwM24AEVcedtybWD3+XK9AJUE2WLnmQx8U4L1anSx&#10;xNL6nj/ovJVaZQinEg00IqHUOlUNOUxjH4izd/TRoWQZa20j9hnuOj0pirl22HJeaDDQpqHqtP1y&#10;Bt775/B2N58dwyFOJzo9WdlvxJiry+HxAZTQIP/hv/arNTCb3t7D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Tp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mfMIA&#10;AADdAAAADwAAAGRycy9kb3ducmV2LnhtbERPy2rCQBTdF/yH4RbcFJ34aCmpo0hRKW7ExwdcMtdM&#10;aOZOyExN/HvvQujycN6LVe9rdaM2VoENTMYZKOIi2IpLA5fzdvQJKiZki3VgMnCnCKvl4GWBuQ0d&#10;H+l2SqWSEI45GnApNbnWsXDkMY5DQyzcNbQek8C21LbFTsJ9radZ9qE9ViwNDhv6dlT8nv68lBxm&#10;eNhfu/N212OHm73jt/XRmOFrv/4ClahP/+Kn+8caeJ/PZb+8kSe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+Z8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WR8YA&#10;AADdAAAADwAAAGRycy9kb3ducmV2LnhtbESPQUsDMRSE74L/ITzBm822bFtZm5bSKojgoa0g3h6b&#10;193FzUtInt313xtB8DjMzDfMajO6Xl0ops6zgemkAEVce9txY+Dt9HR3DyoJssXeMxn4pgSb9fXV&#10;CivrBz7Q5SiNyhBOFRpoRUKldapbcpgmPhBn7+yjQ8kyNtpGHDLc9XpWFAvtsOO80GKgXUv15/HL&#10;GXgdHsPLcjE/h49YznTaW3nfiTG3N+P2AZTQKP/hv/azNTAvyyn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SWR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aoTscA&#10;AADdAAAADwAAAGRycy9kb3ducmV2LnhtbESP3WoCMRSE74W+QziF3pSa1WqRrVG0ECpUEH/A28Pm&#10;uLt0c7Ikqbt9e1MoeDnMzDfMfNnbRlzJh9qxgtEwA0FcOFNzqeB01C8zECEiG2wck4JfCrBcPAzm&#10;mBvX8Z6uh1iKBOGQo4IqxjaXMhQVWQxD1xIn7+K8xZikL6Xx2CW4beQ4y96kxZrTQoUtfVRUfB9+&#10;rIL1ritf/XOx7t3X5fM81drorVbq6bFfvYOI1Md7+L+9MQqmk8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WqE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XkMQA&#10;AADdAAAADwAAAGRycy9kb3ducmV2LnhtbESPUWvCMBSF3wf+h3AF32aqq0OqUcRRkLGXOX/Apbk2&#10;1eamJLHWf28Ggz0ezjnf4ay3g21FTz40jhXMphkI4srphmsFp5/ydQkiRGSNrWNS8KAA283oZY2F&#10;dnf+pv4Ya5EgHApUYGLsCilDZchimLqOOHln5y3GJH0ttcd7gttWzrPsXVpsOC0Y7GhvqLoeb1ZB&#10;+Tn/6q837Uu3G3JLC3NZfhilJuNhtwIRaYj/4b/2QStY5Pkb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iV5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OVocYA&#10;AADdAAAADwAAAGRycy9kb3ducmV2LnhtbESPUWvCMBSF3wf+h3AHe5GZblYZnVF0EBQ2GLrBXi/N&#10;tS1rbkoSbf33ZiDs8XDO+Q5nsRpsK87kQ+NYwdMkA0FcOtNwpeD7Sz++gAgR2WDrmBRcKMBqObpb&#10;YGFcz3s6H2IlEoRDgQrqGLtCylDWZDFMXEecvKPzFmOSvpLGY5/gtpXPWTaXFhtOCzV29FZT+Xs4&#10;WQWbz76a+nG5Gdz7cfsz09roD63Uw/2wfgURaYj/4Vt7ZxTM8j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OVo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dqf8QA&#10;AADdAAAADwAAAGRycy9kb3ducmV2LnhtbESPUWvCMBSF34X9h3AHe9N00op0RpFJQYYv6n7Apbk2&#10;1eamJLF2/34RBns8nHO+w1ltRtuJgXxoHSt4n2UgiGunW24UfJ+r6RJEiMgaO8ek4IcCbNYvkxWW&#10;2j34SMMpNiJBOJSowMTYl1KG2pDFMHM9cfIuzluMSfpGao+PBLednGfZQlpsOS0Y7OnTUH073a2C&#10;6mt+GG537Su3HXNLhbkud0apt9dx+wEi0hj/w3/tvVZQ5HkBz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Han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DuLsMA&#10;AADdAAAADwAAAGRycy9kb3ducmV2LnhtbESPzWrDMBCE74W8g9hAbrXsxDbFjRJKwKU51ukDLNbW&#10;NrFWrqX65+2rQqHHYWa+YY7nxfRiotF1lhUkUQyCuLa640bBx618fALhPLLG3jIpWMnB+bR5OGKh&#10;7czvNFW+EQHCrkAFrfdDIaWrWzLoIjsQB+/TjgZ9kGMj9YhzgJte7uM4lwY7DgstDnRpqb5X30ZB&#10;us6vX1V2j0ttKLkehiv7OlNqt11enkF4Wvx/+K/9phVkaZrD75vwBOTp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DuL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qcUA&#10;AADdAAAADwAAAGRycy9kb3ducmV2LnhtbESPQWvCQBSE74L/YXlCb3VjiLamriIVpfRkU+35kX0m&#10;wezbkF1N8u+7hYLHYWa+YVab3tTiTq2rLCuYTSMQxLnVFRcKTt/751cQziNrrC2TgoEcbNbj0QpT&#10;bTv+onvmCxEg7FJUUHrfpFK6vCSDbmob4uBdbGvQB9kWUrfYBbipZRxFC2mw4rBQYkPvJeXX7GYU&#10;3BY/8Ykvn/qY7YbDcrffOnkulHqa9Ns3EJ56/wj/tz+0gnmSvMDfm/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lKp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53MQA&#10;AADdAAAADwAAAGRycy9kb3ducmV2LnhtbERPPW/CMBDdkfgP1iF1AwdIIxowqCAh0Q5FBTqwHfGR&#10;hMbnNHYh/Hs8VOr49L5ni9ZU4kqNKy0rGA4iEMSZ1SXnCg77dX8CwnlkjZVlUnAnB4t5tzPDVNsb&#10;f9J153MRQtilqKDwvk6ldFlBBt3A1sSBO9vGoA+wyaVu8BbCTSVHUZRIgyWHhgJrWhWUfe9+jYKv&#10;7SR52S7f4sv7xwnHRv8cdZko9dRrX6cgPLX+X/zn3mgFz3Ec5oY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yudz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betMYA&#10;AADdAAAADwAAAGRycy9kb3ducmV2LnhtbESPQWvCQBSE74L/YXlCb7pRU7Exq7SKtnjStNDrI/tM&#10;gtm3IbvV6K93C4Ueh5n5hklXnanFhVpXWVYwHkUgiHOrKy4UfH1uh3MQziNrrC2Tghs5WC37vRQT&#10;ba98pEvmCxEg7BJUUHrfJFK6vCSDbmQb4uCdbGvQB9kWUrd4DXBTy0kUzaTBisNCiQ2tS8rP2Y9R&#10;cJ9948G9T942U+3pFs93dn/YKfU06F4XIDx1/j/81/7QCp7j+AV+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bet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2yTMEA&#10;AADdAAAADwAAAGRycy9kb3ducmV2LnhtbERPzYrCMBC+C/sOYRa8aaq0sluNsiwK3tS6DzA0s2mx&#10;mdQmavXpzUHw+PH9L1a9bcSVOl87VjAZJyCIS6drNgr+jpvRFwgfkDU2jknBnTyslh+DBeba3fhA&#10;1yIYEUPY56igCqHNpfRlRRb92LXEkft3ncUQYWek7vAWw20jp0kykxZrjg0VtvRbUXkqLlbB2U0z&#10;3Rdr3J3W3/vamPT8OKRKDT/7nzmIQH14i1/urVaQpVncH9/EJ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9skz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dv8UA&#10;AADdAAAADwAAAGRycy9kb3ducmV2LnhtbESPzW7CMBCE70h9B2srcQOHQoCmMahFQuIK7aHHxd78&#10;tPE6jQ2kPD2uhNTjaGa+0eTr3jbiTJ2vHSuYjBMQxNqZmksFH+/b0RKED8gGG8ek4Jc8rFcPgxwz&#10;4y68p/MhlCJC2GeooAqhzaT0uiKLfuxa4ugVrrMYouxKaTq8RLht5FOSzKXFmuNChS1tKtLfh5NV&#10;sKuPlM518WyXb3r/ef0J08WXUWr42L++gAjUh//wvb0zCtJZOoG/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0J2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wPMIA&#10;AADdAAAADwAAAGRycy9kb3ducmV2LnhtbERPXWvCMBR9H/gfwhX2NlOLDleNMgeC4hTmhr5emmtT&#10;bG5Kk9X6781g4OP55swWna1ES40vHSsYDhIQxLnTJRcKfr5XLxMQPiBrrByTght5WMx7TzPMtLvy&#10;F7WHUIhYwj5DBSaEOpPS54Ys+oGriaN2do3FEGFTSN3gNZbbSqZJ8iotlhwXDNb0YSi/HH6tghb3&#10;t+Rklru3TfmZp/vlcasjr5773fsURKAuPMz/6bVWMB6NU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/A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zrx8UA&#10;AADdAAAADwAAAGRycy9kb3ducmV2LnhtbESPQUvDQBSE74L/YXmCN7sx2iKx21IKFY+a9uDxmX3N&#10;pmbfC7trE/31riB4HGbmG2a5nnyvzhRiJ2zgdlaAIm7EdtwaOOx3Nw+gYkK22AuTgS+KsF5dXiyx&#10;sjLyK53r1KoM4VihAZfSUGkdG0ce40wG4uwdJXhMWYZW24Bjhvtel0Wx0B47zgsOB9o6aj7qT29g&#10;fGreT+XxzbrvMMiufpFT2Ysx11fT5hFUoin9h//az9bA/H5+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Ov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41FMcA&#10;AADdAAAADwAAAGRycy9kb3ducmV2LnhtbESPW2sCMRSE3wv+h3AKvtVsRatsjWK9gBSleOn7cXPc&#10;XZucLJuo6783hUIfh5n5hhlNGmvElWpfOlbw2klAEGdOl5wrOOyXL0MQPiBrNI5JwZ08TMatpxGm&#10;2t14S9ddyEWEsE9RQRFClUrps4Is+o6riKN3crXFEGWdS13jLcKtkd0keZMWS44LBVY0Kyj72V2s&#10;guXX3Jy7m+30W4bZYnA0w8+P+Vqp9nMzfQcRqAn/4b/2Sivo9/o9+H0Tn4Ac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+NR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dNsYA&#10;AADdAAAADwAAAGRycy9kb3ducmV2LnhtbESPQWvCQBSE74L/YXmCF6kbtSkSXUUEUaEFtQWvz+wz&#10;CWbfhuwa4793C4Ueh5n5hpkvW1OKhmpXWFYwGkYgiFOrC84U/Hxv3qYgnEfWWFomBU9ysFx0O3NM&#10;tH3wkZqTz0SAsEtQQe59lUjp0pwMuqGtiIN3tbVBH2SdSV3jI8BNKcdR9CENFhwWcqxonVN6O92N&#10;gubwecl2jav2t+nAxZPLdvulz0r1e+1qBsJT6//Df+2dVhC/xzH8vglPQC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VdN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/iMcA&#10;AADdAAAADwAAAGRycy9kb3ducmV2LnhtbESPT2sCMRTE74LfIbxCb5qtuKKrUbRQ6EXw30Fvz81z&#10;d3Hzsk1SXfvpTaHQ4zAzv2Fmi9bU4kbOV5YVvPUTEMS51RUXCg77j94YhA/IGmvLpOBBHhbzbmeG&#10;mbZ33tJtFwoRIewzVFCG0GRS+rwkg75vG+LoXawzGKJ0hdQO7xFuajlIkpE0WHFcKLGh95Ly6+7b&#10;KFhNxquvzZDXP9vziU7H8zUduESp15d2OQURqA3/4b/2p1aQDt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mv4jHAAAA3QAAAA8AAAAAAAAAAAAAAAAAmAIAAGRy&#10;cy9kb3ducmV2LnhtbFBLBQYAAAAABAAEAPUAAACMAwAAAAA=&#10;" fillcolor="black" stroked="f"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ZHcgA&#10;AADdAAAADwAAAGRycy9kb3ducmV2LnhtbESPT2vCQBTE74LfYXlCb7qpGCupq/inhYL2oO2hx9fs&#10;a7Ik+zZkt5r66V1B6HGYmd8w82Vna3Gi1hvHCh5HCQji3GnDhYLPj9fhDIQPyBprx6TgjzwsF/3e&#10;HDPtznyg0zEUIkLYZ6igDKHJpPR5SRb9yDXE0ftxrcUQZVtI3eI5wm0tx0kylRYNx4USG9qUlFfH&#10;X6vgazc1s4Oh8ff+sn7R+7Rav28rpR4G3eoZRKAu/Ifv7TetIJ2kT3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A9kd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lz2sMA&#10;AADdAAAADwAAAGRycy9kb3ducmV2LnhtbERPu27CMBTdK/EP1q3UDZxWBaEUEyFQ1S4dykNdr+JL&#10;HBJfB9uEwNfXQ6WOR+e9KAbbip58qB0reJ5kIIhLp2uuFOx37+M5iBCRNbaOScGNAhTL0cMCc+2u&#10;/E39NlYihXDIUYGJsculDKUhi2HiOuLEHZ23GBP0ldQerynctvIly2bSYs2pwWBHa0Nls71YBX71&#10;s2nufDk02f3rFj5Ow3mORqmnx2H1BiLSEP/Ff+5PrWD6Ok1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lz2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Fz88YA&#10;AADdAAAADwAAAGRycy9kb3ducmV2LnhtbESPUWsCMRCE3wv9D2ELfSk1p6itp1FEKAiKoPUHbC/b&#10;u8Nkc1xWPfvrG6HQx2FmvmFmi847daE21oEN9HsZKOIi2JpLA8fPj9d3UFGQLbrAZOBGERbzx4cZ&#10;5jZceU+Xg5QqQTjmaKASaXKtY1GRx9gLDXHyvkPrUZJsS21bvCa4d3qQZWPtsea0UGFDq4qK0+Hs&#10;DbjBl5ts3uJWbke9zX687F921pjnp245BSXUyX/4r722BkbD0QTub9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Fz8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fl8IA&#10;AADdAAAADwAAAGRycy9kb3ducmV2LnhtbERPz2vCMBS+C/sfwhN201SZIp1RNkXoxYNV8fps3pqy&#10;5KU0Ubv99eYw2PHj+71c986KO3Wh8axgMs5AEFdeN1wrOB13owWIEJE1Ws+k4IcCrFcvgyXm2j/4&#10;QPcy1iKFcMhRgYmxzaUMlSGHYexb4sR9+c5hTLCrpe7wkcKdldMsm0uHDacGgy1tDFXf5c0p2Jat&#10;nZ4K8xku5/31aovfHV22Sr0O+493EJH6+C/+cxdawextnvanN+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ux+X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1vcUA&#10;AADdAAAADwAAAGRycy9kb3ducmV2LnhtbESPT2sCMRTE7wW/Q3iCt5pY7CqrUaQoCD3VPwdvj+S5&#10;u7p5WTbR3X77plDocZiZ3zDLde9q8aQ2VJ41TMYKBLHxtuJCw+m4e52DCBHZYu2ZNHxTgPVq8LLE&#10;3PqOv+h5iIVIEA45aihjbHIpgynJYRj7hjh5V986jEm2hbQtdgnuavmmVCYdVpwWSmzooyRzPzyc&#10;httOfnqj0JxP525vZ5dtRrXSejTsNwsQkfr4H/5r762G92k2gd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PW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vJ5MYA&#10;AADdAAAADwAAAGRycy9kb3ducmV2LnhtbESPT2sCMRTE7wW/Q3hCbzXr1oqsG0ULhdLioVpKj8/N&#10;2z/s5mVJoq7fvhEKHoeZ+Q2TrwfTiTM531hWMJ0kIIgLqxuuFHwf3p4WIHxA1thZJgVX8rBejR5y&#10;zLS98Bed96ESEcI+QwV1CH0mpS9qMugntieOXmmdwRClq6R2eIlw08k0SebSYMNxocaeXmsq2v3J&#10;KPg9fXK5e/7YuG34scPBt+lx0Sr1OB42SxCBhnAP/7fftYKX2TyF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vJ5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3WrcgA&#10;AADdAAAADwAAAGRycy9kb3ducmV2LnhtbESPQWvCQBSE7wX/w/KE3upGq6Ixq2ih0Euh2h709sw+&#10;k2D2bbq7jWl/fVcQPA4z8w2TrTpTi5acrywrGA4SEMS51RUXCr4+X59mIHxA1lhbJgW/5GG17D1k&#10;mGp74S21u1CICGGfooIyhCaV0uclGfQD2xBH72SdwRClK6R2eIlwU8tRkkylwYrjQokNvZSUn3c/&#10;RsFmPtt8f4z5/W97PNBhfzxPRi5R6rHfrRcgAnXhHr6137SCyXj6D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fdatyAAAAN0AAAAPAAAAAAAAAAAAAAAAAJgCAABk&#10;cnMvZG93bnJldi54bWxQSwUGAAAAAAQABAD1AAAAjQMAAAAA&#10;" fillcolor="black" stroked="f"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i02MUA&#10;AADdAAAADwAAAGRycy9kb3ducmV2LnhtbESPQUsDMRSE70L/Q3gFbzbbWotsm5alIIqnbVV6fd08&#10;N4ublyWJ6frvjSD0OMzMN8xmN9peJPKhc6xgPitAEDdOd9wqeH97unsEESKyxt4xKfihALvt5GaD&#10;pXYXPlA6xlZkCIcSFZgYh1LK0BiyGGZuIM7ep/MWY5a+ldrjJcNtLxdFsZIWO84LBgfaG2q+jt9W&#10;QTrv6+o+nZI5vPqq9a5+/jjXSt1Ox2oNItIYr+H/9otW8LBc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6LTY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PxsccA&#10;AADdAAAADwAAAGRycy9kb3ducmV2LnhtbESPQWvCQBSE7wX/w/IEb3WjaGijqxTR0vZiG4X2+Mg+&#10;s6HZtyG7xtRf7xYKPQ4z8w2zXPe2Fh21vnKsYDJOQBAXTldcKjgedvcPIHxA1lg7JgU/5GG9Gtwt&#10;MdPuwh/U5aEUEcI+QwUmhCaT0heGLPqxa4ijd3KtxRBlW0rd4iXCbS2nSZJKixXHBYMNbQwV3/nZ&#10;KvCTzfbzzV4fu69nw/v81aTvpVFqNOyfFiAC9eE//Nd+0Qrms3QO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j8b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C4567" w:rsidRDefault="00EC4567" w:rsidP="00EC4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C4567" w:rsidRDefault="00EC4567" w:rsidP="00EC456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C4567" w:rsidRDefault="00EC4567" w:rsidP="00EC4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4567" w:rsidRDefault="00EC4567" w:rsidP="00EC4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4567" w:rsidRDefault="00EC4567" w:rsidP="00EC4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C4567" w:rsidRDefault="00EC4567" w:rsidP="00EC45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C4567" w:rsidRDefault="00EC4567" w:rsidP="00EC4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C4567" w:rsidRDefault="00EC4567" w:rsidP="00EC4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C4567" w:rsidRDefault="00EC4567" w:rsidP="00EC4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4567" w:rsidRDefault="00EC4567" w:rsidP="00EC4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C4567" w:rsidRDefault="00EC4567" w:rsidP="00EC4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C4567" w:rsidRDefault="00EC4567" w:rsidP="00EC4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C4567" w:rsidRDefault="00EC4567" w:rsidP="00EC45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C4567" w:rsidRDefault="00EC4567" w:rsidP="00EC45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№65</w:t>
      </w:r>
    </w:p>
    <w:p w:rsidR="00EC4567" w:rsidRDefault="00EC4567" w:rsidP="00EC4567">
      <w:pPr>
        <w:tabs>
          <w:tab w:val="left" w:pos="708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EC4567" w:rsidRPr="00091508" w:rsidRDefault="00EC4567" w:rsidP="00EC4567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91508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EC4567" w:rsidRPr="00091508" w:rsidRDefault="00EC4567" w:rsidP="00EC4567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т</w:t>
      </w:r>
      <w:r w:rsidRPr="00091508">
        <w:rPr>
          <w:rFonts w:ascii="Times New Roman" w:eastAsia="Calibri" w:hAnsi="Times New Roman" w:cs="Times New Roman"/>
          <w:b/>
          <w:sz w:val="24"/>
        </w:rPr>
        <w:t>ехн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</w:p>
    <w:p w:rsidR="00EC4567" w:rsidRPr="00091508" w:rsidRDefault="00EC4567" w:rsidP="00EC4567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EC4567" w:rsidRPr="00091508" w:rsidRDefault="00EC4567" w:rsidP="00EC4567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091508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091508">
        <w:rPr>
          <w:rFonts w:ascii="Times New Roman" w:eastAsia="Calibri" w:hAnsi="Times New Roman" w:cs="Times New Roman"/>
          <w:b/>
          <w:sz w:val="24"/>
        </w:rPr>
        <w:t>)</w:t>
      </w:r>
    </w:p>
    <w:p w:rsidR="00EC4567" w:rsidRPr="00091508" w:rsidRDefault="00EC4567" w:rsidP="00EC4567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091508">
        <w:rPr>
          <w:rFonts w:ascii="Times New Roman" w:eastAsia="Calibri" w:hAnsi="Times New Roman" w:cs="Times New Roman"/>
          <w:b/>
          <w:sz w:val="24"/>
        </w:rPr>
        <w:t>Гаврилюк Г.О.</w:t>
      </w:r>
    </w:p>
    <w:p w:rsidR="00EC4567" w:rsidRPr="00091508" w:rsidRDefault="00EC4567" w:rsidP="00EC4567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EC4567" w:rsidRPr="00091508" w:rsidRDefault="00EC4567" w:rsidP="00EC456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 xml:space="preserve">пункту 34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Україні»</w:t>
      </w:r>
      <w:proofErr w:type="gramStart"/>
      <w:r w:rsidRPr="00091508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</w:rPr>
        <w:t>т.12,122,186</w:t>
      </w:r>
      <w:r w:rsidRPr="00091508">
        <w:rPr>
          <w:rFonts w:ascii="Times New Roman" w:eastAsia="Calibri" w:hAnsi="Times New Roman" w:cs="Times New Roman"/>
          <w:sz w:val="24"/>
        </w:rPr>
        <w:t xml:space="preserve">  Земельного кодексу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>Гаврилюк Г.О.,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рада</w:t>
      </w:r>
    </w:p>
    <w:p w:rsidR="00EC4567" w:rsidRPr="00091508" w:rsidRDefault="00EC4567" w:rsidP="00EC456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>ВИРІШИЛА:</w:t>
      </w:r>
    </w:p>
    <w:p w:rsidR="00EC4567" w:rsidRPr="00091508" w:rsidRDefault="00EC4567" w:rsidP="00EC456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 xml:space="preserve">        1.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 xml:space="preserve">Гаврилюк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Галині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Олександрівні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: </w:t>
      </w:r>
      <w:r w:rsidR="000671AF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ічної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0,2500 га,  для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91508">
        <w:rPr>
          <w:rFonts w:ascii="Times New Roman" w:eastAsia="Calibri" w:hAnsi="Times New Roman" w:cs="Times New Roman"/>
          <w:sz w:val="24"/>
        </w:rPr>
        <w:t>Миру, 78.</w:t>
      </w:r>
    </w:p>
    <w:p w:rsidR="00EC4567" w:rsidRPr="00091508" w:rsidRDefault="00EC4567" w:rsidP="00EC4567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91508">
        <w:rPr>
          <w:rFonts w:ascii="Times New Roman" w:eastAsia="Calibri" w:hAnsi="Times New Roman" w:cs="Times New Roman"/>
          <w:sz w:val="24"/>
        </w:rPr>
        <w:t xml:space="preserve">        2. Гаврилюк Г.О.,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091508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ради.</w:t>
      </w:r>
    </w:p>
    <w:p w:rsidR="00EC4567" w:rsidRPr="00091508" w:rsidRDefault="00EC4567" w:rsidP="00EC45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C4567" w:rsidRPr="00091508" w:rsidRDefault="00EC4567" w:rsidP="00EC456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09150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C4567" w:rsidRPr="00EC4567" w:rsidRDefault="00EC4567" w:rsidP="00EC4567">
      <w:pPr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EC4567" w:rsidRPr="00091508" w:rsidRDefault="00EC4567" w:rsidP="00EC456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93B77" w:rsidRPr="00EC4567" w:rsidRDefault="00EC4567" w:rsidP="00EC4567">
      <w:pPr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  <w:proofErr w:type="spellStart"/>
      <w:r w:rsidRPr="00091508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091508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МИХАЛЮК</w:t>
      </w:r>
    </w:p>
    <w:sectPr w:rsidR="00C93B77" w:rsidRPr="00EC456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567"/>
    <w:rsid w:val="000671AF"/>
    <w:rsid w:val="00C93B77"/>
    <w:rsid w:val="00EC4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6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C45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C456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C456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56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C45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C456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C456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263</Words>
  <Characters>1505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2021-09-13T10:35:00Z</dcterms:created>
  <dcterms:modified xsi:type="dcterms:W3CDTF">2021-09-14T12:28:00Z</dcterms:modified>
</cp:coreProperties>
</file>