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459" w:rsidRDefault="0065627E" w:rsidP="00920459">
      <w:pPr>
        <w:jc w:val="both"/>
        <w:rPr>
          <w:rFonts w:ascii="Times New Roman" w:hAnsi="Times New Roman" w:cs="Times New Roman"/>
        </w:rPr>
      </w:pPr>
      <w:r w:rsidRPr="0065627E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20459" w:rsidRDefault="00920459" w:rsidP="009204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20459" w:rsidRDefault="00920459" w:rsidP="0092045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20459" w:rsidRDefault="00920459" w:rsidP="0092045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20459" w:rsidRDefault="00920459" w:rsidP="0092045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20459" w:rsidRDefault="00920459" w:rsidP="0092045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20459" w:rsidRDefault="00920459" w:rsidP="0092045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20459" w:rsidRDefault="00920459" w:rsidP="0092045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20459" w:rsidRDefault="00920459" w:rsidP="0092045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20459" w:rsidRDefault="00920459" w:rsidP="0092045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20459" w:rsidRDefault="00920459" w:rsidP="0092045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20459" w:rsidRDefault="00920459" w:rsidP="0092045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20459" w:rsidRDefault="00920459" w:rsidP="0092045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20459" w:rsidRPr="0005326B" w:rsidRDefault="00920459" w:rsidP="0092045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20459" w:rsidRPr="00867B7E" w:rsidRDefault="00920459" w:rsidP="0092045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№65</w:t>
      </w:r>
    </w:p>
    <w:p w:rsidR="00920459" w:rsidRPr="006139BE" w:rsidRDefault="00920459" w:rsidP="0092045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20459" w:rsidRPr="006139BE" w:rsidRDefault="00920459" w:rsidP="00920459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</w:t>
      </w:r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оємцю земельної частки (паю) Мельничук С.О.</w:t>
      </w:r>
      <w:r w:rsidRPr="006139BE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на території  Крупецької сільської  ради </w:t>
      </w:r>
    </w:p>
    <w:p w:rsidR="00920459" w:rsidRPr="006139BE" w:rsidRDefault="00920459" w:rsidP="00920459">
      <w:pPr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</w:rPr>
      </w:pPr>
    </w:p>
    <w:p w:rsidR="00920459" w:rsidRDefault="00920459" w:rsidP="00920459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</w:t>
      </w:r>
      <w:proofErr w:type="spellStart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рейдерству</w:t>
      </w:r>
      <w:proofErr w:type="spellEnd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стимулювання зрошення в Україні» від 10.07.2018 року № 2498-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VIII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,  Закону  України  «Про державну реєстрацію речових  прав  на нерухоме майно та їх обтяжень», розглянувши за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яву  Мельничук С.О.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  </w:t>
      </w:r>
    </w:p>
    <w:p w:rsidR="00920459" w:rsidRPr="00E12E57" w:rsidRDefault="00920459" w:rsidP="00920459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920459" w:rsidRPr="006139BE" w:rsidRDefault="00920459" w:rsidP="0092045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     1. Надати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Мельничук Світлані Олександрівні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зареєстрована за адресою: </w:t>
      </w:r>
      <w:r w:rsidR="00D724CA" w:rsidRPr="00D724CA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½ частки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земельної частки (паю)  №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165,  розміром 5,22 в умовних кадастрових гектарах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(сертифікат на право на земельну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частку  (пай) серія ХМ №0336967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),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яка розташована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на території Крупе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цької сільської ради. </w:t>
      </w:r>
    </w:p>
    <w:p w:rsidR="00920459" w:rsidRPr="006139BE" w:rsidRDefault="00920459" w:rsidP="0092045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lastRenderedPageBreak/>
        <w:t>2. Мельничук С.О.</w:t>
      </w: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, розробити технічну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920459" w:rsidRDefault="00920459" w:rsidP="0092045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Arial Unicode MS" w:hAnsi="Times New Roman" w:cs="Times New Roman"/>
          <w:sz w:val="24"/>
          <w:szCs w:val="24"/>
        </w:rPr>
        <w:t>а та благоустрою (Денисюк Т.В.)</w:t>
      </w:r>
    </w:p>
    <w:p w:rsidR="00920459" w:rsidRPr="006139BE" w:rsidRDefault="00920459" w:rsidP="0092045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20459" w:rsidRDefault="00920459" w:rsidP="0092045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20459" w:rsidRDefault="00920459" w:rsidP="0092045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20459" w:rsidRDefault="00920459" w:rsidP="0092045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20459" w:rsidRPr="006139BE" w:rsidRDefault="00920459" w:rsidP="0092045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20459" w:rsidRPr="0081535A" w:rsidRDefault="00920459" w:rsidP="00920459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В.А.</w:t>
      </w:r>
      <w:proofErr w:type="spellStart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</w:p>
    <w:p w:rsidR="0021533B" w:rsidRDefault="0021533B"/>
    <w:sectPr w:rsidR="0021533B" w:rsidSect="002153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920459"/>
    <w:rsid w:val="00171A2E"/>
    <w:rsid w:val="0021533B"/>
    <w:rsid w:val="00304C90"/>
    <w:rsid w:val="004571D1"/>
    <w:rsid w:val="00505B6D"/>
    <w:rsid w:val="0065627E"/>
    <w:rsid w:val="006D3977"/>
    <w:rsid w:val="007D6C18"/>
    <w:rsid w:val="00920459"/>
    <w:rsid w:val="00D1641A"/>
    <w:rsid w:val="00D724CA"/>
    <w:rsid w:val="00FE5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459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2</Pages>
  <Words>358</Words>
  <Characters>2043</Characters>
  <Application>Microsoft Office Word</Application>
  <DocSecurity>0</DocSecurity>
  <Lines>17</Lines>
  <Paragraphs>4</Paragraphs>
  <ScaleCrop>false</ScaleCrop>
  <Company>Microsoft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2020-01-21T07:08:00Z</dcterms:created>
  <dcterms:modified xsi:type="dcterms:W3CDTF">2020-01-21T07:53:00Z</dcterms:modified>
</cp:coreProperties>
</file>