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23" w:rsidRDefault="00AE1D23" w:rsidP="00AE1D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D23" w:rsidRDefault="00AE1D23" w:rsidP="00AE1D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1D23" w:rsidRDefault="00AE1D23" w:rsidP="00AE1D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1D23" w:rsidRDefault="00AE1D23" w:rsidP="00AE1D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1D23" w:rsidRDefault="00AE1D23" w:rsidP="00AE1D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1D23" w:rsidRDefault="00AE1D23" w:rsidP="00AE1D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№39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E1D23" w:rsidRDefault="00AE1D23" w:rsidP="00AE1D2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E1D23" w:rsidRDefault="00AE1D23" w:rsidP="00AE1D2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E1D23" w:rsidRPr="00DA10B1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23F25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E1D23" w:rsidRDefault="00AE1D23" w:rsidP="00AE1D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E1D23" w:rsidRDefault="00AE1D23" w:rsidP="00AE1D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1D23" w:rsidRDefault="00AE1D23" w:rsidP="00AE1D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1D23" w:rsidRPr="00AE1D23" w:rsidRDefault="00AE1D23" w:rsidP="00AE1D2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37E7A" w:rsidRPr="00AE1D23" w:rsidRDefault="00AE1D23" w:rsidP="00AE1D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C37E7A" w:rsidRPr="00AE1D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23"/>
    <w:rsid w:val="00023F25"/>
    <w:rsid w:val="00AE1D23"/>
    <w:rsid w:val="00C3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2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E1D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1D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E1D2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2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E1D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1D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E1D2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2021-07-26T12:30:00Z</dcterms:created>
  <dcterms:modified xsi:type="dcterms:W3CDTF">2021-07-27T07:24:00Z</dcterms:modified>
</cp:coreProperties>
</file>