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C21" w:rsidRPr="00AF2E62" w:rsidRDefault="00DD4C21" w:rsidP="00DD4C21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AF2E62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DD4C21" w:rsidRPr="00AF2E62" w:rsidRDefault="00DD4C21" w:rsidP="00DD4C2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AF2E62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BBE4F30" wp14:editId="3EF0A45A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4403" name="Группа 144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440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C21" w:rsidRDefault="00DD4C21" w:rsidP="00DD4C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0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4C21" w:rsidRDefault="00DD4C21" w:rsidP="00DD4C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0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C21" w:rsidRDefault="00DD4C21" w:rsidP="00DD4C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0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4C21" w:rsidRDefault="00DD4C21" w:rsidP="00DD4C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0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C21" w:rsidRDefault="00DD4C21" w:rsidP="00DD4C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0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4C21" w:rsidRDefault="00DD4C21" w:rsidP="00DD4C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1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C21" w:rsidRDefault="00DD4C21" w:rsidP="00DD4C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1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4C21" w:rsidRDefault="00DD4C21" w:rsidP="00DD4C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1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C21" w:rsidRDefault="00DD4C21" w:rsidP="00DD4C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1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4C21" w:rsidRDefault="00DD4C21" w:rsidP="00DD4C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1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C21" w:rsidRDefault="00DD4C21" w:rsidP="00DD4C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1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4C21" w:rsidRDefault="00DD4C21" w:rsidP="00DD4C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1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C21" w:rsidRDefault="00DD4C21" w:rsidP="00DD4C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1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4C21" w:rsidRDefault="00DD4C21" w:rsidP="00DD4C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1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C21" w:rsidRDefault="00DD4C21" w:rsidP="00DD4C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1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4C21" w:rsidRDefault="00DD4C21" w:rsidP="00DD4C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2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C21" w:rsidRDefault="00DD4C21" w:rsidP="00DD4C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2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4C21" w:rsidRDefault="00DD4C21" w:rsidP="00DD4C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2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C21" w:rsidRDefault="00DD4C21" w:rsidP="00DD4C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2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4C21" w:rsidRDefault="00DD4C21" w:rsidP="00DD4C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2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C21" w:rsidRDefault="00DD4C21" w:rsidP="00DD4C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2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C21" w:rsidRDefault="00DD4C21" w:rsidP="00DD4C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2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C21" w:rsidRDefault="00DD4C21" w:rsidP="00DD4C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2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C21" w:rsidRDefault="00DD4C21" w:rsidP="00DD4C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2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C21" w:rsidRDefault="00DD4C21" w:rsidP="00DD4C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2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C21" w:rsidRDefault="00DD4C21" w:rsidP="00DD4C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3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C21" w:rsidRDefault="00DD4C21" w:rsidP="00DD4C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3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C21" w:rsidRDefault="00DD4C21" w:rsidP="00DD4C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3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C21" w:rsidRDefault="00DD4C21" w:rsidP="00DD4C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3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C21" w:rsidRDefault="00DD4C21" w:rsidP="00DD4C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2BBE4F30" id="Группа 14403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D4C21" w:rsidRDefault="00DD4C21" w:rsidP="00DD4C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D4C21" w:rsidRDefault="00DD4C21" w:rsidP="00DD4C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D4C21" w:rsidRDefault="00DD4C21" w:rsidP="00DD4C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D4C21" w:rsidRDefault="00DD4C21" w:rsidP="00DD4C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D4C21" w:rsidRDefault="00DD4C21" w:rsidP="00DD4C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D4C21" w:rsidRDefault="00DD4C21" w:rsidP="00DD4C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D4C21" w:rsidRDefault="00DD4C21" w:rsidP="00DD4C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D4C21" w:rsidRDefault="00DD4C21" w:rsidP="00DD4C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D4C21" w:rsidRDefault="00DD4C21" w:rsidP="00DD4C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D4C21" w:rsidRDefault="00DD4C21" w:rsidP="00DD4C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D4C21" w:rsidRDefault="00DD4C21" w:rsidP="00DD4C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D4C21" w:rsidRDefault="00DD4C21" w:rsidP="00DD4C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D4C21" w:rsidRDefault="00DD4C21" w:rsidP="00DD4C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D4C21" w:rsidRDefault="00DD4C21" w:rsidP="00DD4C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D4C21" w:rsidRDefault="00DD4C21" w:rsidP="00DD4C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D4C21" w:rsidRDefault="00DD4C21" w:rsidP="00DD4C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D4C21" w:rsidRDefault="00DD4C21" w:rsidP="00DD4C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D4C21" w:rsidRDefault="00DD4C21" w:rsidP="00DD4C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D4C21" w:rsidRDefault="00DD4C21" w:rsidP="00DD4C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D4C21" w:rsidRDefault="00DD4C21" w:rsidP="00DD4C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" fillcolor="black" stroked="f">
                  <v:textbox>
                    <w:txbxContent>
                      <w:p w:rsidR="00DD4C21" w:rsidRDefault="00DD4C21" w:rsidP="00DD4C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D4C21" w:rsidRDefault="00DD4C21" w:rsidP="00DD4C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D4C21" w:rsidRDefault="00DD4C21" w:rsidP="00DD4C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D4C21" w:rsidRDefault="00DD4C21" w:rsidP="00DD4C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D4C21" w:rsidRDefault="00DD4C21" w:rsidP="00DD4C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D4C21" w:rsidRDefault="00DD4C21" w:rsidP="00DD4C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D4C21" w:rsidRDefault="00DD4C21" w:rsidP="00DD4C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" fillcolor="black" stroked="f">
                  <v:textbox>
                    <w:txbxContent>
                      <w:p w:rsidR="00DD4C21" w:rsidRDefault="00DD4C21" w:rsidP="00DD4C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D4C21" w:rsidRDefault="00DD4C21" w:rsidP="00DD4C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D4C21" w:rsidRDefault="00DD4C21" w:rsidP="00DD4C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D4C21" w:rsidRPr="00AF2E62" w:rsidRDefault="00DD4C21" w:rsidP="00DD4C2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DD4C21" w:rsidRPr="00AF2E62" w:rsidRDefault="00DD4C21" w:rsidP="00DD4C2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DD4C21" w:rsidRPr="00AF2E62" w:rsidRDefault="00DD4C21" w:rsidP="00DD4C2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DD4C21" w:rsidRPr="00AF2E62" w:rsidRDefault="00DD4C21" w:rsidP="00DD4C2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DD4C21" w:rsidRPr="00AF2E62" w:rsidRDefault="00DD4C21" w:rsidP="00DD4C2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DD4C21" w:rsidRPr="00AF2E62" w:rsidRDefault="00DD4C21" w:rsidP="00DD4C2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DD4C21" w:rsidRPr="00AF2E62" w:rsidRDefault="00DD4C21" w:rsidP="00DD4C2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DD4C21" w:rsidRPr="00AF2E62" w:rsidRDefault="00DD4C21" w:rsidP="00DD4C2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DD4C21" w:rsidRPr="00AF2E62" w:rsidRDefault="00DD4C21" w:rsidP="00DD4C2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DD4C21" w:rsidRPr="00AF2E62" w:rsidRDefault="00DD4C21" w:rsidP="00DD4C2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DD4C21" w:rsidRPr="00AF2E62" w:rsidRDefault="00DD4C21" w:rsidP="00DD4C2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DD4C21" w:rsidRPr="00AF2E62" w:rsidRDefault="00DD4C21" w:rsidP="00DD4C2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DD4C21" w:rsidRPr="00AF2E62" w:rsidRDefault="00DD4C21" w:rsidP="00DD4C2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DD4C21" w:rsidRPr="00AF2E62" w:rsidRDefault="00DD4C21" w:rsidP="00DD4C2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__.06.2021 року                                            Крупець                                                 №___</w:t>
      </w:r>
    </w:p>
    <w:p w:rsidR="00DD4C21" w:rsidRPr="00AF2E62" w:rsidRDefault="00DD4C21" w:rsidP="00DD4C21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DD4C21" w:rsidRPr="00AF2E62" w:rsidRDefault="00DD4C21" w:rsidP="00DD4C21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DD4C21" w:rsidRPr="00AF2E62" w:rsidRDefault="00DD4C21" w:rsidP="00DD4C2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DD4C21" w:rsidRPr="00AF2E62" w:rsidRDefault="00DD4C21" w:rsidP="00DD4C2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DD4C21" w:rsidRPr="00AF2E62" w:rsidRDefault="00DD4C21" w:rsidP="00DD4C2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Кирилюк В.Д.</w:t>
      </w:r>
    </w:p>
    <w:p w:rsidR="00DD4C21" w:rsidRPr="00AF2E62" w:rsidRDefault="00DD4C21" w:rsidP="00DD4C2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DD4C21" w:rsidRPr="00AF2E62" w:rsidRDefault="00DD4C21" w:rsidP="00DD4C2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DD4C21" w:rsidRPr="00AF2E62" w:rsidRDefault="00DD4C21" w:rsidP="00DD4C2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до пункту 34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</w:t>
      </w:r>
      <w:r>
        <w:rPr>
          <w:rFonts w:ascii="Times New Roman" w:eastAsia="Calibri" w:hAnsi="Times New Roman" w:cs="Times New Roman"/>
          <w:sz w:val="24"/>
          <w:lang w:val="ru-RU" w:eastAsia="en-US"/>
        </w:rPr>
        <w:t>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регулювання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містобудівної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діяльності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р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>ішення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ради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15.01.2020р. №7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затвердження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Генерального плану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населеного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пункту та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зонінгу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села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Колом’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є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>,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Славутського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району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Хмельницької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області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р</w:t>
      </w:r>
      <w:r>
        <w:rPr>
          <w:rFonts w:ascii="Times New Roman" w:eastAsia="Calibri" w:hAnsi="Times New Roman" w:cs="Times New Roman"/>
          <w:sz w:val="24"/>
          <w:lang w:val="ru-RU" w:eastAsia="en-US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Кирилюк В.Д.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рада </w:t>
      </w:r>
    </w:p>
    <w:p w:rsidR="00DD4C21" w:rsidRPr="00AF2E62" w:rsidRDefault="00DD4C21" w:rsidP="00DD4C2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DD4C21" w:rsidRPr="00AF2E62" w:rsidRDefault="00DD4C21" w:rsidP="00DD4C2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D4C21" w:rsidRPr="004275CA" w:rsidRDefault="00DD4C21" w:rsidP="00DD4C2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Відмовити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Кирилюк Валентині Дмитрівні,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50340E">
        <w:rPr>
          <w:rFonts w:ascii="Times New Roman" w:eastAsia="Calibri" w:hAnsi="Times New Roman" w:cs="Times New Roman"/>
          <w:sz w:val="24"/>
          <w:lang w:eastAsia="en-US"/>
        </w:rPr>
        <w:t>_______________</w:t>
      </w:r>
      <w:bookmarkStart w:id="0" w:name="_GoBack"/>
      <w:bookmarkEnd w:id="0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>у наданні дозволу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на розробку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</w:t>
      </w:r>
      <w:r>
        <w:rPr>
          <w:rFonts w:ascii="Times New Roman" w:eastAsia="Calibri" w:hAnsi="Times New Roman" w:cs="Times New Roman"/>
          <w:sz w:val="24"/>
          <w:lang w:eastAsia="en-US"/>
        </w:rPr>
        <w:t>єнтовною площею 0,12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>00га, для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індивідуального садівництва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яка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розташована в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с.Колом’є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9337F7">
        <w:rPr>
          <w:rFonts w:ascii="Times New Roman" w:eastAsia="Calibri" w:hAnsi="Times New Roman" w:cs="Times New Roman"/>
          <w:sz w:val="24"/>
          <w:szCs w:val="24"/>
          <w:lang w:eastAsia="en-US"/>
        </w:rPr>
        <w:t>що заявлена ініціатива не відповідає містобудівній документації за функціональним призначенням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</w:t>
      </w:r>
    </w:p>
    <w:p w:rsidR="00DD4C21" w:rsidRPr="00AF2E62" w:rsidRDefault="00DD4C21" w:rsidP="00DD4C2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D4C21" w:rsidRPr="00AF2E62" w:rsidRDefault="00DD4C21" w:rsidP="00DD4C2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D4C21" w:rsidRPr="00AF2E62" w:rsidRDefault="00DD4C21" w:rsidP="00DD4C2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D4C21" w:rsidRDefault="00DD4C21" w:rsidP="00DD4C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D4C21" w:rsidRDefault="00DD4C21" w:rsidP="00DD4C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D4C21" w:rsidRDefault="00DD4C21" w:rsidP="00DD4C2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22A87" w:rsidRPr="00DD4C21" w:rsidRDefault="00DD4C21" w:rsidP="00DD4C2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lastRenderedPageBreak/>
        <w:t xml:space="preserve">Сільський   голова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Валерій   МИХАЛЮ</w:t>
      </w:r>
    </w:p>
    <w:sectPr w:rsidR="00222A87" w:rsidRPr="00DD4C2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C21"/>
    <w:rsid w:val="00222A87"/>
    <w:rsid w:val="0050340E"/>
    <w:rsid w:val="00DD4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2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C2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248</Words>
  <Characters>1414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2021-06-22T08:28:00Z</dcterms:created>
  <dcterms:modified xsi:type="dcterms:W3CDTF">2021-06-22T12:58:00Z</dcterms:modified>
</cp:coreProperties>
</file>