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91A" w:rsidRDefault="0011691A" w:rsidP="0011691A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8FEB0C8" wp14:editId="3DD0C3EB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6799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680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691A" w:rsidRDefault="0011691A" w:rsidP="00116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0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691A" w:rsidRDefault="0011691A" w:rsidP="00116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0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691A" w:rsidRDefault="0011691A" w:rsidP="00116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0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691A" w:rsidRDefault="0011691A" w:rsidP="00116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0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691A" w:rsidRDefault="0011691A" w:rsidP="00116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0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691A" w:rsidRDefault="0011691A" w:rsidP="00116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0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691A" w:rsidRDefault="0011691A" w:rsidP="00116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0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691A" w:rsidRDefault="0011691A" w:rsidP="00116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0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691A" w:rsidRDefault="0011691A" w:rsidP="00116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0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691A" w:rsidRDefault="0011691A" w:rsidP="00116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1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691A" w:rsidRDefault="0011691A" w:rsidP="00116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1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691A" w:rsidRDefault="0011691A" w:rsidP="00116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1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691A" w:rsidRDefault="0011691A" w:rsidP="00116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1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691A" w:rsidRDefault="0011691A" w:rsidP="00116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1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691A" w:rsidRDefault="0011691A" w:rsidP="00116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1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691A" w:rsidRDefault="0011691A" w:rsidP="00116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1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691A" w:rsidRDefault="0011691A" w:rsidP="00116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1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691A" w:rsidRDefault="0011691A" w:rsidP="00116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1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691A" w:rsidRDefault="0011691A" w:rsidP="00116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1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691A" w:rsidRDefault="0011691A" w:rsidP="00116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2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691A" w:rsidRDefault="0011691A" w:rsidP="00116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2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691A" w:rsidRDefault="0011691A" w:rsidP="00116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2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691A" w:rsidRDefault="0011691A" w:rsidP="00116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2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691A" w:rsidRDefault="0011691A" w:rsidP="00116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2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691A" w:rsidRDefault="0011691A" w:rsidP="00116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2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691A" w:rsidRDefault="0011691A" w:rsidP="00116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2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691A" w:rsidRDefault="0011691A" w:rsidP="00116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2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691A" w:rsidRDefault="0011691A" w:rsidP="00116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2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691A" w:rsidRDefault="0011691A" w:rsidP="00116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2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691A" w:rsidRDefault="0011691A" w:rsidP="00116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xx9r4A&#10;AADdAAAADwAAAGRycy9kb3ducmV2LnhtbERPvQrCMBDeBd8hnOCmqQpaqlFEVBwEsep+NGdbbC6l&#10;iVrf3gyC48f3v1i1phIvalxpWcFoGIEgzqwuOVdwvewGMQjnkTVWlknBhxyslt3OAhNt33ymV+pz&#10;EULYJaig8L5OpHRZQQbd0NbEgbvbxqAPsMmlbvAdwk0lx1E0lQZLDg0F1rQpKHukT6PATvaH4y0f&#10;nydbnnlen+L7rT0q1e+16zkIT63/i3/ug1YwjaOwP7wJT0Auv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Zscfa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1691A" w:rsidRDefault="0011691A" w:rsidP="00116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YQY8gA&#10;AADdAAAADwAAAGRycy9kb3ducmV2LnhtbESPQWsCMRSE74X+h/AKXkSz9rC1q1GKsNX2UNAKXh+b&#10;1822m5clibr11xuh0OMwM98w82VvW3EiHxrHCibjDARx5XTDtYL9ZzmagggRWWPrmBT8UoDl4v5u&#10;joV2Z97SaRdrkSAcClRgYuwKKUNlyGIYu444eV/OW4xJ+lpqj+cEt618zLJcWmw4LRjsaGWo+tkd&#10;rYLv8sMcVk+XVz983tJlWL6v27dcqcFD/zIDEamP/+G/9kYryKfZBG5v0hOQi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rNhBj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1691A" w:rsidRDefault="0011691A" w:rsidP="00116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zsa8EA&#10;AADdAAAADwAAAGRycy9kb3ducmV2LnhtbESP3YrCMBCF7wXfIYywN6KpCiLVKCK6iDdi9QGGZmyK&#10;zaQ0Wdt9eyMIXh7Oz8dZbTpbiSc1vnSsYDJOQBDnTpdcKLhdD6MFCB+QNVaOScE/edis+70Vptq1&#10;fKFnFgoRR9inqMCEUKdS+tyQRT92NXH07q6xGKJsCqkbbOO4reQ0SebSYsmRYLCmnaH8kf3ZCDnP&#10;8Hy6t9fDb4ct7k+Gh9uLUj+DbrsEEagL3/CnfdQK5otkCu838QnI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87Gv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1691A" w:rsidRDefault="0011691A" w:rsidP="00116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ucUMYA&#10;AADdAAAADwAAAGRycy9kb3ducmV2LnhtbESPQUsDMRSE70L/Q3gFbzZr1W1ZmxapCiJ4sC0Ub4/N&#10;6+7i5iUkz+76740geBxm5htmtRldr84UU+fZwPWsAEVce9txY+Cwf75agkqCbLH3TAa+KcFmPblY&#10;YWX9wO903kmjMoRThQZakVBpneqWHKaZD8TZO/noULKMjbYRhwx3vZ4XRakddpwXWgy0ban+3H05&#10;A2/DU3hdlHen8BFv5zo9WjluxZjL6fhwD0polP/wX/vFGiiXxQ38vslPQK9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MucU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1691A" w:rsidRDefault="0011691A" w:rsidP="00116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nRhMQA&#10;AADdAAAADwAAAGRycy9kb3ducmV2LnhtbESP32rCMBTG7we+QzjCboamc0OkGkXEyuiNtPoAh+bY&#10;FJuT0mS2e3szGOzy4/vz49vsRtuKB/W+cazgfZ6AIK6cbrhWcL1ksxUIH5A1to5JwQ952G0nLxtM&#10;tRu4oEcZahFH2KeowITQpVL6ypBFP3cdcfRurrcYouxrqXsc4rht5SJJltJiw5FgsKODoepeftsI&#10;OX/gOb8Nl+w04oDH3PDbvlDqdTru1yACjeE//Nf+0gqWq+QTft/EJyC3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Z0YT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1691A" w:rsidRDefault="0011691A" w:rsidP="00116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6hv8YA&#10;AADdAAAADwAAAGRycy9kb3ducmV2LnhtbESPQUsDMRSE70L/Q3gFbzbbYteyNi2lKojgwSqU3h6b&#10;193FzUtInt313xtB8DjMzDfMeju6Xl0ops6zgfmsAEVce9txY+Dj/elmBSoJssXeMxn4pgTbzeRq&#10;jZX1A7/R5SCNyhBOFRpoRUKldapbcphmPhBn7+yjQ8kyNtpGHDLc9XpRFKV22HFeaDHQvqX68/Dl&#10;DLwOj+HlrlyewyneLnR6sHLcizHX03F3D0polP/wX/vZGihXxRJ+3+Qno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G6hv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1691A" w:rsidRDefault="0011691A" w:rsidP="00116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yftsYA&#10;AADdAAAADwAAAGRycy9kb3ducmV2LnhtbESPUWvCMBSF34X9h3AHe5GZ6rBIZ5QphA0miDrY66W5&#10;tmXNTUmi7f79MhB8PJxzvsNZrgfbiiv50DhWMJ1kIIhLZxquFHyd9PMCRIjIBlvHpOCXAqxXD6Ml&#10;Fsb1fKDrMVYiQTgUqKCOsSukDGVNFsPEdcTJOztvMSbpK2k89gluWznLslxabDgt1NjRtqby53ix&#10;Cjb7vnrx43IzuM/z+/dca6N3Wqmnx+HtFUSkId7Dt/aHUZAvshz+36QnIF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jyft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1691A" w:rsidRDefault="0011691A" w:rsidP="00116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hgaMQA&#10;AADdAAAADwAAAGRycy9kb3ducmV2LnhtbESP3WoCMRSE7wXfIRyhd5qttLpsjSItC0W88ecBDpvT&#10;zdbNyZLEdfv2piB4OczMN8xqM9hW9ORD41jB6ywDQVw53XCt4HwqpzmIEJE1to5JwR8F2KzHoxUW&#10;2t34QP0x1iJBOBSowMTYFVKGypDFMHMdcfJ+nLcYk/S11B5vCW5bOc+yhbTYcFow2NGnoepyvFoF&#10;5W6+7y9X7Uu3Hd4svZvf/Mso9TIZth8gIg3xGX60v7WCRZ4t4f9NegJyf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IYGj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1691A" w:rsidRDefault="0011691A" w:rsidP="00116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+uX8MA&#10;AADdAAAADwAAAGRycy9kb3ducmV2LnhtbERPy2oCMRTdC/2HcAvdSM20RZHpRKlCsKAg2kK3l8md&#10;B53cDEl0xr83i0KXh/Mu1qPtxJV8aB0reJllIIhLZ1quFXx/6ecliBCRDXaOScGNAqxXD5MCc+MG&#10;PtH1HGuRQjjkqKCJsc+lDGVDFsPM9cSJq5y3GBP0tTQehxRuO/maZQtpseXU0GBP24bK3/PFKtgc&#10;h/rNT8vN6PbV7meutdEHrdTT4/jxDiLSGP/Ff+5Po2CxzNLc9CY9Ab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O+uX8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1691A" w:rsidRDefault="0011691A" w:rsidP="00116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tRgcQA&#10;AADdAAAADwAAAGRycy9kb3ducmV2LnhtbESP3WoCMRSE7wXfIRyhd5qttLJujSItC0W88ecBDpvT&#10;zdbNyZLEdfv2piB4OczMN8xqM9hW9ORD41jB6ywDQVw53XCt4HwqpzmIEJE1to5JwR8F2KzHoxUW&#10;2t34QP0x1iJBOBSowMTYFVKGypDFMHMdcfJ+nLcYk/S11B5vCW5bOc+yhbTYcFow2NGnoepyvFoF&#10;5W6+7y9X7Uu3Hd4svZvf/Mso9TIZth8gIg3xGX60v7WCRZ4t4f9NegJyf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bUY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1691A" w:rsidRDefault="0011691A" w:rsidP="00116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1057wA&#10;AADdAAAADwAAAGRycy9kb3ducmV2LnhtbERPSwrCMBDdC94hjOBO0/pDqlFEUHRp9QBDM7bFZlKb&#10;aOvtzUJw+Xj/9bYzlXhT40rLCuJxBII4s7rkXMHtehgtQTiPrLGyTAo+5GC76ffWmGjb8oXeqc9F&#10;CGGXoILC+zqR0mUFGXRjWxMH7m4bgz7AJpe6wTaEm0pOomghDZYcGgqsaV9Q9khfRsHs0x6f6fwR&#10;HbSh+Dytz+yzuVLDQbdbgfDU+b/45z5pBYtlHPaHN+EJyM0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5vXTn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1691A" w:rsidRDefault="0011691A" w:rsidP="00116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2PIYMUA&#10;AADdAAAADwAAAGRycy9kb3ducmV2LnhtbESPS2vDMBCE74X8B7GF3hrZOZjUiRJCQ0LpqXEe58Xa&#10;2CbWyljy699XhUCPw8x8w6y3o6lFT62rLCuI5xEI4tzqigsFl/PhfQnCeWSNtWVSMJGD7Wb2ssZU&#10;24FP1Ge+EAHCLkUFpfdNKqXLSzLo5rYhDt7dtgZ9kG0hdYtDgJtaLqIokQYrDgslNvRZUv7IOqOg&#10;S26LC9+/9U+2n44f+8POyWuh1NvruFuB8DT6//Cz/aUVJMs4hr834Qn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Y8hg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1691A" w:rsidRDefault="0011691A" w:rsidP="00116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IpEMgA&#10;AADdAAAADwAAAGRycy9kb3ducmV2LnhtbESPT2vCQBTE7wW/w/IK3pqNfwgxdRVbKGgPFa0evL1m&#10;X5No9m2aXTX99m5B6HGYmd8w03lnanGh1lWWFQyiGARxbnXFhYLd59tTCsJ5ZI21ZVLwSw7ms97D&#10;FDNtr7yhy9YXIkDYZaig9L7JpHR5SQZdZBvi4H3b1qAPsi2kbvEa4KaWwzhOpMGKw0KJDb2WlJ+2&#10;Z6Ngv06TyfplNT6+f3zhyOifg64SpfqP3eIZhKfO/4fv7aVWkKSDIfy9CU9Azm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fEikQ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1691A" w:rsidRDefault="0011691A" w:rsidP="00116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ZOeMUA&#10;AADdAAAADwAAAGRycy9kb3ducmV2LnhtbESPS4vCQBCE7wv+h6EFb+tEXUKIjuIDXdmTL/DaZNok&#10;mOkJmVHj/vodYcFjUVVfUZNZaypxp8aVlhUM+hEI4szqknMFp+P6MwHhPLLGyjIpeJKD2bTzMcFU&#10;2wfv6X7wuQgQdikqKLyvUyldVpBB17c1cfAutjHog2xyqRt8BLip5DCKYmmw5LBQYE3LgrLr4WYU&#10;/MZn3Lnv4WI10p6eX8nG/uw2SvW67XwMwlPr3+H/9lYriJPBCF5vwhOQ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Jk54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1691A" w:rsidRDefault="0011691A" w:rsidP="00116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eFtMQA&#10;AADdAAAADwAAAGRycy9kb3ducmV2LnhtbESP0YrCMBRE34X9h3CFfdNUqaLVKIu44Jtr9QMuzTUt&#10;Nje1iVr9erOwsI/DzJxhluvO1uJOra8cKxgNExDEhdMVGwWn4/dgBsIHZI21Y1LwJA/r1UdviZl2&#10;Dz7QPQ9GRAj7DBWUITSZlL4oyaIfuoY4emfXWgxRtkbqFh8Rbms5TpKptFhxXCixoU1JxSW/WQVX&#10;N57oLt/i/rKd/1TGpNfXIVXqs999LUAE6sJ/+K+90wqms1EKv2/iE5Cr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XhbT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1691A" w:rsidRDefault="0011691A" w:rsidP="00116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qqR8UA&#10;AADdAAAADwAAAGRycy9kb3ducmV2LnhtbESPzW7CMBCE70h9B2srcQMHEGmaYhBFQuLKz6HHrb0k&#10;aeN1GrsQeHqMhMRxNDPfaGaLztbiRK2vHCsYDRMQxNqZigsFh/16kIHwAdlg7ZgUXMjDYv7Sm2Fu&#10;3Jm3dNqFQkQI+xwVlCE0uZRel2TRD11DHL2jay2GKNtCmhbPEW5rOU6SVFqsOC6U2NCqJP27+7cK&#10;NtU3TVN9fLfZp95+Xf/C5O3HKNV/7ZYfIAJ14Rl+tDdGQZqNpnB/E5+A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eqpH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1691A" w:rsidRDefault="0011691A" w:rsidP="00116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HHxMEA&#10;AADdAAAADwAAAGRycy9kb3ducmV2LnhtbERPW2vCMBR+F/wP4Qh701QfiqtGmYKgbApe2F4PzVlT&#10;bE5KE2v994sw8PG7882Xna1ES40vHSsYjxIQxLnTJRcKLufNcArCB2SNlWNS8CAPy0W/N8dMuzsf&#10;qT2FQsQS9hkqMCHUmZQ+N2TRj1xNHLVf11gMETaF1A3eY7mt5CRJUmmx5LhgsKa1ofx6ulkFLR4e&#10;yY9Z7d935Vc+Oay+P3Xk1dug+5iBCNSFl/k/vdUK0uk4heeb+ATk4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Whx8TBAAAA3Q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1691A" w:rsidRDefault="0011691A" w:rsidP="00116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bcP8UA&#10;AADdAAAADwAAAGRycy9kb3ducmV2LnhtbESPwU7DMBBE70j9B2srcaNOcyhVqFuhSq04QuDQ4xJv&#10;45R4N7JNE/h6jITEcTQzbzSb3eR7daUQO2EDy0UBirgR23Fr4O31cLcGFROyxV6YDHxRhN12drPB&#10;ysrIL3StU6syhGOFBlxKQ6V1bBx5jAsZiLN3luAxZRlabQOOGe57XRbFSnvsOC84HGjvqPmoP72B&#10;8di8X8rzybrvMMihfpZL2Ysxt/Pp8QFUoin9h//aT9bAar28h983+Qno7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1tw/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1691A" w:rsidRDefault="0011691A" w:rsidP="00116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IO6sMA&#10;AADdAAAADwAAAGRycy9kb3ducmV2LnhtbERPyW7CMBC9V+IfrEHqrThwoFHAIFapqlqhsNyHeEgC&#10;9jiKXUj/vj5U4vj09um8s0bcqfW1YwXDQQKCuHC65lLB8bB9S0H4gKzROCYFv+RhPuu9TDHT7sE5&#10;3fehFDGEfYYKqhCaTEpfVGTRD1xDHLmLay2GCNtS6hYfMdwaOUqSsbRYc2yosKFVRcVt/2MVbHdr&#10;cx1954uTDKvN+9mkn8v1l1Kv/W4xARGoC0/xv/tDKxinwzg3volPQM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CIO6s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1691A" w:rsidRDefault="0011691A" w:rsidP="00116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lmyMcA&#10;AADdAAAADwAAAGRycy9kb3ducmV2LnhtbESPQWvCQBSE74L/YXlCL1I3WippzEZEEC1UsCr0+sw+&#10;k2D2bchuY/rvu4WCx2FmvmHSZW9q0VHrKssKppMIBHFudcWFgvNp8xyDcB5ZY22ZFPyQg2U2HKSY&#10;aHvnT+qOvhABwi5BBaX3TSKly0sy6Ca2IQ7e1bYGfZBtIXWL9wA3tZxF0VwarDgslNjQuqT8dvw2&#10;CrrDx6XYda55v8Vj9/py2W73+kupp1G/WoDw1PtH+L+90wrm8fQN/t6EJyC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LJZsj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1691A" w:rsidRDefault="0011691A" w:rsidP="00116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55IcQA&#10;AADdAAAADwAAAGRycy9kb3ducmV2LnhtbERPy2rCQBTdF/yH4Rbc1UmDlTQ6ihaEbgq+FnV3zVyT&#10;YOZOOjNq6tc7C8Hl4bwns8404kLO15YVvA8SEMSF1TWXCnbb5VsGwgdkjY1lUvBPHmbT3ssEc22v&#10;vKbLJpQihrDPUUEVQptL6YuKDPqBbYkjd7TOYIjQlVI7vMZw08g0SUbSYM2xocKWvioqTpuzUbD4&#10;zBZ/qyH/3NaHPe1/D6eP1CVK9V+7+RhEoC48xQ/3t1YwytK4P76JT0B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+eSHEAAAA3QAAAA8AAAAAAAAAAAAAAAAAmAIAAGRycy9k&#10;b3ducmV2LnhtbFBLBQYAAAAABAAEAPUAAACJAwAAAAA=&#10;" fillcolor="black" stroked="f">
                  <v:textbox>
                    <w:txbxContent>
                      <w:p w:rsidR="0011691A" w:rsidRDefault="0011691A" w:rsidP="00116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sftMcA&#10;AADdAAAADwAAAGRycy9kb3ducmV2LnhtbESPQWvCQBSE74X+h+UVvNWNAUOIrqJtBaH2oPXg8Zl9&#10;Jkuyb0N2q2l/fbcg9DjMzDfMfDnYVlyp98axgsk4AUFcOm24UnD83DznIHxA1tg6JgXf5GG5eHyY&#10;Y6Hdjfd0PYRKRAj7AhXUIXSFlL6syaIfu444ehfXWwxR9pXUPd4i3LYyTZJMWjQcF2rs6KWmsjl8&#10;WQWn98zke0PpefezftO7abP+eG2UGj0NqxmIQEP4D9/bW60gy9MJ/L2JT0A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JbH7T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1691A" w:rsidRDefault="0011691A" w:rsidP="00116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y/dsUA&#10;AADdAAAADwAAAGRycy9kb3ducmV2LnhtbESPQWsCMRSE7wX/Q3iCt5p1D7KsRhGltJcetBWvj83r&#10;ZrublzWJuvrrm0Khx2FmvmGW68F24ko+NI4VzKYZCOLK6YZrBZ8fL88FiBCRNXaOScGdAqxXo6cl&#10;ltrdeE/XQ6xFgnAoUYGJsS+lDJUhi2HqeuLkfTlvMSbpa6k93hLcdjLPsrm02HBaMNjT1lDVHi5W&#10;gd+cdu2DL8c2e7zfw+v3cC7QKDUZD5sFiEhD/A//td+0gnmR5/D7Jj0B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bL92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1691A" w:rsidRDefault="0011691A" w:rsidP="00116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S/X8YA&#10;AADdAAAADwAAAGRycy9kb3ducmV2LnhtbESP3WrCQBSE7wt9h+UUelN0Ywr+RFeRQqFQKfjzAMfs&#10;MQnung3ZU419+m6h4OUwM98wi1XvnbpQF5vABkbDDBRxGWzDlYHD/n0wBRUF2aILTAZuFGG1fHxY&#10;YGHDlbd02UmlEoRjgQZqkbbQOpY1eYzD0BIn7xQ6j5JkV2nb4TXBvdN5lo21x4bTQo0tvdVUnnff&#10;3oDLj272OYkbuR30Jvvxsn35ssY8P/XrOSihXu7h//aHNTCe5q/w9y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HS/X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1691A" w:rsidRDefault="0011691A" w:rsidP="00116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Eob8UA&#10;AADdAAAADwAAAGRycy9kb3ducmV2LnhtbESPQWsCMRSE74X+h/AKvdVslyKyNYpWhL14cGvx+tw8&#10;N4vJy7JJdeuvN4LQ4zAz3zDT+eCsOFMfWs8K3kcZCOLa65YbBbvv9dsERIjIGq1nUvBHAeaz56cp&#10;FtpfeEvnKjYiQTgUqMDE2BVShtqQwzDyHXHyjr53GJPsG6l7vCS4szLPsrF02HJaMNjRl6H6VP06&#10;Bauqs/muNMuw/9kcDra8rmm/Uur1ZVh8gog0xP/wo11qBeNJ/gH3N+kJy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EShvxQAAAN0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1691A" w:rsidRDefault="0011691A" w:rsidP="00116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rCRcQA&#10;AADdAAAADwAAAGRycy9kb3ducmV2LnhtbESPQWsCMRSE7wX/Q3iCt5oodCurUUQUBE+1evD2SJ67&#10;q5uXZZO66783hUKPw8x8wyxWvavFg9pQedYwGSsQxMbbigsNp+/d+wxEiMgWa8+k4UkBVsvB2wJz&#10;6zv+oscxFiJBOOSooYyxyaUMpiSHYewb4uRdfeswJtkW0rbYJbir5VSpTDqsOC2U2NCmJHM//jgN&#10;t508eKPQnE/nbm8/L9uMaqX1aNiv5yAi9fE//NfeWw3ZbPoBv2/SE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KwkX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1691A" w:rsidRDefault="0011691A" w:rsidP="00116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H+HMYA&#10;AADdAAAADwAAAGRycy9kb3ducmV2LnhtbESPT2vCQBTE7wW/w/IEb3XTCCGkrmIFobT04B/E42v2&#10;mYRk34bdVdNv3xUEj8PM/IaZLwfTiSs531hW8DZNQBCXVjdcKTjsN685CB+QNXaWScEfeVguRi9z&#10;LLS98Zauu1CJCGFfoII6hL6Q0pc1GfRT2xNH72ydwRClq6R2eItw08k0STJpsOG4UGNP65rKdncx&#10;Ck6Xbz7/zL5W7iMc7bD3bfqbt0pNxsPqHUSgITzDj/anVpDlaQb3N/EJyM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wH+HM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1691A" w:rsidRDefault="0011691A" w:rsidP="00116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fhVccA&#10;AADdAAAADwAAAGRycy9kb3ducmV2LnhtbESPQWvCQBSE70L/w/KE3nRjaG2aukotCL0Ianuot2f2&#10;NQlm36a7q0Z/vSsIPQ4z8w0zmXWmEUdyvrasYDRMQBAXVtdcKvj+WgwyED4ga2wsk4IzeZhNH3oT&#10;zLU98ZqOm1CKCGGfo4IqhDaX0hcVGfRD2xJH79c6gyFKV0rt8BThppFpkoylwZrjQoUtfVRU7DcH&#10;o2D+ms3/Vk+8vKx3W9r+7PbPqUuUeux3728gAnXhP3xvf2oF4yx9gdub+ATk9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LX4VXHAAAA3QAAAA8AAAAAAAAAAAAAAAAAmAIAAGRy&#10;cy9kb3ducmV2LnhtbFBLBQYAAAAABAAEAPUAAACMAwAAAAA=&#10;" fillcolor="black" stroked="f">
                  <v:textbox>
                    <w:txbxContent>
                      <w:p w:rsidR="0011691A" w:rsidRDefault="0011691A" w:rsidP="00116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SPJsIA&#10;AADdAAAADwAAAGRycy9kb3ducmV2LnhtbERPz2vCMBS+C/sfwhvsZlMdiFSjFGFs7FSdY9dn82yK&#10;zUtJstj998thsOPH93u7n+wgEvnQO1awKEoQxK3TPXcKzh8v8zWIEJE1Do5JwQ8F2O8eZlustLvz&#10;kdIpdiKHcKhQgYlxrKQMrSGLoXAjceauzluMGfpOao/3HG4HuSzLlbTYc24wONLBUHs7fVsF6XJo&#10;6uf0lczx3dedd83r56VR6ulxqjcgIk3xX/znftMKVutlnpvf5Ccgd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NI8m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1691A" w:rsidRDefault="0011691A" w:rsidP="00116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/KT8YA&#10;AADdAAAADwAAAGRycy9kb3ducmV2LnhtbESPQWvCQBSE7wX/w/KE3upGD0Gjq4jY0vZijYIeH9ln&#10;Nph9G7LbmPbXd4WCx2FmvmEWq97WoqPWV44VjEcJCOLC6YpLBcfD68sUhA/IGmvHpOCHPKyWg6cF&#10;ZtrdeE9dHkoRIewzVGBCaDIpfWHIoh+5hjh6F9daDFG2pdQt3iLc1nKSJKm0WHFcMNjQxlBxzb+t&#10;Aj/ebE+f9nfWnd8M7/IPk36VRqnnYb+egwjUh0f4v/2uFaTTyQzub+ITk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v/KT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1691A" w:rsidRDefault="0011691A" w:rsidP="00116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1691A" w:rsidRDefault="0011691A" w:rsidP="0011691A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11691A" w:rsidRDefault="0011691A" w:rsidP="001169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1691A" w:rsidRDefault="0011691A" w:rsidP="001169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1691A" w:rsidRDefault="0011691A" w:rsidP="001169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1691A" w:rsidRDefault="0011691A" w:rsidP="0011691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1691A" w:rsidRDefault="0011691A" w:rsidP="001169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1691A" w:rsidRDefault="0011691A" w:rsidP="001169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1691A" w:rsidRDefault="0011691A" w:rsidP="001169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1691A" w:rsidRDefault="0011691A" w:rsidP="001169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11691A" w:rsidRDefault="0011691A" w:rsidP="001169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1691A" w:rsidRDefault="0011691A" w:rsidP="001169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11691A" w:rsidRDefault="0011691A" w:rsidP="0011691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1691A" w:rsidRDefault="0011691A" w:rsidP="0011691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№21</w:t>
      </w:r>
    </w:p>
    <w:p w:rsidR="0011691A" w:rsidRPr="002B6B2E" w:rsidRDefault="0011691A" w:rsidP="0011691A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</w:p>
    <w:p w:rsidR="0011691A" w:rsidRPr="003937A2" w:rsidRDefault="0011691A" w:rsidP="0011691A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11691A" w:rsidRPr="003937A2" w:rsidRDefault="0011691A" w:rsidP="0011691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11691A" w:rsidRPr="003937A2" w:rsidRDefault="0011691A" w:rsidP="0011691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11691A" w:rsidRPr="003937A2" w:rsidRDefault="0011691A" w:rsidP="0011691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зі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зміною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цільового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призначення</w:t>
      </w:r>
      <w:proofErr w:type="spellEnd"/>
    </w:p>
    <w:p w:rsidR="0011691A" w:rsidRPr="003937A2" w:rsidRDefault="0011691A" w:rsidP="0011691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Шуст Т.В.</w:t>
      </w:r>
    </w:p>
    <w:p w:rsidR="0011691A" w:rsidRPr="003937A2" w:rsidRDefault="0011691A" w:rsidP="0011691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1691A" w:rsidRPr="003937A2" w:rsidRDefault="0011691A" w:rsidP="0011691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до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</w:t>
      </w:r>
      <w:r>
        <w:rPr>
          <w:rFonts w:ascii="Times New Roman" w:eastAsia="Calibri" w:hAnsi="Times New Roman" w:cs="Times New Roman"/>
          <w:sz w:val="24"/>
        </w:rPr>
        <w:t>ні</w:t>
      </w:r>
      <w:proofErr w:type="spellEnd"/>
      <w:r>
        <w:rPr>
          <w:rFonts w:ascii="Times New Roman" w:eastAsia="Calibri" w:hAnsi="Times New Roman" w:cs="Times New Roman"/>
          <w:sz w:val="24"/>
        </w:rPr>
        <w:t>», статей 12, 20,186</w:t>
      </w:r>
      <w:r w:rsidRPr="003937A2">
        <w:rPr>
          <w:rFonts w:ascii="Times New Roman" w:eastAsia="Calibri" w:hAnsi="Times New Roman" w:cs="Times New Roman"/>
          <w:sz w:val="24"/>
        </w:rPr>
        <w:t xml:space="preserve"> Земельного кодексу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»,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</w:t>
      </w:r>
      <w:r>
        <w:rPr>
          <w:rFonts w:ascii="Times New Roman" w:eastAsia="Calibri" w:hAnsi="Times New Roman" w:cs="Times New Roman"/>
          <w:sz w:val="24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Шуст Т.В.</w:t>
      </w:r>
      <w:r w:rsidRPr="003937A2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рада </w:t>
      </w:r>
    </w:p>
    <w:p w:rsidR="0011691A" w:rsidRPr="00401D45" w:rsidRDefault="0011691A" w:rsidP="0011691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>ВИРІШИЛА:</w:t>
      </w:r>
    </w:p>
    <w:p w:rsidR="0011691A" w:rsidRPr="003937A2" w:rsidRDefault="0011691A" w:rsidP="0011691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1</w:t>
      </w:r>
      <w:r w:rsidRPr="003937A2">
        <w:rPr>
          <w:rFonts w:ascii="Times New Roman" w:eastAsia="Calibri" w:hAnsi="Times New Roman" w:cs="Times New Roman"/>
          <w:color w:val="000000" w:themeColor="text1"/>
          <w:sz w:val="24"/>
        </w:rPr>
        <w:t>.</w:t>
      </w:r>
      <w:r w:rsidRPr="003937A2">
        <w:rPr>
          <w:rFonts w:ascii="Times New Roman" w:eastAsia="Calibri" w:hAnsi="Times New Roman" w:cs="Times New Roman"/>
          <w:sz w:val="24"/>
        </w:rPr>
        <w:t>Надати</w:t>
      </w:r>
      <w:r>
        <w:rPr>
          <w:rFonts w:ascii="Times New Roman" w:eastAsia="Calibri" w:hAnsi="Times New Roman" w:cs="Times New Roman"/>
          <w:sz w:val="24"/>
        </w:rPr>
        <w:t xml:space="preserve"> Шуст </w:t>
      </w:r>
      <w:proofErr w:type="spellStart"/>
      <w:r>
        <w:rPr>
          <w:rFonts w:ascii="Times New Roman" w:eastAsia="Calibri" w:hAnsi="Times New Roman" w:cs="Times New Roman"/>
          <w:sz w:val="24"/>
        </w:rPr>
        <w:t>Тетяні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Володимирівні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 яка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CC397E">
        <w:rPr>
          <w:rFonts w:ascii="Times New Roman" w:eastAsia="Calibri" w:hAnsi="Times New Roman" w:cs="Times New Roman"/>
          <w:sz w:val="24"/>
          <w:lang w:val="uk-UA"/>
        </w:rPr>
        <w:t>____________</w:t>
      </w:r>
      <w:bookmarkStart w:id="0" w:name="_GoBack"/>
      <w:bookmarkEnd w:id="0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зміною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цільового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призначення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</w:t>
      </w:r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16.00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Землі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запасу (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земельні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кожної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категорії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земель,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які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надані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власність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або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користування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громадянам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чи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юридичним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особам) </w:t>
      </w:r>
      <w:r w:rsidRPr="003937A2">
        <w:rPr>
          <w:rFonts w:ascii="Times New Roman" w:eastAsia="Calibri" w:hAnsi="Times New Roman" w:cs="Times New Roman"/>
          <w:sz w:val="24"/>
        </w:rPr>
        <w:t xml:space="preserve">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особистого</w:t>
      </w:r>
      <w:proofErr w:type="spellEnd"/>
      <w:proofErr w:type="gram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селянського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господарства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0,3000</w:t>
      </w:r>
      <w:r w:rsidRPr="003937A2">
        <w:rPr>
          <w:rFonts w:ascii="Times New Roman" w:eastAsia="Calibri" w:hAnsi="Times New Roman" w:cs="Times New Roman"/>
          <w:sz w:val="24"/>
        </w:rPr>
        <w:t xml:space="preserve"> га,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яка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>Хмельницька</w:t>
      </w:r>
      <w:proofErr w:type="spellEnd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Шепетівський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район</w:t>
      </w:r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Крупецька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рада за межами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.Д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ідова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Гора</w:t>
      </w:r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11691A" w:rsidRPr="003937A2" w:rsidRDefault="0011691A" w:rsidP="0011691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2. </w:t>
      </w:r>
      <w:r>
        <w:rPr>
          <w:rFonts w:ascii="Times New Roman" w:eastAsia="Calibri" w:hAnsi="Times New Roman" w:cs="Times New Roman"/>
          <w:sz w:val="24"/>
        </w:rPr>
        <w:t>Шуст Т.В.</w:t>
      </w:r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зміною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цільового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призначення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ради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>.</w:t>
      </w:r>
    </w:p>
    <w:p w:rsidR="0011691A" w:rsidRPr="003937A2" w:rsidRDefault="0011691A" w:rsidP="0011691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11691A" w:rsidRPr="003937A2" w:rsidRDefault="0011691A" w:rsidP="0011691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11691A" w:rsidRPr="003937A2" w:rsidRDefault="0011691A" w:rsidP="0011691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1691A" w:rsidRPr="003937A2" w:rsidRDefault="0011691A" w:rsidP="0011691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1691A" w:rsidRPr="00401D45" w:rsidRDefault="0011691A" w:rsidP="0011691A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3937A2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3937A2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3937A2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3937A2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BF6BE8" w:rsidRDefault="00BF6BE8"/>
    <w:sectPr w:rsidR="00BF6BE8" w:rsidSect="0011691A">
      <w:pgSz w:w="12240" w:h="15840"/>
      <w:pgMar w:top="1440" w:right="1440" w:bottom="426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91A"/>
    <w:rsid w:val="0011691A"/>
    <w:rsid w:val="00BF6BE8"/>
    <w:rsid w:val="00CC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91A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11691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1691A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11691A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91A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11691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1691A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11691A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4</TotalTime>
  <Pages>1</Pages>
  <Words>275</Words>
  <Characters>1569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2021-09-13T07:42:00Z</dcterms:created>
  <dcterms:modified xsi:type="dcterms:W3CDTF">2021-09-13T13:07:00Z</dcterms:modified>
</cp:coreProperties>
</file>