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FF" w:rsidRPr="00B623A8" w:rsidRDefault="00FF0F39" w:rsidP="002534F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+/v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urPDw8U9&#10;tPSv//vf/ue//a9//b/43/85dF3bkpx+/vL5Lcj/+PjlL1/+/Bgmix//dLr870/49fnL39P//xyI&#10;Dx9//s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4epoub6HS6/PrAXif8dLggD3LjnYVfTk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JdeT7++dwAAQFkEAA4AAAAAAAAAAAAAAAAALgIA&#10;AGRycy9lMm9Eb2MueG1sUEsBAi0AFAAGAAgAAAAhALIdTJvgAAAACgEAAA8AAAAAAAAAAAAAAAAA&#10;GHoAAGRycy9kb3ducmV2LnhtbFBLBQYAAAAABAAEAPMAAAAl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tT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OJ7C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Vt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M2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o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8M2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w0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I10s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8N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6M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Cb3C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KA6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BOs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bDyV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2w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xAc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Ad3z7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Gx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Ln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hP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3L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0QcQA&#10;AADdAAAADwAAAGRycy9kb3ducmV2LnhtbESPUWvCMBSF34X9h3AHe9O00ol0RpGNwpC9qPsBl+ba&#10;VJubksTa/ftFEHw8nHO+w1ltRtuJgXxoHSvIZxkI4trplhsFv8dqugQRIrLGzjEp+KMAm/XLZIWl&#10;djfe03CIjUgQDiUqMDH2pZShNmQxzFxPnLyT8xZjkr6R2uMtwW0n51m2kBZbTgsGe/o0VF8OV6ug&#10;2s1/hstV+8ptx8LSuzkvv4xSb6/j9gNEpDE+w4/2t1ZQ5EUO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E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wc8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AdT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Pw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Pr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Z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D6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N/8IA&#10;AADdAAAADwAAAGRycy9kb3ducmV2LnhtbESP0YrCMBRE3xf8h3CFfVvT7laRaiqyoOij1Q+4NNe2&#10;tLmpTbT1783Cgo/DzJlh1pvRtOJBvastK4hnEQjiwuqaSwWX8+5rCcJ5ZI2tZVLwJAebbPKxxlTb&#10;gU/0yH0pQgm7FBVU3neplK6oyKCb2Y44eFfbG/RB9qXUPQ6h3LTyO4oW0mDNYaHCjn4rKpr8bhQk&#10;z2F/y+dNtNOG4uNPd2RfzJX6nI7bFQhPo3+H/+mDDlycJPD3JjwB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43/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eM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tP5G/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F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QCMcA&#10;AADdAAAADwAAAGRycy9kb3ducmV2LnhtbESPT2vCQBTE70K/w/IK3nRjG4KmrtIWCupB8d/B22v2&#10;NUmbfZtmV43f3hUEj8PM/IYZT1tTiRM1rrSsYNCPQBBnVpecK9htv3pDEM4ja6wsk4ILOZhOnjpj&#10;TLU985pOG5+LAGGXooLC+zqV0mUFGXR9WxMH78c2Bn2QTS51g+cAN5V8iaJEGiw5LBRY02dB2d/m&#10;aBTsV8NktPqYx7+L5Te+Gv1/0GWiVPe5fX8D4an1j/C9PdMK4kGc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U0A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3YM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DG6Qv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C3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wqsIA&#10;AADdAAAADwAAAGRycy9kb3ducmV2LnhtbERP3WrCMBS+H/gO4QjezbTSDVeNIkPBu83qAxyas7TY&#10;nLRN1tY9/XIx2OXH97/dT7YRA/W+dqwgXSYgiEunazYKbtfT8xqED8gaG8ek4EEe9rvZ0xZz7Ua+&#10;0FAEI2II+xwVVCG0uZS+rMiiX7qWOHJfrrcYIuyN1D2OMdw2cpUkr9JizbGhwpbeKyrvxbdV0LnV&#10;i56KI37cj2+ftTFZ93PJlFrMp8MGRKAp/Iv/3GetIEuz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3C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fWc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xGkw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pf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T7cYA&#10;AADdAAAADwAAAGRycy9kb3ducmV2LnhtbESPQWvCQBCF7wX/wzJCb7pRWmlTV9FCwaIVakt7HbLT&#10;bDA7G7JrjP/eOQg9zsyb9943X/a+Vh21sQpsYDLOQBEXwVZcGvj+ehs9gYoJ2WIdmAxcKMJyMbib&#10;Y27DmT+pO6RSiQnHHA24lJpc61g48hjHoSGW219oPSYZ21LbFs9i7ms9zbKZ9lixJDhs6NVRcTyc&#10;vIEO95fs160/nt+rXTHdr3+2VvbmftivXkAl6tO/+Pa9sQYeJo/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T7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IFsQA&#10;AADdAAAADwAAAGRycy9kb3ducmV2LnhtbESPQUvDQBSE74L/YXmCN7tJqCKx2yJCS48aPXh8Zl+z&#10;qdn3wu62if56VxA8DjPzDbPazH5QZwqxFzZQLgpQxK3YnjsDb6/bm3tQMSFbHITJwBdF2KwvL1ZY&#10;W5n4hc5N6lSGcKzRgEtprLWOrSOPcSEjcfYOEjymLEOnbcApw/2gq6K40x57zgsOR3py1H42J29g&#10;2rUfx+rwbt13GGXbPMuxGsSY66v58QFUojn9h//ae2tgWd6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iB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Qx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9F5T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uUM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45MYA&#10;AADdAAAADwAAAGRycy9kb3ducmV2LnhtbESP3YrCMBSE7wXfIRzBG1lT/xapRhFBdGEFdRe8PTbH&#10;tticlCbW+vabBcHLYWa+YebLxhSipsrllhUM+hEI4sTqnFMFvz+bjykI55E1FpZJwZMcLBft1hxj&#10;bR98pPrkUxEg7GJUkHlfxlK6JCODrm9L4uBdbWXQB1mlUlf4CHBTyGEUfUqDOYeFDEtaZ5TcTnej&#10;oD58X9Jd7cqv27TnJqPLdrvXZ6W6nWY1A+Gp8e/wq73TCsaDyQj+34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45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cWccA&#10;AADdAAAADwAAAGRycy9kb3ducmV2LnhtbESPQWsCMRSE74X+h/AKvdWssoquRtFCoZeC2h709tw8&#10;dxc3L2uS6uqvN4LgcZiZb5jJrDW1OJHzlWUF3U4Cgji3uuJCwd/v18cQhA/IGmvLpOBCHmbT15cJ&#10;ZtqeeUWndShEhLDPUEEZQpNJ6fOSDPqObYijt7fOYIjSFVI7PEe4qWUvSQbSYMVxocSGPkvKD+t/&#10;o2AxGi6Oy5R/rqvdlrab3aHfc4lS72/tfAwiUBue4Uf7WytIu/0U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N3FnHAAAA3QAAAA8AAAAAAAAAAAAAAAAAmAIAAGRy&#10;cy9kb3ducmV2LnhtbFBLBQYAAAAABAAEAPUAAACMAwAAAAA=&#10;" fillcolor="black" stroked="f"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zMcA&#10;AADdAAAADwAAAGRycy9kb3ducmV2LnhtbESPT2vCQBTE74V+h+UVvNWN0ohEV9H+gYJ60Hrw+Mw+&#10;kyXZtyG7avTTd4VCj8PM/IaZzjtbiwu13jhWMOgnIIhzpw0XCvY/X69jED4ga6wdk4IbeZjPnp+m&#10;mGl35S1ddqEQEcI+QwVlCE0mpc9Lsuj7riGO3sm1FkOUbSF1i9cIt7UcJslIWjQcF0ps6L2kvNqd&#10;rYLDamTGW0PD4/q+/NTrtFpuPiqlei/dYgIiUBf+w3/tb63gbZCm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ous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aDsYA&#10;AADdAAAADwAAAGRycy9kb3ducmV2LnhtbESPT2sCMRTE74LfITyht5pVWpGtUUQRe+mh/qHXx+Z1&#10;s93Ny5pEXf30TaHgcZiZ3zCzRWcbcSEfKscKRsMMBHHhdMWlgsN+8zwFESKyxsYxKbhRgMW835th&#10;rt2VP+myi6VIEA45KjAxtrmUoTBkMQxdS5y8b+ctxiR9KbXHa4LbRo6zbCItVpwWDLa0MlTUu7NV&#10;4Jdf6/rO52Od3T9uYfvTnaZolHoadMs3EJG6+Aj/t9+1gpfR6wT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a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aJ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x8xT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caJ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BEcIA&#10;AADdAAAADwAAAGRycy9kb3ducmV2LnhtbERPz2vCMBS+D/wfwhO8zVRxQzqjTEXoxcOq4vXZvDVl&#10;yUtpolb/+uUw2PHj+71Y9c6KG3Wh8axgMs5AEFdeN1wrOB52r3MQISJrtJ5JwYMCrJaDlwXm2t/5&#10;i25lrEUK4ZCjAhNjm0sZKkMOw9i3xIn79p3DmGBXS93hPYU7K6dZ9i4dNpwaDLa0MVT9lFenYFu2&#10;dnoszDqcT/vLxRbPHZ23So2G/ecHiEh9/Bf/uQutYDZ5S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IER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rO8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8DydLe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2s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NcIA&#10;AADdAAAADwAAAGRycy9kb3ducmV2LnhtbERPTYvCMBC9C/sfwgjeNNUVka5RXEFYXDxYRfY4NmNb&#10;2kxKErX7781B8Ph434tVZxpxJ+crywrGowQEcW51xYWC03E7nIPwAVljY5kU/JOH1fKjt8BU2wcf&#10;6J6FQsQQ9ikqKENoUyl9XpJBP7ItceSu1hkMEbpCaoePGG4aOUmSmTRYcWwosaVNSXmd3YyCv9sv&#10;X/efu7X7DmfbHX09ucxrpQb9bv0FIlAX3uKX+0crmI5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Ko1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1fM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kA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WtXzHAAAA3QAAAA8AAAAAAAAAAAAAAAAAmAIAAGRy&#10;cy9kb3ducmV2LnhtbFBLBQYAAAAABAAEAPUAAACMAwAAAAA=&#10;" fillcolor="black" stroked="f"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RCsUA&#10;AADdAAAADwAAAGRycy9kb3ducmV2LnhtbESPzWrDMBCE74W8g9hCb42ctITgRAkmEFp6cn5Krxtr&#10;Y5laKyOpivv2VaHQ4zAz3zDr7Wh7kciHzrGC2bQAQdw43XGr4HzaPy5BhIissXdMCr4pwHYzuVtj&#10;qd2ND5SOsRUZwqFEBSbGoZQyNIYshqkbiLN3dd5izNK3Unu8Zbjt5bwoFtJix3nB4EA7Q83n8csq&#10;SJddXT2l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NE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Y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4T7M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zlG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534FF" w:rsidRDefault="002534FF" w:rsidP="002534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34FF" w:rsidRDefault="002534FF" w:rsidP="002534F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34FF" w:rsidRDefault="002534FF" w:rsidP="002534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34FF" w:rsidRDefault="002534FF" w:rsidP="002534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34FF" w:rsidRPr="00167AAC" w:rsidRDefault="002534FF" w:rsidP="002534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№109</w:t>
      </w:r>
    </w:p>
    <w:p w:rsidR="002534FF" w:rsidRDefault="002534FF" w:rsidP="002534FF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D02183">
        <w:rPr>
          <w:rFonts w:ascii="Times New Roman" w:hAnsi="Times New Roman"/>
          <w:b/>
          <w:sz w:val="24"/>
        </w:rPr>
        <w:t>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Апончук</w:t>
      </w:r>
      <w:proofErr w:type="spellEnd"/>
      <w:r>
        <w:rPr>
          <w:rFonts w:ascii="Times New Roman" w:hAnsi="Times New Roman"/>
          <w:b/>
          <w:sz w:val="24"/>
        </w:rPr>
        <w:t xml:space="preserve"> О.О.</w:t>
      </w:r>
    </w:p>
    <w:p w:rsidR="002534FF" w:rsidRPr="00D02183" w:rsidRDefault="002534FF" w:rsidP="002534FF">
      <w:pPr>
        <w:spacing w:after="0"/>
        <w:rPr>
          <w:rFonts w:ascii="Times New Roman" w:hAnsi="Times New Roman"/>
          <w:b/>
          <w:sz w:val="24"/>
        </w:rPr>
      </w:pPr>
    </w:p>
    <w:p w:rsidR="002534FF" w:rsidRPr="00D02183" w:rsidRDefault="002534FF" w:rsidP="002534F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02183">
        <w:rPr>
          <w:rFonts w:ascii="Times New Roman" w:hAnsi="Times New Roman"/>
          <w:sz w:val="24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Апончук</w:t>
      </w:r>
      <w:proofErr w:type="spellEnd"/>
      <w:r>
        <w:rPr>
          <w:rFonts w:ascii="Times New Roman" w:hAnsi="Times New Roman"/>
          <w:sz w:val="24"/>
        </w:rPr>
        <w:t xml:space="preserve"> О.О.</w:t>
      </w:r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2534FF" w:rsidRPr="00D02183" w:rsidRDefault="002534FF" w:rsidP="002534FF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2534FF" w:rsidRPr="00D02183" w:rsidRDefault="002534FF" w:rsidP="002534FF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Апончук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Ользі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F0F39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</w:t>
      </w:r>
      <w:r>
        <w:rPr>
          <w:rFonts w:ascii="Times New Roman" w:hAnsi="Times New Roman"/>
          <w:sz w:val="24"/>
        </w:rPr>
        <w:t>15</w:t>
      </w:r>
      <w:r w:rsidRPr="00D02183">
        <w:rPr>
          <w:rFonts w:ascii="Times New Roman" w:hAnsi="Times New Roman"/>
          <w:sz w:val="24"/>
        </w:rPr>
        <w:t xml:space="preserve">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>. Миру, 95</w:t>
      </w:r>
      <w:r w:rsidRPr="00D02183">
        <w:rPr>
          <w:rFonts w:ascii="Times New Roman" w:hAnsi="Times New Roman"/>
          <w:sz w:val="24"/>
        </w:rPr>
        <w:t>.</w:t>
      </w:r>
    </w:p>
    <w:p w:rsidR="002534FF" w:rsidRPr="00E33128" w:rsidRDefault="002534FF" w:rsidP="002534F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Апончук О.О.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2534FF" w:rsidRPr="00D02183" w:rsidRDefault="002534FF" w:rsidP="002534F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534FF" w:rsidRPr="00D02183" w:rsidRDefault="002534FF" w:rsidP="002534FF">
      <w:pPr>
        <w:spacing w:after="0"/>
        <w:jc w:val="both"/>
        <w:rPr>
          <w:rFonts w:ascii="Times New Roman" w:hAnsi="Times New Roman"/>
          <w:sz w:val="24"/>
        </w:rPr>
      </w:pPr>
    </w:p>
    <w:p w:rsidR="002534FF" w:rsidRPr="00D02183" w:rsidRDefault="002534FF" w:rsidP="002534FF">
      <w:pPr>
        <w:spacing w:after="0"/>
        <w:jc w:val="both"/>
        <w:rPr>
          <w:rFonts w:ascii="Times New Roman" w:hAnsi="Times New Roman"/>
          <w:sz w:val="24"/>
        </w:rPr>
      </w:pPr>
    </w:p>
    <w:p w:rsidR="00EB0B5A" w:rsidRPr="002534FF" w:rsidRDefault="002534FF" w:rsidP="002534FF">
      <w:pPr>
        <w:spacing w:after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 голова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EB0B5A" w:rsidRPr="002534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534FF"/>
    <w:rsid w:val="00171A2E"/>
    <w:rsid w:val="002534FF"/>
    <w:rsid w:val="00304C90"/>
    <w:rsid w:val="00505B6D"/>
    <w:rsid w:val="006D3977"/>
    <w:rsid w:val="007D6C18"/>
    <w:rsid w:val="00D1641A"/>
    <w:rsid w:val="00EB0B5A"/>
    <w:rsid w:val="00F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4FF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534F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534F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534F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2020-12-01T06:28:00Z</dcterms:created>
  <dcterms:modified xsi:type="dcterms:W3CDTF">2020-12-01T07:43:00Z</dcterms:modified>
</cp:coreProperties>
</file>