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6CA8" w:rsidRPr="0066767B" w:rsidRDefault="00CF6CA8" w:rsidP="00CF6CA8">
      <w:pPr>
        <w:tabs>
          <w:tab w:val="left" w:pos="4424"/>
        </w:tabs>
        <w:spacing w:after="0" w:line="240" w:lineRule="auto"/>
        <w:ind w:firstLine="708"/>
        <w:jc w:val="right"/>
        <w:rPr>
          <w:rFonts w:ascii="Times New Roman" w:eastAsia="Arial Unicode MS" w:hAnsi="Times New Roman" w:cs="Times New Roman"/>
          <w:color w:val="FF0000"/>
          <w:sz w:val="24"/>
          <w:szCs w:val="24"/>
        </w:rPr>
      </w:pPr>
      <w:r w:rsidRPr="0066767B">
        <w:rPr>
          <w:rFonts w:ascii="Times New Roman" w:eastAsia="Arial Unicode MS" w:hAnsi="Times New Roman" w:cs="Times New Roman"/>
          <w:color w:val="FF0000"/>
          <w:sz w:val="24"/>
          <w:szCs w:val="24"/>
        </w:rPr>
        <w:t>ПРОЕКТ</w:t>
      </w:r>
    </w:p>
    <w:p w:rsidR="00CF6CA8" w:rsidRPr="0066767B" w:rsidRDefault="00CF6CA8" w:rsidP="00CF6C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SimSun" w:hAnsi="Times New Roman" w:cs="Times New Roman"/>
          <w:sz w:val="24"/>
          <w:szCs w:val="24"/>
          <w:lang w:eastAsia="zh-CN"/>
        </w:rPr>
      </w:pPr>
      <w:r>
        <w:rPr>
          <w:noProof/>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2" name="Групувати 94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F6CA8" w:rsidRDefault="00CF6CA8" w:rsidP="00CF6CA8">
                              <w:pPr>
                                <w:rPr>
                                  <w:rFonts w:eastAsia="Times New Roman"/>
                                </w:rPr>
                              </w:pPr>
                            </w:p>
                          </w:txbxContent>
                        </wps:txbx>
                        <wps:bodyPr rot="0" vert="horz" wrap="square" lIns="91440" tIns="45720" rIns="91440" bIns="45720" anchor="t" anchorCtr="0" upright="1">
                          <a:noAutofit/>
                        </wps:bodyPr>
                      </wps:wsp>
                      <wps:wsp>
                        <wps:cNvPr id="3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F6CA8" w:rsidRDefault="00CF6CA8" w:rsidP="00CF6CA8">
                              <w:pPr>
                                <w:rPr>
                                  <w:rFonts w:eastAsia="Times New Roman"/>
                                </w:rPr>
                              </w:pPr>
                            </w:p>
                          </w:txbxContent>
                        </wps:txbx>
                        <wps:bodyPr rot="0" vert="horz" wrap="square" lIns="91440" tIns="45720" rIns="91440" bIns="45720" anchor="t" anchorCtr="0" upright="1">
                          <a:noAutofit/>
                        </wps:bodyPr>
                      </wps:wsp>
                      <wps:wsp>
                        <wps:cNvPr id="3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F6CA8" w:rsidRDefault="00CF6CA8" w:rsidP="00CF6CA8">
                              <w:pPr>
                                <w:rPr>
                                  <w:rFonts w:eastAsia="Times New Roman"/>
                                </w:rPr>
                              </w:pPr>
                            </w:p>
                          </w:txbxContent>
                        </wps:txbx>
                        <wps:bodyPr rot="0" vert="horz" wrap="square" lIns="91440" tIns="45720" rIns="91440" bIns="45720" anchor="t" anchorCtr="0" upright="1">
                          <a:noAutofit/>
                        </wps:bodyPr>
                      </wps:wsp>
                      <wps:wsp>
                        <wps:cNvPr id="3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F6CA8" w:rsidRDefault="00CF6CA8" w:rsidP="00CF6CA8">
                              <w:pPr>
                                <w:rPr>
                                  <w:rFonts w:eastAsia="Times New Roman"/>
                                </w:rPr>
                              </w:pPr>
                            </w:p>
                          </w:txbxContent>
                        </wps:txbx>
                        <wps:bodyPr rot="0" vert="horz" wrap="square" lIns="91440" tIns="45720" rIns="91440" bIns="45720" anchor="t" anchorCtr="0" upright="1">
                          <a:noAutofit/>
                        </wps:bodyPr>
                      </wps:wsp>
                      <wps:wsp>
                        <wps:cNvPr id="3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F6CA8" w:rsidRDefault="00CF6CA8" w:rsidP="00CF6CA8">
                              <w:pPr>
                                <w:rPr>
                                  <w:rFonts w:eastAsia="Times New Roman"/>
                                </w:rPr>
                              </w:pPr>
                            </w:p>
                          </w:txbxContent>
                        </wps:txbx>
                        <wps:bodyPr rot="0" vert="horz" wrap="square" lIns="91440" tIns="45720" rIns="91440" bIns="45720" anchor="t" anchorCtr="0" upright="1">
                          <a:noAutofit/>
                        </wps:bodyPr>
                      </wps:wsp>
                      <wps:wsp>
                        <wps:cNvPr id="3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F6CA8" w:rsidRDefault="00CF6CA8" w:rsidP="00CF6CA8">
                              <w:pPr>
                                <w:rPr>
                                  <w:rFonts w:eastAsia="Times New Roman"/>
                                </w:rPr>
                              </w:pPr>
                            </w:p>
                          </w:txbxContent>
                        </wps:txbx>
                        <wps:bodyPr rot="0" vert="horz" wrap="square" lIns="91440" tIns="45720" rIns="91440" bIns="45720" anchor="t" anchorCtr="0" upright="1">
                          <a:noAutofit/>
                        </wps:bodyPr>
                      </wps:wsp>
                      <wps:wsp>
                        <wps:cNvPr id="3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F6CA8" w:rsidRDefault="00CF6CA8" w:rsidP="00CF6CA8">
                              <w:pPr>
                                <w:rPr>
                                  <w:rFonts w:eastAsia="Times New Roman"/>
                                </w:rPr>
                              </w:pPr>
                            </w:p>
                          </w:txbxContent>
                        </wps:txbx>
                        <wps:bodyPr rot="0" vert="horz" wrap="square" lIns="91440" tIns="45720" rIns="91440" bIns="45720" anchor="t" anchorCtr="0" upright="1">
                          <a:noAutofit/>
                        </wps:bodyPr>
                      </wps:wsp>
                      <wps:wsp>
                        <wps:cNvPr id="4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F6CA8" w:rsidRDefault="00CF6CA8" w:rsidP="00CF6CA8">
                              <w:pPr>
                                <w:rPr>
                                  <w:rFonts w:eastAsia="Times New Roman"/>
                                </w:rPr>
                              </w:pPr>
                            </w:p>
                          </w:txbxContent>
                        </wps:txbx>
                        <wps:bodyPr rot="0" vert="horz" wrap="square" lIns="91440" tIns="45720" rIns="91440" bIns="45720" anchor="t" anchorCtr="0" upright="1">
                          <a:noAutofit/>
                        </wps:bodyPr>
                      </wps:wsp>
                      <wps:wsp>
                        <wps:cNvPr id="4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F6CA8" w:rsidRDefault="00CF6CA8" w:rsidP="00CF6CA8">
                              <w:pPr>
                                <w:rPr>
                                  <w:rFonts w:eastAsia="Times New Roman"/>
                                </w:rPr>
                              </w:pPr>
                            </w:p>
                          </w:txbxContent>
                        </wps:txbx>
                        <wps:bodyPr rot="0" vert="horz" wrap="square" lIns="91440" tIns="45720" rIns="91440" bIns="45720" anchor="t" anchorCtr="0" upright="1">
                          <a:noAutofit/>
                        </wps:bodyPr>
                      </wps:wsp>
                      <wps:wsp>
                        <wps:cNvPr id="4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F6CA8" w:rsidRDefault="00CF6CA8" w:rsidP="00CF6CA8">
                              <w:pPr>
                                <w:rPr>
                                  <w:rFonts w:eastAsia="Times New Roman"/>
                                </w:rPr>
                              </w:pPr>
                            </w:p>
                          </w:txbxContent>
                        </wps:txbx>
                        <wps:bodyPr rot="0" vert="horz" wrap="square" lIns="91440" tIns="45720" rIns="91440" bIns="45720" anchor="t" anchorCtr="0" upright="1">
                          <a:noAutofit/>
                        </wps:bodyPr>
                      </wps:wsp>
                      <wps:wsp>
                        <wps:cNvPr id="4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F6CA8" w:rsidRDefault="00CF6CA8" w:rsidP="00CF6CA8">
                              <w:pPr>
                                <w:rPr>
                                  <w:rFonts w:eastAsia="Times New Roman"/>
                                </w:rPr>
                              </w:pPr>
                            </w:p>
                          </w:txbxContent>
                        </wps:txbx>
                        <wps:bodyPr rot="0" vert="horz" wrap="square" lIns="91440" tIns="45720" rIns="91440" bIns="45720" anchor="t" anchorCtr="0" upright="1">
                          <a:noAutofit/>
                        </wps:bodyPr>
                      </wps:wsp>
                      <wps:wsp>
                        <wps:cNvPr id="4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F6CA8" w:rsidRDefault="00CF6CA8" w:rsidP="00CF6CA8">
                              <w:pPr>
                                <w:rPr>
                                  <w:rFonts w:eastAsia="Times New Roman"/>
                                </w:rPr>
                              </w:pPr>
                            </w:p>
                          </w:txbxContent>
                        </wps:txbx>
                        <wps:bodyPr rot="0" vert="horz" wrap="square" lIns="91440" tIns="45720" rIns="91440" bIns="45720" anchor="t" anchorCtr="0" upright="1">
                          <a:noAutofit/>
                        </wps:bodyPr>
                      </wps:wsp>
                      <wps:wsp>
                        <wps:cNvPr id="4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F6CA8" w:rsidRDefault="00CF6CA8" w:rsidP="00CF6CA8">
                              <w:pPr>
                                <w:rPr>
                                  <w:rFonts w:eastAsia="Times New Roman"/>
                                </w:rPr>
                              </w:pPr>
                            </w:p>
                          </w:txbxContent>
                        </wps:txbx>
                        <wps:bodyPr rot="0" vert="horz" wrap="square" lIns="91440" tIns="45720" rIns="91440" bIns="45720" anchor="t" anchorCtr="0" upright="1">
                          <a:noAutofit/>
                        </wps:bodyPr>
                      </wps:wsp>
                      <wps:wsp>
                        <wps:cNvPr id="4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F6CA8" w:rsidRDefault="00CF6CA8" w:rsidP="00CF6CA8">
                              <w:pPr>
                                <w:rPr>
                                  <w:rFonts w:eastAsia="Times New Roman"/>
                                </w:rPr>
                              </w:pPr>
                            </w:p>
                          </w:txbxContent>
                        </wps:txbx>
                        <wps:bodyPr rot="0" vert="horz" wrap="square" lIns="91440" tIns="45720" rIns="91440" bIns="45720" anchor="t" anchorCtr="0" upright="1">
                          <a:noAutofit/>
                        </wps:bodyPr>
                      </wps:wsp>
                      <wps:wsp>
                        <wps:cNvPr id="4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F6CA8" w:rsidRDefault="00CF6CA8" w:rsidP="00CF6CA8">
                              <w:pPr>
                                <w:rPr>
                                  <w:rFonts w:eastAsia="Times New Roman"/>
                                </w:rPr>
                              </w:pPr>
                            </w:p>
                          </w:txbxContent>
                        </wps:txbx>
                        <wps:bodyPr rot="0" vert="horz" wrap="square" lIns="91440" tIns="45720" rIns="91440" bIns="45720" anchor="t" anchorCtr="0" upright="1">
                          <a:noAutofit/>
                        </wps:bodyPr>
                      </wps:wsp>
                      <wps:wsp>
                        <wps:cNvPr id="4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F6CA8" w:rsidRDefault="00CF6CA8" w:rsidP="00CF6CA8">
                              <w:pPr>
                                <w:rPr>
                                  <w:rFonts w:eastAsia="Times New Roman"/>
                                </w:rPr>
                              </w:pPr>
                            </w:p>
                          </w:txbxContent>
                        </wps:txbx>
                        <wps:bodyPr rot="0" vert="horz" wrap="square" lIns="91440" tIns="45720" rIns="91440" bIns="45720" anchor="t" anchorCtr="0" upright="1">
                          <a:noAutofit/>
                        </wps:bodyPr>
                      </wps:wsp>
                      <wps:wsp>
                        <wps:cNvPr id="4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F6CA8" w:rsidRDefault="00CF6CA8" w:rsidP="00CF6CA8">
                              <w:pPr>
                                <w:rPr>
                                  <w:rFonts w:eastAsia="Times New Roman"/>
                                </w:rPr>
                              </w:pPr>
                            </w:p>
                          </w:txbxContent>
                        </wps:txbx>
                        <wps:bodyPr rot="0" vert="horz" wrap="square" lIns="91440" tIns="45720" rIns="91440" bIns="45720" anchor="t" anchorCtr="0" upright="1">
                          <a:noAutofit/>
                        </wps:bodyPr>
                      </wps:wsp>
                      <wps:wsp>
                        <wps:cNvPr id="5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F6CA8" w:rsidRDefault="00CF6CA8" w:rsidP="00CF6CA8">
                              <w:pPr>
                                <w:rPr>
                                  <w:rFonts w:eastAsia="Times New Roman"/>
                                </w:rPr>
                              </w:pPr>
                            </w:p>
                          </w:txbxContent>
                        </wps:txbx>
                        <wps:bodyPr rot="0" vert="horz" wrap="square" lIns="91440" tIns="45720" rIns="91440" bIns="45720" anchor="t" anchorCtr="0" upright="1">
                          <a:noAutofit/>
                        </wps:bodyPr>
                      </wps:wsp>
                      <wps:wsp>
                        <wps:cNvPr id="5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F6CA8" w:rsidRDefault="00CF6CA8" w:rsidP="00CF6CA8">
                              <w:pPr>
                                <w:rPr>
                                  <w:rFonts w:eastAsia="Times New Roman"/>
                                </w:rPr>
                              </w:pPr>
                            </w:p>
                          </w:txbxContent>
                        </wps:txbx>
                        <wps:bodyPr rot="0" vert="horz" wrap="square" lIns="91440" tIns="45720" rIns="91440" bIns="45720" anchor="t" anchorCtr="0" upright="1">
                          <a:noAutofit/>
                        </wps:bodyPr>
                      </wps:wsp>
                      <wps:wsp>
                        <wps:cNvPr id="5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F6CA8" w:rsidRDefault="00CF6CA8" w:rsidP="00CF6CA8">
                              <w:pPr>
                                <w:rPr>
                                  <w:rFonts w:eastAsia="Times New Roman"/>
                                </w:rPr>
                              </w:pPr>
                            </w:p>
                          </w:txbxContent>
                        </wps:txbx>
                        <wps:bodyPr rot="0" vert="horz" wrap="square" lIns="91440" tIns="45720" rIns="91440" bIns="45720" anchor="t" anchorCtr="0" upright="1">
                          <a:noAutofit/>
                        </wps:bodyPr>
                      </wps:wsp>
                      <wps:wsp>
                        <wps:cNvPr id="5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6CA8" w:rsidRDefault="00CF6CA8" w:rsidP="00CF6CA8">
                              <w:pPr>
                                <w:rPr>
                                  <w:rFonts w:eastAsia="Times New Roman"/>
                                </w:rPr>
                              </w:pPr>
                            </w:p>
                          </w:txbxContent>
                        </wps:txbx>
                        <wps:bodyPr rot="0" vert="horz" wrap="square" lIns="91440" tIns="45720" rIns="91440" bIns="45720" anchor="t" anchorCtr="0" upright="1">
                          <a:noAutofit/>
                        </wps:bodyPr>
                      </wps:wsp>
                      <wps:wsp>
                        <wps:cNvPr id="5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F6CA8" w:rsidRDefault="00CF6CA8" w:rsidP="00CF6CA8">
                              <w:pPr>
                                <w:rPr>
                                  <w:rFonts w:eastAsia="Times New Roman"/>
                                </w:rPr>
                              </w:pPr>
                            </w:p>
                          </w:txbxContent>
                        </wps:txbx>
                        <wps:bodyPr rot="0" vert="horz" wrap="square" lIns="91440" tIns="45720" rIns="91440" bIns="45720" anchor="t" anchorCtr="0" upright="1">
                          <a:noAutofit/>
                        </wps:bodyPr>
                      </wps:wsp>
                      <wps:wsp>
                        <wps:cNvPr id="5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F6CA8" w:rsidRDefault="00CF6CA8" w:rsidP="00CF6CA8">
                              <w:pPr>
                                <w:rPr>
                                  <w:rFonts w:eastAsia="Times New Roman"/>
                                </w:rPr>
                              </w:pPr>
                            </w:p>
                          </w:txbxContent>
                        </wps:txbx>
                        <wps:bodyPr rot="0" vert="horz" wrap="square" lIns="91440" tIns="45720" rIns="91440" bIns="45720" anchor="t" anchorCtr="0" upright="1">
                          <a:noAutofit/>
                        </wps:bodyPr>
                      </wps:wsp>
                      <wps:wsp>
                        <wps:cNvPr id="5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F6CA8" w:rsidRDefault="00CF6CA8" w:rsidP="00CF6CA8">
                              <w:pPr>
                                <w:rPr>
                                  <w:rFonts w:eastAsia="Times New Roman"/>
                                </w:rPr>
                              </w:pPr>
                            </w:p>
                          </w:txbxContent>
                        </wps:txbx>
                        <wps:bodyPr rot="0" vert="horz" wrap="square" lIns="91440" tIns="45720" rIns="91440" bIns="45720" anchor="t" anchorCtr="0" upright="1">
                          <a:noAutofit/>
                        </wps:bodyPr>
                      </wps:wsp>
                      <wps:wsp>
                        <wps:cNvPr id="5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F6CA8" w:rsidRDefault="00CF6CA8" w:rsidP="00CF6CA8">
                              <w:pPr>
                                <w:rPr>
                                  <w:rFonts w:eastAsia="Times New Roman"/>
                                </w:rPr>
                              </w:pPr>
                            </w:p>
                          </w:txbxContent>
                        </wps:txbx>
                        <wps:bodyPr rot="0" vert="horz" wrap="square" lIns="91440" tIns="45720" rIns="91440" bIns="45720" anchor="t" anchorCtr="0" upright="1">
                          <a:noAutofit/>
                        </wps:bodyPr>
                      </wps:wsp>
                      <wps:wsp>
                        <wps:cNvPr id="5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F6CA8" w:rsidRDefault="00CF6CA8" w:rsidP="00CF6CA8">
                              <w:pPr>
                                <w:rPr>
                                  <w:rFonts w:eastAsia="Times New Roman"/>
                                </w:rPr>
                              </w:pPr>
                            </w:p>
                          </w:txbxContent>
                        </wps:txbx>
                        <wps:bodyPr rot="0" vert="horz" wrap="square" lIns="91440" tIns="45720" rIns="91440" bIns="45720" anchor="t" anchorCtr="0" upright="1">
                          <a:noAutofit/>
                        </wps:bodyPr>
                      </wps:wsp>
                      <wps:wsp>
                        <wps:cNvPr id="5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F6CA8" w:rsidRDefault="00CF6CA8" w:rsidP="00CF6CA8">
                              <w:pPr>
                                <w:rPr>
                                  <w:rFonts w:eastAsia="Times New Roman"/>
                                </w:rPr>
                              </w:pPr>
                            </w:p>
                          </w:txbxContent>
                        </wps:txbx>
                        <wps:bodyPr rot="0" vert="horz" wrap="square" lIns="91440" tIns="45720" rIns="91440" bIns="45720" anchor="t" anchorCtr="0" upright="1">
                          <a:noAutofit/>
                        </wps:bodyPr>
                      </wps:wsp>
                      <wps:wsp>
                        <wps:cNvPr id="6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F6CA8" w:rsidRDefault="00CF6CA8" w:rsidP="00CF6CA8">
                              <w:pPr>
                                <w:rPr>
                                  <w:rFonts w:eastAsia="Times New Roman"/>
                                </w:rPr>
                              </w:pPr>
                            </w:p>
                          </w:txbxContent>
                        </wps:txbx>
                        <wps:bodyPr rot="0" vert="horz" wrap="square" lIns="91440" tIns="45720" rIns="91440" bIns="45720" anchor="t" anchorCtr="0" upright="1">
                          <a:noAutofit/>
                        </wps:bodyPr>
                      </wps:wsp>
                      <wps:wsp>
                        <wps:cNvPr id="6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F6CA8" w:rsidRDefault="00CF6CA8" w:rsidP="00CF6CA8">
                              <w:pPr>
                                <w:rPr>
                                  <w:rFonts w:eastAsia="Times New Roman"/>
                                </w:rPr>
                              </w:pPr>
                            </w:p>
                          </w:txbxContent>
                        </wps:txbx>
                        <wps:bodyPr rot="0" vert="horz" wrap="square" lIns="91440" tIns="45720" rIns="91440" bIns="45720" anchor="t" anchorCtr="0" upright="1">
                          <a:noAutofit/>
                        </wps:bodyPr>
                      </wps:wsp>
                      <wps:wsp>
                        <wps:cNvPr id="6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F6CA8" w:rsidRDefault="00CF6CA8" w:rsidP="00CF6CA8">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увати 9424"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u+9HgAAAhZBAAOAAAAZHJzL2Uyb0RvYy54bWzsfe1uHjmy3v8AuYcX+rmAR83+bmO9B7tj&#10;exFgkyywby7gtSRbQmTJkTRjnxwcIEguITcS5Ff+5RZ27yhPkUU2KXdV9XpmDuYEHGCntaNSNVlF&#10;sov19fz2H758vD38ePXweHN/9+rMfdecHa7uLu4vb+4+vDr7T8e3L+azw+PT6e7ydHt/d/Xq7B+v&#10;Hs/+4Xf/9t/89vOnl1ft/fX97eXVwwFM7h5ffv706uz66enTy/Pzx4vrq4+nx+/uP13d4Zfv7x8+&#10;np7wfx8+nF8+nD6D+8fb87ZpxvPP9w+Xnx7uL64eH/FfX4dfnv3O83///uri6T++f/949XS4fXWG&#10;sT35fz/4f7+jf5//7renlx8eTp+uby54GKdvGMXH080dXppYvT49nQ4/PNx8xerjzcXD/eP9+6fv&#10;Lu4/nt+/f39zceXngNm45tls/vhw/8MnP5cPLz9/+JTEBNE+k9M3s734Dz/++eFwc/nqrGvPDnen&#10;j9DRX//n3/7b3/7HX/8v/ve///q//vbf//p/Dkvf9iSrz58+vMSf/PHh018+/fkhTBg//un+4j8/&#10;4tfnz39P//9DID68+/zv7y/B/vTD072X1Zf3Dx+JBaRw+OJV8o9JJVdfng4X+I995+YGirvAr0bX&#10;up5VdnENvX71VxfXb/jvnOsxH/orN7mZhn5+ehle6AfJg6IZYeE9rrJ9/Gmy/cv16dOVV9kjCSrK&#10;touyfftwdUWr+dAFcXqqKMvHXJDZb2iMj5C3KUI3jmcHmnPnwsqOYpwdy9D1w1BI4/Ty4ofHpz9e&#10;3XtVnH780+NT2BOX+Mkr+JKXxREs3n+8xfb4zfmhG+bp8PkwN8sY3vQhkbmMDFro+8P1Aa/tvyKE&#10;glZ+jcgPsktkrpsmkV+fEbbj6ITxDRkZBAU6YXyQZXpx2w29wG/KyFzbzaPED0fhym9qBHZLRuXc&#10;uIjDI5Umfq6ThucKfbixlRnmCpGG5wp1NK5tpOm6XB8iu0IbzTiL3HJtjK0gPJcrY1kWkVuhi1mU&#10;XaGMpm0lfm2hi6abhfG1hTIm0Alrr8114aZGmnCbq6Nruk5kmGujbbBKt3dvmysEu1ZUb5srpG3F&#10;7dbmKhmbWR5hoZO2kc6XNlfK1PXifusKpUzdIkwZh+W6kaZpnCQZ0idy3XHDIDLMlTK3o7gMu1wp&#10;bhwGaYS5UuZpErdwVyilcZIMu1wpi5sHccqFUrpJWoddrpSlc6KW8QFfZdgOo7T1+lwpSzuJI6Tv&#10;fFJKO4tHQ18oZRrEvdznSunoPN/eKX2ulKlrxHWIL986wm7sRIa5Uoa5FddhnyulG7GlhBHmSumd&#10;/CUecqV0wyIpZciVgkNEPL6GXCkdfcS2RzjkShnk83oodDKPkghh3Kyi7kUVD4VGFnl4uUZEdQy5&#10;Ovq2kdQx5OpoxUNhzJXRdziBt2U3FsrARhI+JWOuC5zo0vDGXBcwtMUdN+bK6PtW+tiNuTKwqsTV&#10;QlZr2sIaw1wdQycfg2OhkdFJ63nMNTLOsq015ToZmkGS4ZTrZO5kJU+5UoZ+kRb0lCtlaTtxEU65&#10;UoZxEBnmSsFBLX7fp1wpw4KpbC/DKVcKDmpx0025UnAKSh+7KVfKPMuHwpwrZcR6EEY4F0rBOSjt&#10;lDlXytiLVtycK2VasOGFrTfnShkb8Qox50qZ+kFUylwoZcZndlspc66UcYD5KI0wVwoOfumgnnOl&#10;9MssMlwKpbSijbTkSun6XlzYS6GUuZOWzZIrBdajqJQlVwquk9KUl1wpjmx6QYa4Aq/H17TM0k5Z&#10;cqUs8sdzyXUyN5N0vi65TlzTiwe2Iw9KOmDpzi4sG9fkWploSwlzdk2uFkxaGiQEl73bOfIbiDwL&#10;zSxO0oxrCtXAcBaV7ZpcOcPcSJ8C1+TagaepEzeha3IFDYN89W4KDbULDHxp7sVtfnDiMnflfb4b&#10;ZVPbuVxHPY4BSe3lpb6HF0MeZ64jUIo6coWOcKYVlxZ44z5ED9PpOjqdLr7csdcJPx1O5ENuvKvw&#10;0/0jOfvIBQX31tF7t8ACVOSiEogxeyL2njaTGNMi4ugc0zljTRHxxJ40nRiLhYiXXcS0DIgaWg4+&#10;S503adiT75skuWQ8+b5pOp4nvCq7BsMzdfumSj4TGgx8Inu4k0fEk++bKvzVgXzfVMmb4bnvm2rL&#10;U4UvYs/YyRNB3INb1lyL5Gfw5PumSl4ET75vquQj8OT7ptrxVHHD3zNVut8Td9zfd5HzVHE730XO&#10;U8Xdexc5T7XfN1W6V/ux75sq3ZqJHLfiPYOhO7En3zdVuvJ68n1TpSutJ983VbqzevJ9U6U7KZHj&#10;zrlnqnTl9OT7pkoXSk++b6oc5DiO+6ZKl0HPfd9U6apH5LjK7ZkqXeQ8+b6p0jXNk++bKl3CPPm+&#10;qdIVy5PvmypdoIgcF6Q9U6XrkSffN1W6/HjyfVOlq40n3zfVmaeKi8mesdO1hLjj2rGLnKeKS8Uu&#10;cp4qrgy7yHmquBDsIuepwt7fQ+6tfZorWfP7/oBnS7b6vj/g+ZIhvu8PeMZkZe/7A56zgwm96w9W&#10;w2nnpJPpBON33xvipGHZZn8QvuZstj4g4eB5qsHD2QGpBu/ob04vP52eyNqNPx4+vzrzMdTDNaK2&#10;PkhKv/p4/+PV8d4TPZHd2zfklIZOUxwVb12Jbu9y4m7BwcjEaQVEkvj85Pl2cHkx6RoXjiTxGUnJ&#10;oPdD6HGnCgKIJPHJpIhrMSmipjrpyJ8K13fWWHFzZK6IKetcB1au6xHa0El7ilz4aeHWo5N2MboO&#10;32hclXHm8ckSaMnJQFy7Bf4LVVgtW6oghYmrkjpyb3uuM2wPlRThdCaFh8MgpaCk5zqGYD7WVpxO&#10;fIZp4QIb9rHDtVOXazuTP8ZzHWD9amNt4SdlUvh+ddKJ/KGeawdzSuU68e3FdS2MHZUUuQLMFdkA&#10;BimfM3APWKSIDwauEFs89aI845Plivs+k869vrLans0Z1yKgqY8VnnnmOiKqq0oABwGTDnBu6KRs&#10;mPpUB4M0riyEhw1tteTmI8XC8aJvQ/DipY38L0NbLcXoiKubYWOq02opTu1JJ0NYXdyFbjI2bMu2&#10;pE/j0F9PniL/9jFZtXGNxGdYK3SgMSU2ozallAzkxnRdirzik3lifTJPY005LM9IqQsUR2+kxDJU&#10;x8n3V0gpuQLi+OKTxxnXkxuTHREp4pMpyUXn5TnA8tPeTl7eQJgM/sgqPgNLiiIEwnSbjATxGQjx&#10;60DYw0bVXh1MUmSqGVuO6SjXZge/mY5T+7UTUjt2kI0tLsU2t34xPvRhDgj66GdWIGsRJN/xUvh2&#10;9bHxGrC+1sgP9AprjKnGEwKhAHV0HS+pJnmH4gKJT14obCM0yWEWfx+fgY6C5LTykCCqvpdNKaQ9&#10;qWQUowQ7xClUMu85JzpjA/lES0+n68zx5dQaHj4APF3DzGzjWdTArakt0ZZvoohZ6DujgyKCpI0t&#10;lD4BjWGwDBRVIN3hbFPHOLJ3yLXpyhkXQXyGxTDxxRcGsy7vhXLh6NVDut5HTvEZOFJoK1CS3a4J&#10;EtEb1g1injol8sE8TwTijK9Ux8u2RTKQzrNn6xPmvy5MN/B3vx0NIUEtwaL1Rqg6d+Tg+RlRkp0+&#10;zol9Ql1rHLFupjws6KhDeETnOVOQkShHw5BxCyXpEOUM9442I28+EWXfGCdG21AKE1EiG9vgyW4c&#10;yhzUKem65XlOxmHfQp2BcjEucy0E6ikHLDv97UheCpS9cUi3LVvRSFXTD0xc5IKUhtmw4Shb0r+d&#10;0iGNcfKFZ2ytuxlWcOCJ9BSDJxv745SiTPFEiM9wMrS4uQSeiMUaPCm4jRUyrR6eyCs+E88g+alF&#10;nFtdn6REzxM5njql4+AQrkSGjujA9jyxQFWebqHkIJoRORO0cTo6DAMlNr5KOce3j7ARVMqJ7+/T&#10;hNi9TskODEpc1SlH1uY0IwSk8hw5PIDcFouSz89pwedd50lJCJDn3FhnHX2wPKXlkXEDXwVnaEt/&#10;e7yMUzauRRnW/NylmFRcwfHJ383Es08B0kgRn5GSPUdzbxldyFAIcx8Mg8EhWzJQ7vjGhfNzpk+Y&#10;riO+2lKKsUHJjkPcNoxVN1F6Nel9MW7rbmILEd86Y2/OHFBdGsNn52beR0tjfA3dwubkYjogkFbt&#10;Z0R506qU2obDDkjc0+XZOl7JlOms82z5+05J1gYlpeZB8jZlxyftDkq2FXdQshVkU8KdunOcPUeX&#10;d/CEGPfNfaCEml1SGtgSWGAC6pIf2AeArEn99KYE+PB2U+9ICGdK4w6NnLtwMiyW/QkzhFcIrBx9&#10;RvTB8lJCerNByXcE7A6DcmIrCPtdP70pq9+/fUbavv726KGeB+OO0DVUEEDnUmfY851jD/3s8LHT&#10;zk/cH9lmWAxXTYf6NP92HLT6fu+QRBwoB+P6T6UKgRK+aX2cPeeAwFrTz6Wu51WH5Gj9TIY/Puho&#10;HDEMVUoDuxvH3rgbosgw2Iq4pelrCfGIsI9Guqqob0fmsZcSFVgYlHzvGEZjzeNSFvYREiYNKY0c&#10;0YfHX7dDqKzDj7NfDAsQlGFGyPAz1lKi7M0ZxbejasSQEs+og9FgUHLoohutVTfyCums+2Y3cmC0&#10;a6y9iRuUlycy1M21FFZy21s7DgnTgSdKYfS5DzFwBb+rQRl9LJZbGLsj2IquNSxqCDysT0TT9e8R&#10;HK/pe6QPMwZuJ8NWo+KfsN+Mqxlqy4LYLcdWN0U/kHHh6XB98a+mjAj1TMD9wRNa59HMq82I53X4&#10;+nh+hscABzbvXP2r5rcWfauMexuieGHChrXZwW7247P2TPQhGnGZbokRXGMXRBvbcNjiFh/WjH6g&#10;pKwIXbtwb7HHQV0EqAsJLzUG18OhGlaVMTrHuV6GKYAUBT6Y9IOBCsuC0vQPRw9/mafDTtYWfR8d&#10;W8aHqG/ZwWCFveLFxDjg+pavJTgR1fGRFeNNTv2DThVyQS7GSdTTx5kYItVEfzMWliccDK9Cj3d7&#10;QrJk1bn0bMAuRmy5JwcBjRE1BsbyGmJ+Q2spBiV/gSddtNRhRhvOwellUMYTpDHuwJhRkBEuI8aM&#10;erai8IW2FMTREnz1jUUU03tgSRhzj9kSVKiozx070csTx7KxxXqOZeFssWbEeSW44e6lpJCRqk1U&#10;Z/hxYk1ZkufvH6xSizJ6w1F9abydfZ3wkhkHVs+JMrDILW3G2whd3tS5UxoL7SPcHAx5DuzRwG3E&#10;4hl98WSaq29PtxHKr9MpObN6oo+USom7mp8RKs2Nt5MjmOY+UfRR5Rn9aLiFGmuJlpDnSSaBynNh&#10;vw9uy/o4qYzW86Q6WZXnQNuH3j6TsrS3Dy2fyPAU6HofOvZowPtgjBPHvH87pm6Ms2dt4vpvvL2n&#10;KlfMaGmt4D9qg5nS2JsDxMSUxj0QJWvhZKByXV2eKE1mnsb3aBj4dgeflyGlgVOY4MUzpDTySbuD&#10;ku8EOyjZtrQpJ/b77KBkk3AHJX/fbcqZ01J2UHK026aEblibht5HtFZjSiN7C1dL5ulwOGt7E4di&#10;OEPgYdf1DrUzTyt7AMc7j7MxbIaRXAn+DFkMY41K0wMlas/1GUXPNaIguiUAN0W4XMyTkbOEzxBT&#10;jubb+WSAd9QY58BXgplCVqqOBl4hiFTp5zzV2wcpwbgxeMa5k6Wuvz3ypBxPnTKO0xn5MmOauzNO&#10;WsT3We+WD3HsY2x4MaI11ETAS4m6BOgzIsPPf2HhkNYpO/aOIeJrUfI+mkbDAkSCcPjGgaW1izmx&#10;G14Y/VuMdn3JDjEo0RkhzN3KgxkWvsMh0q9fC+E6DmcIOkTpUhpQvR7eTukO2qoDJfNEtb1OOcPF&#10;SdocEXi0KIOUxsmk5NsE9XMweML08m+3sskG9FMIlFZ8FB/tsD6R3WLNne1PxLYMec7s30ewxtAm&#10;vhl+nMjsMXiih4WnpCYVupQWtucRhjDOJcq8JHn2dOhpKwQ9PpjSum+ODfuO4Z7SZ4TvJjt0LA/7&#10;6HglIyBhzAhBQj8j6ryhz6jjtYSnRckzwgXFeHvPifHtbH65ONqNAJB+kxpHdlO1dOVXdYQTwc8d&#10;GYf6yYB7XpA8tRPReaJBqueJZCB97lPDp7ebwFwb50TXDVp1bjBya3AlDCcYVVHpPHv2YDsU6OiU&#10;Q/REIdNEp0QLlTBOKzF6wj9Maeh9wu2RKY2v9jSzVYlQpr5CkDkbzhCEA3RtTohd+7cvxkdmorR3&#10;UhE5rFVdUra1JzQCRXNDDRiJoxFFnRtexYvxaUfLkzRt/ZBFZlZUJHyL2nRmKn7yS9MKu4GSF3Fj&#10;LHdqdMM8jc/GnIrbGiNlOJRW0hZqYNPrM2JjGrUH+hZKPHFNsKTEPGFY6ssj8US5xc5xUnOefTOa&#10;rUM2vZ22kG6trKRwyVgjZdcBClwMHzGMpbDokWBuhJvRDJpXHpL/9LFSU6KwoKjpkCorZC/GASCB&#10;wCBlVz5S+g1h4XRIXOFK0JbftMRTzFkfumnhDx0GYMQDQRqsEZDijNYHwGlQIDW+ijhH+RRHhZkx&#10;LaRbsgpG4+CjRlxMOhlHPixQPlPMCjxYrZHrbFz74X2Oy8U6UqmNVBgrtYlS5TpMcWXB2tC/o8MU&#10;bQg0kdblOkzsnqHQv74Nh5ibguQlI8kLKaesLdSW6htmiNlosCMMA5L6Y7GwaD9oi3CIsSJI1ajZ&#10;RUyLFQtD25AreoaHAaASWD+x4RflDQPvsKFYCiz4TyBMaH1vDTEtDF29DG8aNf5irmjspQurYUcR&#10;irGN3KyhiesVotC59gunRzmsQf187WP2AlWu6xKAtztOy7KUekrP8XLFB0ZXLHU0Y1Ir1tAPnKVE&#10;HQH0vQUXBJue6F1vCAuxbB5AZ5j9fRcPIvxkDIBSQYMErE4LfbzwIUvL2FvUqo25ohWburJSXkXe&#10;bSJmtF/c3j9ehU1MvSw8rkJqakG9MDI0gcf725vLtze3t9TJ4vHhw7vvbx8OP54IisP/w6MoyG59&#10;R7e7e/qzeFbQnwPJgPtmEKaBh9b4pwWZmc0f2uXF23GeXvRv++HFAi/KCxRU/mHBh3zpX7/9Z+of&#10;5/qX1zeXl1d3f7q5u4owH67fB/XAgCMBoMMDfVDXjmWAoe7n9Q2TBK7H3SVmd3p5fXW6fMM/P51u&#10;bsPP5+WIvZAx7fj0ggCMRUCFCBgWT1/efQFH+o/v7i//EWARD/cB7QToLPjh+v7hv54dPgPp5NXZ&#10;43/54fRwdXa4/Xd3gLtYsHiwj578/8FGoSPwIf/Nu/w3p7sLsHp19nSG/nz04/dPAU7lh08PNx+u&#10;8SbnxXJ3/3vgfLy/ITQJP9QwKv4/QNz4l4LewMcnwJok6A2//UhQAOj4C8OYVOgNb9r7NblCeeAk&#10;Tm1DK/TGKhdyB2aCEXuK4sRdyai9gdhWE5+cRCm26SzUUaE3PFjRkY6rJDrfpne7JTJ9/la6Cr1B&#10;DVgjsg/dfJJsWng7hUaxFHRLdBV6A9/vVYZkNyfZAMxLkiFuVitdhd4oZEjO6STDCr2RLy+6PiTR&#10;VOiNYNIdKe8mSaVCb6QDvUJvVOiN7NtEkZW0TSr0Rn6uUi5iEk2F3ig+xxV6Q0K1oDygtGoq9EZy&#10;FOY7q0JvRLDUCr2h4nSE8NAxxoZ0xIsQoTrG8JROHAJ6xxhG0Ik5x6tCb3yFusKFucdU0KELktPm&#10;j6nWzSBnlaZyfIOclZoyiHRyjoBX6I2vtMrR5mMKcumC5MSxY0pQMchZqyk6bJCzVlPFtE7Ogb8K&#10;vfGVVjk75ZhSw3VBIoGDQo3HlB5lkLNWU3q+Qc5aTT23dPIKvSFBWXHd4zEVHuqC5JLbY8q7MshZ&#10;qylLyiBnraYMUp2cexJU6I0NPDMPo0f7r0JvUDQcC2kL9Q0ZhOGUQn4g5wz4JVehN1akhtBpsKvQ&#10;GxV6o0JvxM6c6KZttOpB0xJON0MiY7wnxlyn+OTOtRV6o0Jv+Lw8pEjreaQVegNpYMjL1VNoY04o&#10;6pv0hMQKvcEAX+WBhMQXmI4VeuOeTEe2fzhztkJv5IhwFXqDklBXW7ncRhV6o0JvKMsD7fmCe6RC&#10;byhSqtAb+BSjHiX6J+IRE598haCqa/poV+gNZS1V6A2skAq9oa2QeMGfK/SGbNigw0Qo+arQG8pa&#10;qtAbOG3QOk4vdQTmWrhu7qDk8kWbskJvQPIVekM+wSr0BtmKFXpDWSGxvUGF3lC+cbi6hph9hd7Q&#10;pIRWFf52ZiIyV+iNlAAUL7jxGePQFXpj02dfoTe8t75cLRV6I8ojPsMuqtAbotO+Qm+coQhU9zZW&#10;6A1YzxV6Q7F40DUo+KMr9IYmpQq9UaE31I5ZFXoj+BD1fJ8hQgHaQBUVesN7BvUGfBV6A6uuQm8o&#10;X65x4KaqwCfR9+YK51GhN2RvI1CwQ8PHCr2hrLoKvUFe+wq9Ie8jwLgET2uF3lD2EaB4gpQq9IYm&#10;pQq9QfgGBjBihd4AooZuTlfoDSyjVN0fPdHxGTzSFXoDn/YKvVGhNyr0xmShSVTojZibUqE3XIXe&#10;qNAbFXoD2CJ6pasCvYFQuAm4kWAzqNaNUCrgsGp+QZQKvIVqLzexOZrlzfxm7l8A2vPNi755/frF&#10;799+378Y37ppeN29/v77167E5iDEj5+OzUHjKQBFCtyRt/6fr3FHMsCNgFcCae8A3DjcXBLeBaoL&#10;K+6GFwEQNYA8QlIhHKNnuBs+W+Hnxt0AjmrI2esC/KPX2+HiC8x0FD9cwFx3qa/Dl/cPH32bmQyj&#10;5vQj0FSgQOpcyQAza0/3HFoAQWB0xadQMFPH5vl5Y24MwkM8BDjIvBtmDvAgsoK7J3UVBbKXwCpv&#10;ki6yytvaunkUWKGyMb1QZJU3rAc8nMAKCaYrq8ZtyypvmzouAqcCXWOchm1WhFeXXtjPEq9c7kBh&#10;F3gVghfHlQse607gVUhe0iEANtfRD520tHLRi6xyyQMxShhWLnqJVYGl0c6CEgskDZFVLnh0eNge&#10;FTk4kxJFVrncsZQ3dyHBpiZO2KrXB+x7fzQXuzAX+ygNKpc6VCOwKsQuLKwCMGMYBFbUo3IduzBB&#10;quVKROKGBnr7SiWsKuDLrzQkJWlYudxHaoW8cfrROZ+GhT7A0vFQwGO4TlhaBTgGsNpEbrnwgbks&#10;jC1f88AvaoWJUmlTmkPbCwqgUGqiwoWml7jlKmgXQW4EyrtyaydpmZWQGDjnNrUAt13OzYkzzdd/&#10;t3QCt3wDoI+LOLZcC30nbCd8frOxNThVtjcU9fRMEkFgaHtsBQ4GkJylw3rItTA44SNCCf/pnQtj&#10;Bnx9bBDKcyIbhlYYWq6EGctImGeuA2CZCsxyHUzitioAMABIKzDLVTCOkgYI0TJNE8Xs28wI+jlR&#10;oRBXmCY1Ik1k4ywxyxXQD53ELFeAaKiUqBd9vmxhzyf77nQdTT50EWSbT+g8CIHAgjzGS5vvOii2&#10;KcSEiTgWUurEmBARxwxenRgrhohr02t/l/10/3iAfX9kkPZjggvWhcjQrkeYL7DgsSAMclZnbXoN&#10;uM5C7ozne0yA7rogGVD2mCCFDXJ8VPw2it34dHIuSz4mDF6DnLVam14/1yp94/yJtO9IQge8QL7v&#10;UKLvlOe+T6uMrXxMmN26Vn+WptfhRODvwcPVxdOBgGoBjOr/DZDTh7PDu1dn78L9P2HeBrccOdvI&#10;Oj5ce4dDwED9eP/jVd6HyxNACmsy3kpRxlkTZXBqYGjx9/EZ4rGRDnc1PtTi7+PzGR2MrHD4xd/H&#10;5zO6dKbG38dnSQfPwi5+DubYnvfCvbCLDoBGKju4WWm5pb7jcfTxGWaBympPZuBMwwXhyQw87JEX&#10;bReXeHxZfPJLuZF+wi+Iv45PJovQ0ga36P7S9ToQlA8EYlAxWIJOFdugGlSMUK9TdXQNMsdFq3sH&#10;FdasTQVXxA4qAKrbrLD2iSh4BOUtylSGHsOooABtXfOhC+QGjYoXmAEIzr1h0HNf40V+KszR2ObB&#10;TEb2iMqLqdgtIwqMzQvXTzo7Lmknn4P6WlwSg556WCLqXFkk5HfQCekKRJrvsE5UjrEKGr4HlbDl&#10;tes645CBd4JfDZQV7dUtZ1iiBbJ+VtLv/WTgg1A5xmxEgK7rk6E5BI7OIGTAB+eAb6BNBp6KwBG+&#10;CJWwR4N4/2rrQwJvRSCEP0LnyOcFFre+KOCxYI44krXJ9NxPEFD1Kh2cFp4h3BI6HfnzaI8mPIb4&#10;JYnP8EWB3yLQGRNBmU6ga3SlwHXh6eCcUMc3gg+Nj2wVTS7wXng6+Cd0Oj4gRsM2ggPD86NeYep7&#10;yW2A8Q1NNGWj3OIzWguBH7wUOj/ua9wZGy/abqs1GN93cXv/eBWGbIZ8//5YJ9mSFO9KwWJ/EtN/&#10;2YzjYrs3f2iXF2/HeXrRv+2HF1i484vGLX9YxqZf+tdvyzjun27urn56HJcM6mWAV58GJk+y8f+w&#10;Pgqyh/sf7i4hxNPL66vT5Rv++el0cxt+zkK+NGLvEdgb8vUbo4Z8n4d8cR48C/n6k6GGfM8pcrLt&#10;Tc39nzXk++rsN+eHGvKNwJG5BzsPY9KXMvnWa8iXFk0N+fq9I50y+TFTQ75nxxryJctozXQCTON6&#10;otSQLwJzecSxhnyz1VFDvnD5cwgy3GxryHeVSILq2xdGYv/i0cW7tx7oqSFfCSOx4hxLkqk4x5Jk&#10;asjXJ4HUkC+5PykEoblJo7uyhnzJcmaXcA353q/SgCPCO9J1N38N+cbFU0O+cR/VkK/S4KSGfNXv&#10;Ug35Kn2Wash3swv7+CsL+SICawZ6U7i21vZehhpdxIUfPrz7/vbh8OMJqZq/RG2vj/TXQO/zQC8s&#10;l2eBXu+++bkDvT3n9aJczKeE/GK1vULUJC902VfZKzDKoy/7grwCI2SqpLifmyepWiajEhiV7n6p&#10;VCkPMwrlrkVlkVQLVFT0dkIt1rcU9ArFUwAzW+UkVnWRq3KVplSyTFlYGZUgcvJjrlRStRO8nCvV&#10;ruBu1wiVpZQwmF4osaKSl0TUQxCbxYN/fz0vgHIEVrngxVHlch9bYYLfUtDbS8PK5b6voncchbX1&#10;DSW94yLM8RtqeuVEklz0u0O8vVDL+E1lvcMkrLBvKusdnMQtX/p7y3r7UVgb31TW26PCdnMvUT57&#10;2nFub1nvKHErzp52Z1kvqqa3x5bvAoclIpxllL6b5oA8YoFboYVmlkqOi7LethO4fVNZr1uET8m3&#10;lPW6QSqezZWws6wXSZPbUqNs4iTbnWW9KNDf1CdhdyReI9bQdr1xWdUr2ANlUe8oHd1FUa/0PRnz&#10;PbCzplcaVi57JMpmU8SdqVb0nu4+PK/jI1sL7vxjyo42Iqocwk74rwZ5KIw5wioKwQKDPHiEa3j3&#10;KzW1Idn9mJL7dUHW8K4UxKzhXUkyNbz7i4d3w1m7VnBI9bxMl87kWOkRnyGcGKisWl6mMiqhmMoI&#10;6gYqeBJUFztTGTW8TGXUzgUqo34Xhg0+YUb1Ll1bqWxHL2+jiwyojLI6LhWySnfD1ywd2VF78Rm0&#10;OMP8wRsNyTsuUTaKolAa57npMVU3B7HqVFS3RyPTqeBx2EMFAFibF1wOe6jQcMfmFcF59dGPnFBm&#10;UKF40uvIIItxST0zYuQiZqN4F2A8/qVG9SQcD57MKN8dpyBao4gQrgfPzSjgTckdRglvorOKeMdY&#10;DWlW8fKiNMt4RzZsnVXGCy9EUK5VxjtQZyraqR0q9rTUF3gimNAo4yWpBI6p52Q8G+IznBHwRjCh&#10;Ucab6lStMl54JAJHs4wXh70fo1nGG73v8Duo4ulwbHqOzqil7Xhzku9B5dhyCaWzynhTlTP8DzrH&#10;CO1tIRzAQxEmg9ZiOkdyMmP1WGW8cFIEOuOz4aagF6uMF34Kzw+eCHV8qGIPdEYZL1wVns4q43Uo&#10;j6X50hGgbRbeAvBHqGTcU8Ms4g0ftgFODO2l1P8OY7NKePlzZFXwcuF1t+wxi1bjL27xWr57d/ar&#10;Lt/1nRNqVPd5VBfnyrOorjeta1RXcE7i/E/u1xrVFVzxNap7+njFzQrTaqlRXV+surNmt0Z1b09B&#10;Xnt7Ndeobo3qkr1cVPji854OoBrVhXtlFUeN6q6yqFHdotltuBzXPs2+zCc2Xq5RXURrDxvB9xrV&#10;lYKRtU+zJBmu0TimtnJ6JkCN6taorhFb5EhsjeoGQdSoLlqO16huLDYda1Q3dZMP0cga1dWDSzWq&#10;q8XealRXKd6uUd0AgBFjo+HA4bYZ/4qiurVC9+Lh/vH+/dN3F/cfz+/fv7+5uDq/fDh9vrn7cN42&#10;rjn/eLq5M5o1/xIVuj5zp8Zyn8dykZHzLJbrs1l+7ljuxIkXyGb0CRprha4DeoOH320TTNRPgt91&#10;Q0dFUmDLL1p7VyLPZXVsdy2h27VdyDDKHeDIj0pkbvC4jFvciqhu1xBm5xY3zG7lBphtYWy5l7lt&#10;AVS5zQ0OtYwbMPW2Z4oMnETWtoBI3OaWe/rd6Au4tmaKNZJxG6WZUt5donOjByzcYldEett2kPRA&#10;iWoZP1ERZRFv20mzLct4J0eVV5vjK3XhkSO3NFuW8k4eqnSTX6ENh/rCbW0UzZqJkTS+XB9UjbbN&#10;rqjpdWjFL7ArqnqRRiyxK7XhYTe3Zlsg9U4it3Jb+DjkJrdcF76sa0sTbbEthoXqGje55ZqQthi5&#10;ZtdlN8hyy9UgMaNynJVZ7ytVt0ZWFPiKzAoVdB4MepNZfjSJzAoNtD3VDm4yyzUgMisU0OIwFJjl&#10;ChAXR1doAEtX4pZrQN4IRQtn58QjuAgFy8cI5SGvKm0W6QwuKnw7nDbb27TA7QV4jLRN6QOaXtvh&#10;rQK7XBOLuBOKNs79RA0itjZWUeG7eFT0rTVC+dFpbIN4oBcVvrOvVt3iVpT4jtgy22Mjd3h66exB&#10;hTe55Zth9NXHWzMlb3niNnlE801uuRboiBbGlmthaqmWeZNbsR1Q/C9wy/cD0OMkbrkWZihrm1tR&#10;5jv4yuitsRWFvsg1lrjlWhha6eQtSn0X31lhSwtjroXe4ydvji3XwgLEcWGmuRa6SfreU4VKUj1A&#10;wKTvM+GIJToy0baVSqhIicw1naQHwrRKdG0jsZtyq9U1ovWAioOVHc4RYXSE9pXe6hpRr2SVJzpx&#10;bLkekIMvSY5qPBIz8bNFee2JyqHNqKBW1IStdLIJXKihg3W2vUioIiq9dZZ2KgELJiqUoEhKRXVB&#10;RidqgUq/VnaDaO7PuRac7yWxtR/mQg/jKI4u1wOZetsrmAo/1tFNSKsTRJcrwrXStYvAM1d2cyt9&#10;bAgDb6VrpRVMTtaVbHEiu0IVMrtcFXBQSJOl+qj1tbg8bsuOijgSWYuyFEF2hO2W6ICjILHLVdG2&#10;OF+3VUHYfCs70WZdclXgAJYm66EQEz/UFgnD88WJiQ4M5bthro1pkdYKzstsIvSJECZMGJLrjBfx&#10;7uqaQiEaw1IjePO2hn19y745F0rpxP3mCJs15yiZFa68YvewoIUxlndsuiqs66Y2xNjOySHhojao&#10;NsT4ugcFNi9JpkLcP2+iwiHiCnH/1Zph/NkjbpohKKhnKzEU7DEVfOrkXId/xF1xD/eaOiUlldGN&#10;i7Y2Gt3uESTXnB9xZ9pFji+g5x5LZHWtMszvEXeePdzpykPccafZRc5TRUXpLnLYA577vqnSrcST&#10;75sqN2I4pkpoXTJ0ryDuuDjsGTvdGzz5vqkyQO8xJYIZg+GpJhxhnZyxrY8w3PeMnRHoj4By3kXO&#10;U02l+cZgWKupZNcg56nCcN4zmAghfiTDeN8fsGLJ8N33BzxfMmz3/QHPmOzWfX/AcyazdNcfrIZT&#10;MWnYmRDuTwBN8VfdwzUgRyhKR4nla9uckB8A7PcwWFTjx8LvlabMJaDAoN8VLUJ/PLFIEZ/MdUhc&#10;MbUggkgRn5GSQdFbBAB1ypF6umJPIrinN6JBgAhXlkBpvH3k71prtQJyI/UA9Dzhi1FnNHLDFoQN&#10;rbczcjxupdbc+bRDsC8uqSjH+GR5ImrI40xf9kgRn5GSod7bFp5xfUZRR/Dp65QT3T69lNq4V+Jb&#10;45PfjughU6ZNEiniM1JSQIx4Ws2THCKITAlvqTqjiRtptAhmGJScTk/NIHSWPEy0STUIm7DjqOGQ&#10;ynFkBaWjMwomPqMiuQMM9pzOLyYDWUuIG8WE+D8Oofi++Izv5b5QiJOq70U40avFIuO9aJGx+Ayy&#10;2PfFIuOGMwYZfN97pkBnKC1Vg1vLe9Qi474iFhm3FbHUhaCiH5y1TGib0STM9Ym4YiC0toZjzTos&#10;BHWl0G70W906Z6hbjSe0DmNEFz0hwof6qxvWcIe+seoYEWAMHK1t2bTha9kjGqtxRIzRM0QQUaej&#10;QAb0MqSOoHE/xmfYl4gyBjrjA7Bww7MBzm9tfIgzen4IJOp0fBMajfci0hj4GY2EZraKJqMpEmKN&#10;nh/nK4nn1cSrcEIYSpsvoo2BHxzWGt3IdvZsyAXxRs8PAUWdH5e0zbgiau9FxDHwS7eHqP/4DOtg&#10;4K5Si2GCIebo+SGoqL6352vIYvRDRNQx8DPk3LMFsBgd0+LZS4FFdYBdaihlaAShRz9Cii2qHMky&#10;8kdhk7wqUcbxGWSN6CMTWpZHPAob8+QKu5gijOoYI0NndJ/iASLGqLLjjkw4YPVTgb90FGVU+UUJ&#10;tslpECUXn7xawzntEGdU+bHLAp3kdLrYGxKRRpUfbyZ8ovTV78Ml9FVErFFlCIWFpTBiX2n7GNFI&#10;JsTBqRPyKpwMFdMX2y9XRBx1jmy5uck4+xGTDBwRdDQ4hkMTxoPejSw2QXOIOxoceQMsxkqMHCn0&#10;aHDkiwRyAAzCeI+AmaFrhi+FLjnc4qqOz7C6EZ/0cqQApMExCBwXUmNR8DKjGKTKsY3X0c74/sQG&#10;iBSEVDmO3I8PhLoKEaUMs+YcYfHTPPNu9W4KTeAIU+7jiDwP1qE1SN8i0duS1rwdhhffrsscMEph&#10;J+IvjNOi5y8H/C/Gytjw1MRFVvvg/cr74HnV1tqJZ7UT5Fp5VjsRbNVaPMFtqGrxxNkRn9g1tQOe&#10;0iwRIy86odtioqvFE5e8swgQZJVLW4snqEUgecyytVKLJ2ArJXnkmU75BqPgTyLCPU3KaaVbeKIT&#10;mRUaqMUTZ8daPOEdCfmKq8UTuAvlAila6dXiCSTd5GdSLZ6gNKTcXKrFE/S1p/Bo+iCJn61aPPHV&#10;+VuLJ4L3Jj+Ca/EEO/MKocDblXYYHOBCUj3FYhMZXGO1eGK9pTX5IeUhY4XCBAIHyYUo34cLpdTi&#10;CSmBN/h0j9HnraczhlDpMfq9deLgA4YDI7i0dWKOdtfiia8S4TkGVYsnvpJMLZ4QNzVv1BSh0jdf&#10;LZ6QBMnJK0eE0/acYpxzckwRVl3utXhCkjvndB5TUpguSM63PgKRb4+aavGEJPdaPHFHPiestq2u&#10;6zELBuUZ++wlxOF9yBx/sM9miukz+IN9S9mX9CIxB4ZTcUTV4ol7jyTwdPiCrKVaPEGFI7V4QkzB&#10;qcUTas6Ti1m85hKqxROpXoRz32ICr5EJVYsnthr4InMwJNHV4okt8dTiiZgDGJ9h09XiiSiP+Ixp&#10;5rV44m5rI9XiiXBvjsslPsOyqcUTm4umFk9oi6YWT+gmNSqHfN59LZ7YOpBr8cS/SPEELsSfTk/X&#10;HliEfvDdNsh39MPj0x+v7j+SD+Xu/u3N7S22OpXCHz6/OkODicZAYGj8P7wBHu9vby6JB7F4uP/h&#10;7tIzu746Xb7hn59ON7fhZ39FJ8KrL0/c+wM/HX54uHl19k9Ls7yZ38z9i74d37zom9evX/z+7ff9&#10;i/Gtm4bX3evvv3/t/pmG5vqX1zeXl1d39NrDl4+3d48v8R9fnV0/PX16eX7+eHF99fH0+N3Hm18p&#10;3IR3F9aSieclE8jUfV4y4d2eP3fJRBvbWfzieBOtmC+SZyVTzxkh8z/PAXRiLneelUzNZgRmRV6y&#10;2H4Wl4g1B2Mf2ITYEbvI59gHNTFK7USLBJudtRJoxSukmhTy3wkzIcr/m0AmxHbYVE+ZaQBLaG3P&#10;mWcmFRATYkPSQgU7SySk9HeyatLI5J76BbiECLjyLdASaHC9rU/a0Wlkk9QXtqiNECFD2lz+Yhf3&#10;ElZCbN+K2uJ1YK1UMlDCSoit9Ntc/hIvql5PosDRIkjs7weVoFNqW/p/f1lE76Q1Rm1S0vDFOeYZ&#10;Zb2IskDdOGxeeS7ZIAJAUFelxEtcYVT2l6gGEZyiKIiQN1KBJjGKwBkFmISCTZGf/6OI6UFdDdIU&#10;FGiKXAXoFyIsDSSpZNxkZIpcCZO4AdCqYuUmI1MUWBKTiGKAZi4rNwWZIv8IzyIGB5CXV24KMkWu&#10;hQV4AttbqiiHUJApci0sgPsRuOVaUIorci2gS6H0KaZ+cWmJTIuU61qASSD4LW35Ek1CTJ0tCiKQ&#10;Rip925Gfs45OAafIFYFeHyK7fD8sIlQANT9NMnHtLMmuAJRQ4CkKVXSjiJ2RqwJtZKTu/gWgBDAK&#10;JF08Q5TAcbhtfJSIEoOIR/UMUkJEHyggJWCmSPNFq5VMzApERaEOWvLbO6MsjVBQKgp9TMD9EvgV&#10;+pBxKgpkCZT0Sp/WEluiw+d8Wx8ltsQ4SPIrwSUUrIpid8jQdCW6hAJWUehjbKWTqoSXUNAqCn2M&#10;omlS4kvIcBXUNmndvqNoz5U1EgpeRf7RQIqKpA/qg7i+VwGsKPUh88v3h4ZYUepDxB5DK9x1fBpk&#10;xTN9iJgV+f5AyxgJoKMEmcCBIBkYX6FMSF8jaiK1TsV14qf3K5gJCVfjGcxELx353wgzMYlX4a9Q&#10;JqQLj884S8trEFG1vgKZEKdctCLoRVgXSlhbhU3eTuHc8p2i0gjbUVRzeccuIXvgVvxwyf7EE7k5&#10;vQsSeX7834SMvxD5OhapdWJ6IBYPZeLF5jh6yio2KxHvyyPETiTifTmE2GZEvDN/MM5w3xS5adcx&#10;9ZrSJ8k97o6pZ6NBzvNMvbEMcp5p6sGmk5PPgQSTujcb5KxO+A1CmMsgZ4XCNbCLnKeaGosZ3Hmq&#10;uN7v4c7t6Y6pm5zOnRtbH3FJ38Wdp5qaBxvceaqpM7BBzlPFbXrPYOg6TVrFfXkXOWs1tQ3TB8PN&#10;RI+pJ5hBzlOtdRfPgU7QJNerKSUQ6oKsdRdSDnoFrZAkU0ErJMlwi+VjBa2QJPSz1V2IxmHsd4pC&#10;jeIrS8H2ZIU+XF08HW7p7Dw8+X8/vDp7ODu8e3X2jr5uIVjPFiuF6ykab6NcwGT2hy+aLMaPpARy&#10;gWgkkyYrKaaCxSenNSeeoWedD9tvJXIgJMkcU81M5BSfzJFDrjbABUH34ZNPMPf8zY+c4jNwnHku&#10;FroFd9AmoHuVX+y+2RrtTmPLUQvXgj9yZmEGYQv7+RqtxcmR7umsVqesEQvPgjuV4wqutwznDtot&#10;LZ5gg0U9xCdrmMdnIVng/k/TwI1eZ8dkyQyNb4vP8NZgH9oAFp6bBV/BlrIFDsCaMHrkkxcaE01F&#10;i3Hc8cmrOEwgGU7xt/EZqBijJHTskDcjb2+j13nspGw1hY5dsPVtCDe8n6dBxbtVp0Kwcgevlly2&#10;kKzOi2B8dlAxZJnOC8HKHbyoG7f9RgQrd1ANjAFhaBzRSs/MWGRDLLMwUFkQr/TsrO00RBQNA/MC&#10;EUvPzzqKRkb5sI5oxCw9PwvwYmStWngXEeWgM7byxB2P+3RrjdszPsM2RdzSj89Cu5iokRVWsIV2&#10;gchloDM+DTN3kRgMtAHELj0/E+2CgiwYn4V2gehloDPQLgh9gfhZaBeIXwY6Y9kvvP4stAuKYAaG&#10;CS4uKiw+g+LgyA2EFt4FBTE9xzm5GCKn+GSO3gGKOVuIFxTHDBwNLASHhvae0MK8oFBmIEwGYRxb&#10;fPIYWwqnY4wW6gVFMwOhAXvhOsqdIY7GSnQIaHpCiljqdkBPTYHAEu57/ZSmoCZTGkaD6wmv2/M0&#10;8D4cAptMaQEZpEPRRL9AcJN5Wiof+bOJOnADeYAAYvyM1gtIVHZ8stInVpGJggEIpLA8TBwMN8Zi&#10;CQsJgwKdYZyIZOp6H7HW/IwsNAygebA8LTwMN1JuC+ndRMSIMHs2JAYiU4GniYmBoCdTWmtpjDoy&#10;UTEQ+Aw8TVgMOvT93CcLfQHBz0BpAmMgrMmUFjJGojShMcaI0rKYUuK32+AYqUNAY/MMUqJIp7E+&#10;WfItQYWpF6OoTYp2WpRB8riTGbejuOqo05zOs2efIiiNkxYRUa9NUBpzd5TViH0ESv1SuMRbq4mS&#10;AWgy5hgjA/Hcis9wfiEouo9w5M+lOUZERSNHfdoD9/sAR13mCItGjvrSIASNMGsDIGPDyRPFUvEx&#10;fuX4GH6H1GKP58Ue2CLPiz28RVCLPV6d/eb8UIs91qSQWuyBDlCwtJJEpOTDb8LDkDIja7HHh9TC&#10;thZ7rLKoxR4Rfoast7Qna7EH0nRgmyeBwKsq5PwV2Be12AN5gnBLJLnVYg8CNqjFHuTS82kB69H7&#10;DACjFnuEG0SJgkEpE1JxRn4+wUMvpYqT6yDtR/KDSvzgLFrparFH/DDC+5/JpRZ7RLnUYo/t4qVa&#10;7HGoxR4o4Yj7hIJY6wFCmW2ZJVmLPaT+1d6XXEE2voKSqCAbUmZsBdmQJIMQGEVm6Eobgnt6SUMF&#10;2ZAEWYs9JMnUYg9JMrXYQ5JMLfbwFRVULYEDeRvGI+RQ/GSQDfkNqU62Fntsts51tdgj4QTENI2Q&#10;vVKLPbYXTMiCcUbeJqc4IktYzbcKCUK12MOD43Aun5U7W4s9UH7n4YRqscezI6sWe2yeWbXYI66T&#10;+Az7pxZ7/Fau0KvFHvqnuxZ7oDihFnsoO6gWe/imAHoCOvrN1WKPthZ7KPuoFnv86yv2gF1R8Twe&#10;798/fXdx//H8/v37m4ur88uH0+ebuw/nqAJrzj+ebu4M8JK3/h82QzLwkvMSVsSDpgCbJD59X5Zz&#10;Kk54/PTnh9/5aoanL+++HG4uUe5K7GqJx/MSDwTxn5d4+O/Wz13iMcZCVdd515CHlzlcABuY7q4X&#10;VPCZ+th8ef/gcW9yDJzTj7FlZOoiueYi5Dm+s8eTmEOxYwHFkKUrzDP1TEZHTV9ul1Oh5CVli80j&#10;JaltsMozHygpZJsV6pczVtRMd4NVkVUK8IptVnmuFphss8oT59CcQmCVp83NE7U03hhVnjPXe+CT&#10;LVkVfUZRRL/Nq+gy2g2UcLzJrJC875K+MbAy6QTwEAKzQvY9NbrdYpYLv+1EZoX0fVfkLWa5+B16&#10;RQsjK+TfUDvaLWa5AhxQSLaZwWO4LrEJgAebzKgINi3EifIpt+RPCRgrFRq8b/PKl35Ljcw3eeXi&#10;Hz2Ix8YkqYA6vZF6z26yyoU/+sb+W6xy4UubqADwGDziwBarXPTSkiBXbBr6IAmrgO8QNyTVpide&#10;/SIdOYXgpSOHckVWXp2wuqgjzUolrVTqgJCoOhyYmwuigO/Art3WIs78jFdHbfw3RF/Cd0hzLCo6&#10;2lngVaJ3NNLyKtA7CJZjc2CoJV6HL29H6hKSJOZ8I+eNWRbYHWheIYiMkltWZtLCL6o5nPhVK6o5&#10;0CBFmGa+9Fu0V99WZoncIXyMCtyOVpwldT1Ks/Q54RsSK1A7Wg9lsXVUUOAu8XLSuPK133nohE1e&#10;hfS3xUXl8Ov7GnxLBXnlix8Z7QK3XPhoHi4ZKAVgBzrXbXMr4DqgcGmVFSUcnceb2VBAgdYBcUkz&#10;ReeGVSK9xzfY4parANyk87pA6xgkhRZYHeAm7XRqVZK0NUjGyrPqDVFuBVTHCMyozXPjGVDHJGmB&#10;sozS2EbRvitOoUa0pAqYjsmjLmxo4RlIRyfZZWjJuI4N3ZyEmZZ7wVdtbO2rompjlnSKXmnrOxdg&#10;0mxvrAKfYx4Ek6VA51h8k/s4spqmLOXn1DTlbcnUNGUpp6umKUuSqWnKkmRqT3pJMtzl85gaHeup&#10;7f//pSnj0/zTunKTyXO4hluRnHyUi7p23A5JEDAY/FcOJgF7mleKMl0CLkVPCa+hGhqfuUGW1ZMN&#10;fkXPj/pkaVly8whLGZ7RCU2tdDrYtqAbcZtV6cgeBd1g9KL1oiM6o79apOshyT3vhSdRp+Oeq53V&#10;Vjz1jtX7kM3c37kz2mfPfA616OGszoN79LZGi82ZWxjCpajzI7cI5NzCN66+NzYlhCmr0sWIMtar&#10;ShfbdaJlikYH1Eg/Pqv1LpnrmAa6s6vcuGF9qtaJmyw+w7akJoleKPocJu5HHPduZBKfgRl8j56Z&#10;QUU3JkxAly6cj2Fg6ixHthD1kwLeR89LXx+p17O+reF/DMPXtTlwo10MUFMTPJBhmvrZ1Me9pU+0&#10;5xb2CRwo6ic+g556ChLQiaMrCl7IQKbLDUEGT2Zs045NVvQq1wTSceQKfV41Mngi/UupTlql48Pf&#10;agJLDbn9ojQ2aewk7IzG1/BHBn7G4YD2r4EOh7E2D8fbAU5HnY4PL8R+dboIfGE0QCewSDozjW6M&#10;bBHB86i+ldvStjgBtMmSz5leavSoZhyGLtWcxFUen2G1c20KvI/qS8M7OwxRGxprFe5HlYza19AR&#10;10AwKjveieSB1Am5yScI9YUCHyW/2mhqSw1VwxgREtbGCD8lE2JNq4R8/Gf+nqiJ+OTzJ7YnhjdS&#10;5dinXW68Gv7KOEb9PFi7Vxuzhs8yikdfrAN/tn0jdE088FsyR2P5j3yFdY1hscJ3yRwNtIyRi+QA&#10;u6mLB/5L5micb1PsG90YByZ1pA/LzNimE5+YS0JtiosmPsPigRvTM4SjUl07M39vFjjnNbV8fTGJ&#10;76t9ZH/lfWRDCkvNMnqeZQTT6HmWkT/DapbR+aFmGVEv3ZpllMfZ5ppllOKhrRQ1JQ9AoqpZRqEl&#10;tZQqVrOMYuOqmmWUdfGqWUapoVnNMsrWRc0yopDRmmFes4zoyppLpGYZFeKoWUYo5TgGz8oxOgT1&#10;oDUjdtZmiLUZ4tkRiAXBJ6avmZplJGWM1CwjSTI1y0iSTM0yqllG/4+9r+2NI0fS/CsFfTzArcqs&#10;zKwqY93ATHd7cEDvYbBbf0CW1Jawkkpbktu+G8x/vyfICBZZyYioWXsBzzb7Q6dsh4Jk8C0YL0+g&#10;+m30z7UoI3GzsFunRRlVQZWo/nLwnzmu9U2LMmL5xfU0tSgjekFGYbQoo4Q+GQXSooyqh02LMqI9&#10;U15MLcpoXxFKizKyYkpalJEZctOijBIeYgMwuj7sv0cAIwRmYoe32KLT2CK8Xk9ji0Lk6reOLRok&#10;CJIjrSsIRimP46sQjAC8UM0mRyBkCndIAEbBbJr7ZRCLmKi0/GrE2SaahF8045SHVygoG5B9YjQB&#10;BiXkac8Y5ZEtWqZ8xihhF80Ywb2QmlNgFPA2TSRDz9ACM0YFcpEC+lHiFgEKqj44Cv5MLXaKnOqw&#10;RfNu5SLvFfSWLhd6Qi2a88qlriHUFMWou40qrlzwkwI5UdaiFsyiWb8KzCJgeVSXehWyaM6qEL0m&#10;Lyp0kCao52CiOa9c9B1Qkur9ymWvrQjSz48NosU6qxwxQds5BWRRv1ZWap8vekZtmQ2wgCxa9QpW&#10;VAlZxBA8c1654FdYNtURFkWoMTv1/UMenSStQYUGygUPmBKFVy75YaNsoCpk0XyM+ZofAQ5WH2Mu&#10;+rUm+wKyaNwovOqQRbOOFZBF0z8GWTRnlkt/AmpZdZR1yKI5s1z8SNBTmOULP0EWzZnl8l9PGrNc&#10;/gmyaMasgCzaAA2qOsw6ZtGcWb76Nytl9dfDiebM8glQQ4GL4tMJtWjOLJ8AFdxPwS2acytnQBNa&#10;PgNIBuIAxBm3IqJoGpS9eYpbpB2MBW7RiNqT1Qk9xS3S7rcStwhIbXVu+RmElCK1b/ksrDQMydOI&#10;Iu1Mo2yVdD6ullrfylkQ3KLZLBS4Rf2orN1T3CJtpJTtk/rWa9sKecFHKiT8MNLQvG/5VuhGZU4V&#10;3KI5t3wWOpThrs4pcj/zvglu0ZxbPgvalNZhi2a8CtgiTdmvxxMFXg21qI7N0+KJND9/Qy3SJNPi&#10;iTTJtHgiTTItnkiTTIsn+obxRKsqahHXivNBi5jQwywiaxJwATzIIk5x9hCLoE2B2XppQwdAzwMV&#10;7IWmTybmfXtYRTGD3UMqilQeTlFsEVZDs18RpGDl5P9D+8QYof2bvKC1E5WDT9RFgXnwRByX46ET&#10;9XGSPHAivhk9bCLBntnYQmOsrc5BiuJQNEAsm2IjFFHIzcElYhgEB5aIyg4QM8CZWA7UTsRmYy9I&#10;vII97bAvhjYdKkavsCXbMxCSvZl6soBglPbGhIUxUNmiWC3x7AMvnAmWxGBjjGQOmAcjk3i7DguM&#10;GsU0WI0ODNaD1WuS8er2YInIHEFSsycKlsZIZsttJC8AuDmwRLA1BjIscmsIIwMwObBEsDYGbh4s&#10;0cQnvAdLBINj5Ods0Ym1JA+WCDbHyM+JJlzLonNgiQQXzIMlktKQHiwRLI+hf7AtmtOxlvXpgPrA&#10;+Bj5OePdAHsvrnd7JcP+GOkcaKIN6/MeNpFgE3rgRIL958ETwQoZ+gfLoIN6wgMGoX2urAVAC7ZG&#10;e0qghpAIXYQiWCOZEAhE5p5j8Ckg69jHECySzNHDE+KbgMyJZtNDEo9DuEob3mmadJMoHkeVWfES&#10;c0cN66TI0V60PSMGughFsFAyR+cW7zkozkUogpWSOToIRR0ZGsPqcU5/WCqZ0EEoIq0mcnTOTlgr&#10;mdBBKOKz0wMo4on28In43vHgiWYvEIlObOhE3zs6UThYWwTRaQQRtuVpBFG4WVoE0aJFECmhBi2C&#10;6OrxFhnfLYJIcGUKOKIWQRThiNSoH+h1yXPcIogeH66CvFoEUbYsWgRRJoxU9iw8E/OAXxgSjlup&#10;RRC1CCKyI+QLpEUQlfJoEUQtgqhFEEUz2C6VZLFxd1oEkRbz0CKINMm0CCJNMi2CSJNMiyBqEURw&#10;urQIIoQJBB9QiyBixJgWQbTb0zsmwsW0CKKjLFYtgkhcsHFxtAiiuFVKqbQIIpGHfONqaRFECfvk&#10;FGmJ1JAWQaSKp0UQmSFbLYIoAZeVJ44SQYR19nz1evfjv/APv768hp+vP728/uV2/0g3/tP+/f3D&#10;QzBwPzwtPkNLXiE8i/7lZf9wf0P/GP5w+Pjhp4fD4verh3cXy/AfT1VBdth/eroJzO5ur25+4Z9f&#10;r+4f4s9h5RO/2y+voTcR8+XT4f7dxd+2y+0vm182w5uhn355Myx//vnNn97/NLyZ3mPif179/NNP&#10;P3d/p651w9u7+5ub2yfq3eLL48PTy1v85buLu9fX57eXly/Xd7ePVy8/PN5/r8hDwefU4oZO44YQ&#10;NXoaNxTCQr953BDnO1Bd6bBasRwX18Db7zZ4JF7jvUylM/EvWK9fhTy02VLSNUKnQ/hm7kNCiGNy&#10;1yN6kxLp+w0iHkJ3jmUycq/+JmCM1Jjl+eD9GgAKdWa5XxNFG5We4YY+9mwKDvRazyCoRLZeasww&#10;o4mqn1aE8FJjViSDDxqzPCW/H4FGUmdWRBKNW4JZqAmtgCPqx1HrW4FHNAZ0iiq7YhJQG1rrXT4L&#10;w5qwf6rsimkYAHGiDDafh6EjFJoqu2IihklbInSTpAlbTYTaU2VXTMWwIgSC2rwW2ET9RpuKAp2o&#10;R+1qjV2+HVBXWeldCVC0UpdwEWA0EhBEbayEg5lE0q8Gdaz5TOjcionoEQ6oSC6fiE6diAKpqNuu&#10;NckVYEX9SGAhtbGeoBUN2p4oip+herDGLt8TCOvWFjG5fJKIEZivsctnolvh0KnLjjJqjuw22iIu&#10;YIuQtaayy6cCJeS13uV7YgMYoXrnCuiiadLGWmAXjT0BhtQ2WIFdtO61eaWkwiSRFdBdFG75PESI&#10;oNoqKdCLkCigccunIWIEVbnlOwLZTRq3fBZQ+VeZhSGfBaCO1QdKyXtJHptJOzVL/CJtfVBKRWK2&#10;XWoneoFfpHYsn4GturFK+CJtkLn8tzgF63u+QC9CmUxFYrn4u2UIY67NJpJAjsJQ5U8JFElkyM7Q&#10;+lbGHqlrowAvwkbWdnwBX4Qy6spYC/Siruu1442Sa9MoVqpyQ2UPElnX6b3LN8IYoBZrW76IPur0&#10;SxV5fcdmacPUJ7YAMOpW6qVaQhghLUjjl++GbghwarWFQnlaR6msgCek9C/fEbhDCGGpyi+fDNCp&#10;/IrZGLfakVkCGa3V85yeEsdxTKrCX2AZdVvIuT7eEsxorfavwDPqkVWu8SvmY73VthoePMdxQM3R&#10;5ndTzMe00Y67TT4f/QqKrjLecj7W2vxSSnCScz+otzVl6yU6ZI9rZztlHia6flhp+vq2OKoGVf+n&#10;2vYZv0m7Y5FEeKTrSC719UzJ9hk/9bWzLeZjhXeHwq+YjwgJWztetsV89AAXU/gV8zGqajHl3Kdx&#10;dBHTrLZ/gT1wpDNfd8WEdNBR6x3EJZVz1B+fHWVCH7u4XGtD7pbFnExrbc2EfMOMY8Akqw0a4G1Z&#10;08bTHedtRrgdtVWD1NyM7sSwAGvGxxs2u13d4YdgbECcGv8dflpcPc2K50HesIjsJNvYiWuLxGI9&#10;sYmxdImzYCjYxBAAEUuesE2MRUfErW7iRTTmPu9fFlRPkh7kJJgWpQgzdjBzi2Q4J7vVTZzt/4G3&#10;aTSW4hCxt16LUtRi8VqUoiaZP3yUYthUtcuXUVB2yR9hbz7Szul8h/Yd3RcOOV+qCX3DIedrFbrz&#10;OdxJdQ638HmqA2nGgfw85YEU30B+3lBJrw3k5ykQDBW1S5BYtmQIDSiwJ63zHNkEpZP6Q0rleb/A&#10;4yWd8bxf4BGTTpj9QjzAWeU73F6/Lsile7F4Df8/vLs4XCw+vLv4QL8THchMS75k8hAHRXZxR04y&#10;WNCJ6HH/+20eTLclCzwGJ+8LNHkkKV3X8JBFUvjAuJdCIF+OqmHQDUBqiYSFQL5MyDBZpE2bHPEW&#10;5qYBDxIFJJzkGznCVxYJ4Q2zCRnxo58cMCI4zJgjDPNW09RikOSE3zAJAbcWCOEXswkF1W70YLN4&#10;+5JrzOQ4MqhXP6aa0yI/+UY5wnnGfUSSuzWYkfFaALJmTyH8Z5EjHGQmx4ERiXr6DatpuNCYI4yK&#10;FiHhFQaBD4544EVjQgfOhhCiIkdnUcDmx4SxhBG2lwhavlHgAmXXrxyMI/jSIkc4y8xRwxrKhBiV&#10;JZ4xHj7kLzPpeCQeOpawg8PMZNeRV5dOnqWDwQSXWiAkn5nJsWeO8nzXhU2GdDTdreHisUSzEsSk&#10;ycHeg2MtcoTnzOYo8E8DfN9W0wn0Cs4zm5A8JDSYHoYHkyPZDYkQZneTUMD6cEHapy08bIEjXGgm&#10;w4m8xmh5cuDN4GMLdHCimfzkTPaASOFlC/zgRrP58UOIMCAtCSZAPAfEai2Sxu63+AkgngcUuCGk&#10;EZo55/aD6yDQOYBhG0btwkFr9o7cEmjVQWjdkLmXOmfPGbxtgcyhYnXElhu8befwEpA3p0m5t+1N&#10;sd3G/jtCI39b6JszB1Aqo3S9OSWXG8vXPp5hd4w97JxVR163wBFuNXMB4KDgI9q5icnxFifEuQ67&#10;TmYOGou19sj3FjjCuWYT9izHCWeRyVGuYtokJuGKog3CbvNuMLjgIiXZfE2eg0B49s4WJjdc5Ak/&#10;m8NTimrDw2JTwhUXecLX5lBKqtHkrQ244yJP+NtsngR2HeRJ544pJbjkIiV8bjblmnn2S0eb7OCW&#10;CzzJ72bzpNC/cN4R6KPZz/Qcge/NoeT13q+cpxDUOlYp4WeyeU7yavKuv26kIjV0gp+xQlhKg3Pa&#10;k5uOeWKbmFIa5Bk4OIol1rz005PSQH6dMCLvfCUxRkrnldXRJAbKMRkERDeXb9TRO7jsmBKIpObY&#10;e0YixUPLWUtw2zFPT0py0vUj6ifZrSegXW/sHWtwvfdoxcnN+j+8c3brgiqOp7V98wZw2iB5+Ods&#10;nksIJ1CuvVNxyRH2rk1hy3qLa6WAC4/bduweFVuKLKCGD/q944OGi7HF+Z/G+UPBOY3zD1dzi/O/&#10;+F+Xixbnn4cwtDj/CAsKdSJFlLQ4/yCTFucf7pc8rQhq1HGZtDj/sExanD+pwfkqoYiOdJi0OP9d&#10;i/O/EdBlilFJS4Psjkp0ZYvzn529Lc5ffGT5WdPi/JW49/ymJoOistFanL8iv+KganH+coCTRykd&#10;4H2L8z/m0rc4/xbnT+beXYqacWL6ov9gl3zQDrnE54mnxSGP/gGq9xHN7g55dAruEJ50DnmL89dC&#10;jdkr1OL8W5w/Mo/O26scfbZDhNc5m6/F+Wubr8X5a5Jpcf6aZFqcv6MZcJFQZBIUx1OL82do3xRY&#10;47n5W5w/X28SYCBfDt9vcf7x9hexyDeKp8X5W9LhOJ8W578nV8zJymlx/gFqUaQi37ivWpy/yEO+&#10;US4tzv90H0monB1K2OL8K0dQi/M3VR+C2Qrhmi3OnzBx5SCSbzyQurHF+V/0Lc7fWCEtzh95E/DJ&#10;eYdNNPa3OH9DLfzDxPnjvG0o/i/7315/uN4/Xu5/++3++vby5nD1+f7p42W/7JaXj1f3T07Jgvfh&#10;P952WcmCy7KYQFhvAIOXb3CYXlJY+svzXw8/hjj21y8fvizub5CbGpwHLbr/NLofSTWn0f3Bafmt&#10;o/s3kvwbkRpiKYmA4o8DNqD4H3OavgrFH4grAQK2Q+4ZbBx5dBNSC1OwxTitCNQTjQY7bE4GT3Ii&#10;w8EVMDgr3JCGlsiAqkGQnjVuefRmt4yRQxVueSDIOG4J0LPGLQ8sR85tCPircEOS2rFvIxB769yK&#10;qBzk4FFUU4Ub1kjiNmwCOGitbwWUP7LFtM4RRkPit9LHSimria7rMF/17sHlf6TrVx3hoFf7V0yF&#10;0b98LpAbSPDPVX7lZETwzYr4KGUwjWMFzFSFXTkbozYbhHlyZBdwkWu9o6CCRNZ1oya9Es4/IA9X&#10;2ZWTMQUgz8pgizD/bq2t4wLNH73TBlvg+WNtKrIDGkM+WHWpEBpEEspEKLfVsZYzESt51MZazITW&#10;tyLKH5AnAUS+wu0Ezl/pG0VEpBHgPAnwpzVu+abQBlpA+ZOOpuwwwrpJjWrbqwDyxymsjjOfA20z&#10;EDZTahF4XSHgsjbMfAr0MzjfC4zHWmFGlt3U6EB4sbXVUaD4b9SVW6D4d0CaVrjlh9IEIOL6GVeg&#10;+I9rwsuu9i3fB+NS26SEr5QGukWlD4VbPgmrWP2gJrZiDoYADl7rXIHjz+kuFXZFfH+3Aax+vXcF&#10;kn+HYhp1yRVI/n0PiGmFXT4RsLBp7PKt0K9xySnsipnQDt8Czn/VAe9b4ZbPBGo4KEPNJ2I1hSI5&#10;tYmgrPw0/VrXyH+YiAZSXOpdK+D8tSu/wPIfAD2mMcsnIVZ6qKyQAsp/WPfabihj/KdQhaLGLt8N&#10;AwV3KyMtJiGWQaixy2cB6pI2VgqvSQJeoWhIfVILKP9hO2oLjoAejuwisn2ld0WE/7hcaVcDIYsk&#10;doOqUhPEQiIDyIg2FYBVyuiAB68MNp+KsQ81aGormAB7js2qmlcB4w8cBu2gI3txYjdFkPKK7Iro&#10;fgDtabuVwoMSO67zUmNXXNGTqisVIP4bvXfFVExY7vVlTFXTUu+26kFH2AiJbKSbSWGXT8VW3WQF&#10;gj/Y5bsCRpMGdV7BcqcHVQuBrgHtAhIqSCahxNlRV/TaIEEmRCOHHDskkBchWirqL/ByIvl50d70&#10;HiDuCZHO7kwLgdZiDRvUuSaZFgKtSYbh2nYANowBUPbmayHQmiD/CUKgvz6mlpQ2ws4OKmgVO5sh&#10;IUEgwHYadjYS2qBR4eAfPbxpsmAzJcwgcZmK816+7MRfMsAarNkOyNiSoTzHyUEuJYs3t57Sl6RV&#10;+UrrDGAP67fXOsNTj5ML3sVgfWQDt8cuoOzjCI3WlBLMZHFEowesB4s6UwJy0+bJ6OEjQeXalBww&#10;OHZYLA4lXgRYIWRj9yijRjOMOOodnkzZw4jnUMaxk0Xeo4wqTL/14N0I1pZGhGrCzgqBeT9Swn7v&#10;tM6UsJa4cxRb7whV+Kyxk7Xfo8QzCyPC6vP6SQYqUE5Y0XbjjP8H14BHGBXTVUptkg0pX96YHeNY&#10;rmCrdJqOK26VNGPhJN/EkQk9oFHEFcV59NAZ4ZHgCXcASTuBR4wuXD2iKZzWNDXu+uVTE+4JTzy8&#10;gNxdxhpX524yibrywko6xsB3x8I7zINPlP0F25m9IhjX3qmJAHdcXN1Qwm1+DFXqQcR25Omhk8Lb&#10;05ws64ECw88S+KWMXVnQ8pWFLYjx3k5h/7XTPThkQrOOlJdUMBCjdQ6bJdlqSCi2jOG4CWTOgbQk&#10;UyK4eWRUUfUMMl7yXt8YNNTZaUt+oqdsb5km+YrKQSXz0DlHNdlKOQz76N0yOq6DYyvwnw7w95a3&#10;Ig42a0tseajpCSJDlG8cKjxLPFLRLOXf5Rvp1rxGVs6JsmbVZnB2LCx9oV04mcxhkCZHM7FOiWzS&#10;L/nG/kFBCnQb52aFtyrQwR1ltjvwtQpPqrzhpEH5xoYJ8Tgsld6BFIZnKxLCdWU2vWINHterPcW9&#10;oFhPyIe01gK8YLFpuLlsQvJwh3XvwaZLnRyvogA8ZoEjucTMpuUmQtlVh5D7CDxjezCElU6DIfeZ&#10;2bRAKG8cMco2Xjpg3KxykKPNbJfv3pVXD4WB2le0ds1pjuMll5xNF7fAirJFLH4U8QL5rbYOYHTc&#10;AOS8M9nFm3fonZMhNopVYHeO9QKvvlAc6gC3h9k3FvGwdkTCz1vyBpr85NU4rJ093KE+Egl5WHtq&#10;Od+X5Dm0m+aaacPGUV4AVB+b3jg3Ts+FIcjLaDaNncYcU4k0OSzlGw/NnvWXYeuYCeCwjBzhkTSb&#10;Fmz1YQstxVrUUkoBm8mWoxRzIu+lyXFg3W5cYoqspgV9flw6Bw0coWHU5Om0ObLlcKT3kNm0WEY6&#10;x4oBd2NsGl5Rk+PImjS+9syMFMmCFT72XtP8AiMPqt00I+6PK+fBNIlFZkheEFmH8o3rEc7Y2Eca&#10;viVHKiwUBjM6x9Oa6weIW1l9T0rpIBDaR9RaxDM5u1By2+H+tLcCnLxxMPDimqPeUPQFTeHkFEDb&#10;JFOdowzBISwc7UucDghu2iHk4gpuH+E8Fo72abYlR3wctT0zUrEnM8/K8mpw/N87HH+Y2hawfxKw&#10;T0F0JwH78VBuAfvvCI+/BewjtADmoBS60wL2E1wymQSTXBB0roU7t4D9SlIM7uZcdlq4IimfGZ0W&#10;FE/KQ0bWAvYJ4vAoES0qswXsFwldLWC/THAjc0DaVS1gPxSUIH9kkkkL2L/YtYB92BHyfE8yHaYV&#10;0gL2r8K2aQH7CBI4WShUkDYtFDILaSHxua7UAvbfPu9fFl/wLIlGrZ2Yi+zQy2jY2oklyCaOhqOd&#10;mFpt4mi32omR2SaORle8qKLx0SZuAftauCg7n3ctYJ/iL+j+kU3BBdt3yZdhLzH2h+1SyIJDzus3&#10;uW5tcrY775I32iHnTZpc+w45b1Mks56zm9huvEtOMIc7DzX5RG1yMqTBhkzlpM7pDEcd7FLEo8Nd&#10;TqTzhsqxNA2zfIZz3wL2tSOVQe52cIacs4BbwD7pIBWPUAvYp+tI/GLR7YqIefFAOjFRBGkTnXF+&#10;2PhSXLSOvxnlwzmKsgXsG/h8QLAJkm8B+xbyXEfQGbjoW8D+025f2ektYD/ennIAypcPQkATxeXj&#10;hNcC7yqegy1gn9eZCJCD2ZyYNwJGioKWd7lMhHyFXwvYP5EIRbfRCWfHZhEiUyCzg8K6Jb8B7cga&#10;nKax0Rawj6f8K6mWLWBf1qV8o1xawD6/z0Qs8uUDrQXs6zpuC9ivKm0tYL+mybaAfUuTbQH75jGM&#10;BJOgHbWA/eqJ0wL2zdXTAvZN8Xx9wD6yNBqu/neJqx+e6y1M/zRMHxkqp2H6wU/zrcP0e8LvxuN/&#10;FROAqrj6kjn1lbj6arh0ERUjsPrBfpCHWcFYnYJnNhpQbBlhI/ifM16wPSRegJKsg4nmgX+AE+KY&#10;2hmvPBJZjUOGbS81OCZA/RmvPP6y0zCrT8LNtH6VcPoaYipZw1LP4Alg1M9ZzwowfbVugAKlP+eW&#10;TwBmqT4BAGw59u0IpD/nlk+BhuNcD8qf88qnQJuBEwh9TWZkuUyy1VbsCX4+45rO+kUBMImXhstN&#10;ObWJqBOU7zmvXPraGE8C8bVVVgTiq+uixM1X5ZXLfqVNJAHCpEEK/vBsjAVq/qBBN5eY+RyPN+eV&#10;y16FWC8C8LUhFgH4AE6vL3zC0ElDZNDhea+KVQ/UdIVXfvQwCO+cVy55vZoCAZSkfumHa7Hs1Y6V&#10;wfea7MlHmZpcqTj+iCA6knVbTWYE+Zm4DYBLr8vsBC1f25MUYJS4TWpJC3LsJDJksceoz9kcFMH3&#10;axzESt+KORiWWucKtPztUjt+KCE9dQ5o+ZrkKH4p0W2Bgl/vHXm7EhmgQRjiejZYAhhLdHAtaKNV&#10;ou/n/PKpgP9fHW4+F8DxYKz2Ob9iQwDLQRtvPhuradAmlxDDjuPtVDz0U9R8bVsUQfhGdRYFOH82&#10;XnIBHfuH6A1lvKfQ+drqK6DztyhHVF8uUz4dAMBQh5tPx7bTZvc0Ep+x7mejLaDzNyvtClSg8+fs&#10;8r2xVssOnELna3dEAZ2/1rHu80sCgBLaVBSR+BPw/+tTgZS94wo4QufPB5tPxbTUbukT6HwprTJj&#10;V0DnA+tJ6V0JnT+gpE5Ak5+zy6diwPFTH2wZiT9KUY85u3xbDOpgN8VUAEpC611+SvVqLS8FOn/e&#10;u3wqepReUgabn1FAUdCOeArZOp4BajEfwqZKZGCX71mYWRoSf0Pip7hovGuiO8EOdG6B/Vp8bgvs&#10;1yTTAvs1ybC/ewdEoXM2H+PY7hKmj71XSemkrQ2l8izuuDwD+Xk5DIyiuINOeBZ3XH6B+3lDbUj8&#10;2pr5JwjsV0uncJT5LgFGhgUMLQTfUM736u3h9vp18UDRbYvX8P/Du4vDxeLDu4sPtM6iX4hpyUW0&#10;+IxY3wy4fwrZVscgf466oYcQlh+yOCVs7khyEqDDcQXA7Zd9IwTyZZ4StY7SsrwFhEC+QojBhMYd&#10;9LMUhA9jXtxTwki+kSEvAeDw2w3TUyK060TtiS98Alaa1S69TokfjOsmHaOcAqnfoYu+jNHDnk3Y&#10;+w6GIysneJY4QY/QsGkcnQP/RzZo0Pn4/FHOQOe3x8shr4OLzR/PSjLvm3KWUFsPl599RkDlFyVP&#10;1pN847pi+VFNXbvdeLEAVlXOfuEjX+YX1z3w+B25xPH6aPzxhuqWDhRwZDd5odlhcj0U/tikB8Ef&#10;F4CHvx+X08rBkmQqBxUznme9A1YaJ6rHkWbt67gN+85ebTyZzt5nKgdNOrbogWXG48YD2Y/yglHN&#10;HmNk5vSed4qDAMn7xAFrFFxOW/ZcTczD4o0CS0nDss/kG/cbP0EcTH2pvGGfBWR6x9nnpEEg+TZQ&#10;2ecFWYXByz4syJRKh605i2SABJF9vDP4rT0+Tqe0O86A1DYRlhT1ySZCnH2gsjvV8YnuLeV43Din&#10;dEplsZWEjm9/BwC4Y1k4hR16HifefNaJI5DHDnZ+z+nvyAq2uMHPFIULBcqk45Wxcs6KgbfIkBLd&#10;ZZ/JN+43eKRCu6MDBEtVe8IGANiq1T+Juts4OOmwCQZ+HsQyjNFRLh52/prT3bs+oqDoILnQSGgk&#10;HRxZ5lA2XC8E2Pn2tt8wknc3oUaGJRz4xGLTFHxnErICD/VE3poybfKN07flB3JPxVJMjlTNlI4d&#10;OMhMQmgm8ZoBeL5HKYc1rNkOT67u48LnAwuT7/uNI8tuKbt5mcAZRDbyjTIi31wYOznf7H6iRkyk&#10;XDlqekdo2iRP4O07YxdUdnLVOa1zHtNq7fLkzD3A6TtzBL9f6CcQ9e2NC+UjXgIA1bdXMSjjWYUF&#10;4o2IrUNUP9sZO58HQNd3bg6R/DB5UpKMcCDsO60vpZ9rZ6tjKfHYPYx9eCCj4OFiNIe+ZSsUMPbt&#10;m1WKtQwexj68lbHpjaNab7gQy7BxqktsRLOhSjDWMQPPZmzaw9jf8E5zMfbXYlFYOjcPvKChaWDs&#10;231cs8YHjH17WaxZsQXGvkMoQPdwiZrimfgURsi+3Uey8dDxMnaO/QHe1UjoYexPFOFDHPsEHyPH&#10;pHzjcUkWmUjoNb2MR8uIc9Uc9Ui+T2p65RgXYNpiwmRdk77JN/ZRKvSgHoDTtIwa54rdRwqwoz6O&#10;zqMVHl4mdA6/QUxIHhj/kKx1ztEHb3BsmioHWLtwxdsVrlL7eqDqCGHUqG5ucoTnWAjtQ6pPBjtH&#10;DetZJSDvsN00axk+IR8pLiFVteRR23LsuEoZONpneDe3zcqCbaj93ztqf9giLR3gNB0A98ppOkDY&#10;LS0dgED7WzrAw1WoXnAE6w9HZJ4+0dIBCtDelg6QyhrQ4zkFdGmxkC0dIMmLLFFJXi0dgI+elg7Q&#10;0gHC2yG/dFo6QD1Mmexr6QiBCU8Le6anY6Ijq6ESWNzSAULIDp7h+epr6QBs7ciF0tIBookjl0lL&#10;B6gsFDL1prMHxhclu6ClA4TaBNEOuRMDqB1IS28xmDd3KYzOIY9W5R1MatHQ6JBHZ9guOaUd8uga&#10;2eFFdBZ3HmkyM9vc2abZ0gFmyOTs0KbCXefInQ2vDed/JsiWDqCFdrd0AE0y7NHbIcXznM3HcRC7&#10;FJdjH3ocFrRLLiSHnE/gWDUxRq+TJovfWlSSydZ8Aqd66Db3/3k4/6pk2Dvd0gHE3yVfjk8S/2JL&#10;Bygwpjk6j3B5+DQQuck3yq+lA4g85MtyiZ7wlg5QrKoolJYOgODO8Npp6QAI+IyiaOkAFy0dgCDf&#10;oyZnh9y0dIB9SNMMIPktHSAIo7x/WzqAjgDf0gGcyEgC34r389rJEmnpALDZtnQAs1gWJ2K0dIBj&#10;RbzyrG7pAOYTu6UDmOJp6QCmeFo6gCmelg5QiAeG9lYT4LusCRC86C0J4DQJAIlbMQng34BpBMfQ&#10;w+0iprjVswAWT/uf7kB2+6fDYf/57vbq5oVsceTvKn6B/vDy/NfD4sPnf93f3L67uPr0ug+oRwL4&#10;v//tNwpyiO6DAdDa4HGsFECJstdQjdfJfC6/93x4ef3L7f5xQT8AdgndDnyvfgfgEvUDO5BJiOHL&#10;/uH+5v39w0P4w+Hjh58eDovfrwi8KfzHu7cge3gi4qc9/VrkGP/m9ssrgzrhp8Wnw/27i79B9xqW&#10;f+63b95Pm/Wb4f0wvtkipf0N4F/+vJ2Ww3b4+f3fqYPd8Pbu/ubm9unX+6fbxZfHh6eXt/jLdxd3&#10;r6/Pby8vX67vbh+vXn54vL8+7P0dRJBSSMEcw9iL3r+cN8jH+9fbw+Lh/hEmoySJq7c0pb883YTJ&#10;eL26f4g/X5bdD1KGDOQbpBIWAM35j2GNvX758GVxfwP7ZJjatvNOdx5eyKfpNyFltNhHWMDPv+6v&#10;/+OF1mHxL//gDus6uHjDrNLavcbOky3WpcxA2WLXn+IWo10g24pC23jxf0xR69ikKZprWBK+M/4f&#10;WzkSwTydiLqpI9B/NBkyjfJ4uTwAXuWF0yrj1RPacY1Xnnyg8kKKYOJF8LU1RnCiZzTV4SFtMiOp&#10;s4FJNqOpskFyaiLpJnVkRcaNJvBS4itCDq4Nrii/ofE6U+KAZTr2X+OVSxxjJJz0ar9yqVMUc21R&#10;5WInJhqvXPTqUqDU4Ez6xRrFfZJW/tVdvGNyLEAloCLea7vzQkE4Fu+8oK1oWdsJiIIdqCFRIHzN&#10;2cQcA/JHjTeMQTJ8yP1XIB5pnS7uCI8Kxxsdnkf4xujUDgTQaugY5Bk5kpQ2nSOpA8gghLbDJy7H&#10;c2jo8OG+SY/kGwcRWcnGhdDkn+Vbkp3JDagbompVS8IHc7LbqAgjE7D06tukaf/BlcbD/hPrhv8N&#10;emI4K5ueeKon4tY81RPD4VFog99OT1yhIE+hJ3aIOAxvsT5huX2VotitY60NftrlOmChuBDZ3aJf&#10;RkinnCxXFbHTQ3pphVupuqCERp1brrl0Yyw3VeF2orxQ1aNa3wrdhWpKoH5ChVuhvgB9QuGWay+A&#10;mdJGWqgvQL1RuBXKI96tGruifls3DNo8FAokJUspgyXYjqN6heglrX/FVCzXocJLRXi4PDN+PUou&#10;1eeCoGxTu9tY/ajGrpgMoP5p7PLZ2KrLrlQmAdumsKMshtS7TSwnVukdhfckslDVqD5YCiRMdGtV&#10;dkU5t+1Er7HaMiaf25FbF3IJa53LZ2ITisNVueUTweViatzyiVgDgEHpWz4P41bbYkVNt2mjbYqi&#10;qBsXi6n0rajqNoZiYLWRFnncY6ftCAIESuIdttpIKT/jSAbx1g+TorQbEOMUuRFO5ZHbMGrc8lno&#10;Q3podaT5LAAtWuNWnE0qNzJGHPsW6xNVZqGo76bu+6K+G1RCpWtFfTdt0xfV3TSRFbXdgK+oTECR&#10;zK1KrCjt1vf0Sq7JH4bRTGKhKFFNYLn4VyPVc6oxKwq7xRKCFWZFXbdhrfWsKOvW6RdqvgdGdTIp&#10;kiStDOgOymQStmEiW+NwVgaa74G+124YQvZK3DaogqRwy+egjwXsanLLJ2Eb6rnVJqFI4AaSmjLS&#10;In8bF4Km1xT527omQnj5aai4xDXJFdXcAJin9S6fhw7Q34roimJuI07A+tFGeHHH3q3W2gIGDNqR&#10;blJXcJG93Q1rbddTKk9qdo1W670rirl146QNllJ9ErsNWlXYFVMxjWrv8i2xhYgVdsVUrIONrLbu&#10;iuxtBGRpC6+o5tZtoBTUdwXlEqXRdl0EUqpsi6KcG6CbNekV5dy6XtXjinpugIDTxEeVKY79G5ba&#10;eIsM7n6Jy7w+3k0+HXhBaEdUUdGtX6q6F2F2Hvs34s6sz29R0g0Tq2k4FBF85LdWNU2Crszo+lw3&#10;bFbQet5cy7rWMgo5sWmXAFNt2zM9OGAZ3aU0MocceySQi9nQIccWCOTn2bbpTUDkqRSJzb1lXWuL&#10;gDMydgnA2xZky7rWBNmyrjXJtKxrTTL/BEXYvtrlFmyr5HMLim3N5xYpcJp36+Rj0pxuoI3XEGjF&#10;QSf+I/lG7xYZscMdEX4wPVcT6aXUvgtnT/UDIiVUSpsnV/1C1Sq50aR/8uV+jowADwBjh+dIwGqh&#10;n15ZCBjJmRLGSbOfA2fPwzYszm3pn3y5nwPKS4bWR2/shAgeKT3M5hWXPnHre3QrxiWH9i4KhfRP&#10;vtxPGOG5dQetvksFXwZMgSmlnl5WJPkhheJIq/Ll1mGzZ0ovr6aXFTI49ffwQGN5rpw6BrGCIfXT&#10;S0BGlQ1eIaieYY+9w8IIY18lRVHGLF8eO/wBkRIGf5vnkmxj1E+v8hiKPfDe7KF6WHME7wGzjOFs&#10;qtt7y0UKUM3GXvFbMj9SJ7GH7aZlJr0KMFRQJXJMGFAiQvlGUW7IWkJNL3FFWKOGV4IJncODKltE&#10;jo67f81bkuRptQwHRmAID4VNx4lmW6fq2Joh+LdLhx/5viAa+DLMdieCKCM6SMgaBwH5B7qEsyVT&#10;Id84JVLlAV4Pmx9DNq1hsTXb5UWzdnY/3Cehf/CPmPykwoN3i8CVGfnhirD6l+o74IIw6bi4Fsp0&#10;2nR8JVFErMmPH+zwuZh0qFoSxkHXksVvIKMO1sHg3BuDVPVy1j3dAMSPCjyY7fK6Xzl19AZyTYAf&#10;/Dg2P77WgLdh0/Hl28eAbfUYhEMotNt57crh5tQpHETd8trlQi3OFTFwBTjn6JV6HLjNzMmguC8I&#10;2V7KkQbjtVhFqTmLLk4p/EwmKz7JuvT2lhNHvnyv8q3qlUmNPYM/ymyULSc9XmXmMOOps8KsWmR8&#10;j8NvZZLx43jl1M3kl+LgXBWMbQX/ltkoKwSo32OS4Y4Na8M7wOAni3TOyoXuFeimGKajbkAprDjF&#10;sG+djnwYWLtwmdnjYC1xDdeYNWU9lzlcO5MB31toF841mx/bhDYJJk2Wr3zjMu754tmmICX5d/ky&#10;HY8DbjizXSovTHLZOhfjihULqJL2IqXSSMSQPHZ2y7wAO6+gG5U3DBxJ27bmJL2Y4N2zCaWPvfNc&#10;G+RN2ztvRTgKYx89VRyloyLhynlXjXxDohCzfcbAqcgcnaUzifIKV5ApHnjkIkevcCIckEzonINr&#10;OaRH5zBfU+QDrZ7RmWs4K5kQ/l9rUWwg58jRUYU2DGWGwGD7woFjM3IkOVlNb2XheofTVh7ba2dR&#10;wAkam4aX02y6oyJzYdhrZxuiGC6LfO0cAeQyjTzhE7Vb72S+N84l1ME5zTyd6lnkYGVK5+3Q9VwC&#10;rds64ux6LgbbbR39ktyxsXX4W+2xr1g3QI1Oj1Lep1unShwqvEbJk3fWbj0pwkunoFw3cDE7wALZ&#10;OjO5esPYyZdrtz5yvbZ+iYPT2howlMVNJI56/eKGY5hbd3TsmgVULkX5si5I1THj7vAqLf8DllKx&#10;xhztr9Jqi8n/zkunxVd8i8k/jcnHzjuNyQ9nxbeOycdxEPfjGF9KWYI0neWUIY3Dh0+Ur4rKhzJJ&#10;MYQD7gZil4fb45A7hoWgmGMIg5kXPMAtlMiIjcIN6kkig+lT44Zb5Ug2UohTrWs4/ROVxglzldHU&#10;+eDUSzQrzhSYjxAvuURlyAsTk8h6XDeKvOiBkegMgZHKkOgsfsUEGNOZz4DFL5+CAQVllDkoovGx&#10;GrV5KKLxrfHmk2H178zpKOPxyxWH27Uld1bgwPnx+z+omARmGrEnX5PcSSdj9DTjZKh5mulIiKc1&#10;FhmfyZqnORxmQdM60opWJF/Wybj+s3CUf5VvpIrXBI4uU7tMPaRtZVOG0YbrxaOUUZ/Bk46KeGXZ&#10;o0nS8XlK63SVnIyoaZffu3YZLGZNuzzVLnEBnmqXwW73rbXLZEqztEuxan6ldokkwrrqlWs3UXWI&#10;UZe5BnqmZlMoNkHrmrPKlRpNRc21SpwrMS59zipXLGELUMZXajOrGDQ/Z1YoM7r2nOuWKyTDUET6&#10;nNmJaoncN0X2ufAlL7PCrpS/PpX5BGhzWSCF4EKiRJJw3p++OopZ0Aaaz4GhkpOX8ahDa8yKOVjq&#10;w8wnIR9m0yb/KEHy31KbxH6ra5OUxghtSdQaVZUUFci2fLMhAcfZiZpUKpI4yFhHi+cARioE8o0a&#10;Z9LRcAyZHBGAhl2KgXhRY3DKlyOWBuXLDePMCPycZs8Ti9po0x6/d+0xOI6b9niqPeIWO9UeQ4jC&#10;t9Yet+KlqSCGQMsKtsnklfkq7RGuXs7ADFOea4aFAqMlEObqC1A0OF9yxivXXhC9G7SEOfhIrkB2&#10;q45z8mfMcu0FwVIKs1x9gSuNE0NnzHLtBRFfCrNcfYEHjzN0Z8xy7QVhawqzQoVEcIomtMI6ieg7&#10;jV0xB8AihNYXou1Ptb58Eia0Wk+5LJTIDnG+Grt8GhALqbEr5mEpGbUz0RVq5KbTkpEREnTUNhGm&#10;xQmhc3b5VCAyVeldARSyHTgddMaNnJFJx91uVW75TGwEJ2TOLZ8IChTWOpfvhw2gD+rzirDMY+co&#10;5Fljl8/EWjAS5r3Ld0RAsqmvE3ivj81Og7a/KKgxiQ7RNNrEkgc70Y2SoT/rHTSnI1mHsHplsIhV&#10;ONINyLyvy64AC6EcAY1dPhUrdWYp0CYNghIeNHb5VPQb7aCjEI2MHejqU0G20SOdetSRbnckm1T0&#10;nAIwBIu9LroCL6Sb1M4ViCHaKinwQihDSBkpBc2nIfTqGi5AQ4x0cAqAS+xWwUtXOzlL2BA9W73E&#10;DUGSvCK5Yh70ZHoKiUq9Q5iDwq6ADjFy/QvskGnSrglKVUqtGlAEFCWd6BKOw2zDFuAhnY6UQFEx&#10;iR0iErXBFltCx3GguNXEbivQJvPeFVOho0zAAH5k1y1xTtSntgQQ0UEwCgAR+P80FYAC8tIwEJ+q&#10;nU8FgkjXr7RNi2CajN+ZECJQxVR+xXQYCCf5dCDZRlOgShARHYCFwuGOchlG7eIuUER0eJgCRKRD&#10;3LEyvRQAmJrVsWsoISGRdaO6mCm2LdHpKlQJIkKaW33xFSAiOupPiSFCNliFXb43dEiiEkJkEkiN&#10;2VYrIER0uCSKuEsywU2gHaIlgkiv3bQlgMhaPeILABEEHCv3D5lbst4J3sd8sPm+0FCEFPCQObN8&#10;InJmzSj6RzGKqiW06QED+98uxQ/bKBCcCdGQQz6S8Zdsw8/7F6qVsePkv10KHrYFyblzO6joMebU&#10;Icf9R9OUMktsctLAiRw69jnc2ba7gxZ9Fjmup8BdImudzuDMC+TnDZVDUncpCcTmznH/O2ix5/Sd&#10;Tei7lLbkcOehQgs9izsPNSXiONx5VlO4u01OSiQJMuUfOuS4CQP5ebNKKmAgP2+onNOzS2krTmd4&#10;qCkKxibndIVd8l845DzUlE3ikPNQoT+dM6uc77xLWWcOdx4qMNTO4c75KLsUfW5z54yCHfSXs7jz&#10;UKGfnEXOCzhlHDqd4aEicSvj/tUeuIj1YSKHrDj9XRrWPHCwT0cJiKtOHFby5UgumLHD8vdyVCiz&#10;ibaJkxMLU3aUpJsySIYm8INRm0UoHZOvdBDZnYHQbZkzH7z0XjKQB45evjC6FsfiJSDDSg5NE4Pp&#10;nQRDMqcHQi9FGtbjyNHLuQYhc3SSuMn4Hpr2ssJhuYyj9tLM8VqOchwcVAmy1IemvUT4DqkokdDJ&#10;rA9AFiRwgB7bq4cqDBEhHn8OIWfDeGACSIKKo/bQCcgDEJr24A46JFVGQi9bacnZgx4gQypgDHeA&#10;PeolqwUeZAQQUeIx4WFQkGchDMYDtdjyTvBAMsSj54FuwAcR23W24FZAAJYOKsiG9zRyY20hwl8R&#10;WvaRS8jgSEceZdzFa0POOvnGM2/DeciArLETueHbYI4OaMBasgE9BBiCRA19BOS82Uf4QZgQRl5r&#10;MBMmJHKEscgkFN+th6UDn0nk6MHzTAmgIenUImj5RoETvlPooxcOAv8KEzr5baNMoQd1JKAeVNLA&#10;FA98MbFpD5BpkARVD+NpkLRTVGcwm4bfJjbtIVGteBO64FYwjDJHZ+HCx8OEDgRXz+AjLqqXXEZu&#10;6rBEm6PAj70LO8Z68OHMZFF4CGmyZeAcMidG0s49FDdy/tHBQwBx1hbkfeUCzfEV6OeD8uy5Kabw&#10;SIUeulmrfUpaxVKzhrJKOatOrgC8V9x0CgyRw0G+8ZBIu8DLAB5Yv3STigd+wxMutDkYqffspj6P&#10;DFmLtWuLR5J/ye1lNj0y6BAC5uw+TqwNdl4aOTxocTV6melrScn3kt1hneb1nQwKMnXyjVOYgAi8&#10;lPwEROAl+W8kId+DDSCskLAHfSACPmw9aIOtjJpAJaytAC9ebBpuOpMQQAT8KBudQMukD3YeSAT5&#10;/GLrcOo5rQtWnAdlAdVaeDroGOQhjK3DBWi3Do8tU0K9sMSJV0rU18P70KYUABEPaaSjJ2bUkpJh&#10;VJaufOMS7lDSgSkdPBTyPkZKD2IlwJaE1j3UFoBS8n3sAcGQrzK27mHLdMjjZEpMqynPgc8YDwAH&#10;+FL8GnAUPyBaxKPDg+jpBgYJ9DB/yAkaRuOBCAE1hd+HzoulE6XTgzkih2lo2n1x0rOZ5ts7tKBM&#10;xT66KhC9r4kjvKf2FE5ngudBmYp9dMGsKHqcmvbAsbAL4tr1wLYQkxM3jgfeBfTcuMw8MLBuzZgg&#10;HrgYNLTYRw+sjBy8YdQe+BkI5bq132kIMZFDVUymcvLIl0+gdN3itjC3qwAEObdytHoG/dTjF4Uj&#10;tk/pl3ylf4Ji6g2Y1VhHKU7dc5oVg+spWQva/96D9sN6b0H7p0H7uL9Pg/bD2v7WQfswgMYTPOhd&#10;GZwITjiK2M9Q1b4uZD+U5aNyvDi1tIB9Ks2GEuBwdwRdJCdDJ1MIC0XXVDjhBE0kvc4Jx1giUzjh&#10;BkokoTdar3ADJcJYV67SL9ziicjkhrsiEarcsDASkTHKMlxfFT6Uv8RNlT1Z8hKV2rGiqKfVs3wC&#10;dG75HOg9yyegU0eZz4DOKxe/ziuXP/U+W68tsumPEtn01c5mrJyLUBk+nHW1dE+swKhZxyMTLWre&#10;ZtZFE51oZPKNmlmkSmcr+Mm/yzfShZ7xwW+/CIUSe91WHXkkNtW53ITO5ibSO4+KeJbKdNMbv3e9&#10;MZhYm954ojdStFbUG//t9voVQE4Pt4sY5FFXHBdP+5/uQHb7p8Nh//nu9urmBTpf2AzFL9AfXp7/&#10;elh8+Pyv+5vbdxdXn173IRRRtML9b79RSOLI9s6woY7qZID3J30y2ffk954PL69/ud0/LuiHdxcH&#10;dDvwvfod2ExxUwoJHZMv+4f7m/f3Dw/hD4ePH356OCx+v3pAZGT4j/dxQfbwRMRPe/o12eb0N7df&#10;Xhn/CT8tPh3u3138bYsQjOWf++2b99Nm/WZ4P4xvAE+6ebPstn/eTsthO/z8/u/UwW54e3d/c3P7&#10;9Ov90+3iy+PD08tb/OW7i7vX1+e3l5cv13e3j1cvPzzeXx/2L/vfXn+43j9eQkr317eXN4erz/dP&#10;Hy8JpvTy8er+G2y2x/vX28Pi4f4RNSiSJK7e0pT+8nQTlO7Xq/uH+PNl2f0f/wXXAWQg3yCVS5nz&#10;H8Mae/3y4cvi/gZxNuFlT//4YX/zf7EkDnvMG9bd77cH/HC3P/y/i8Xnw9Xzu4uX//x0dbi9WDz8&#10;7ycsqy3crCB7DX8YxmBEOeT/8iH/l6una7B6d/F6sYg//vSKP+H3Pz0f7j/eoaUIk/C0/xOW4m/3&#10;Ya0ce4Wh0B8+vzzH7uMHniT89XmT9Hl/uIkzRD89H/bXty8vmLV/v7t6vsUSIP7X/+d3SIDEQr6x&#10;kxdbtOMz2b9j94Q1+/zr/vo/XmgdFv9Cfzhrh0EE2Een+4u2XXV/XX+K+4valj1FDyte+R9vuNc7&#10;8D1R8rGXw1GQv8PyB0NU8vnyzIny9wKWOJ5rNVb5ew1MoElXWOWPBWKi8MpfCyqv/LFg8Dp9LVR6&#10;lT8V9AHmTwVleMUzjV6jNUGRiT5NjSr04pWmd6p4pmm9yqWu9iqXucYoF7nKKBe4Prxc5jTFiqxy&#10;oRfMcMSlVX91Fy+XHAMQQac4aWYh9nG77SRoyA5NjaaUnejNNjGEjI28E4OvTQxBErFYVW1iiIqI&#10;xRhqE9MSJOoUF+WQ8xhTdJtDzqOEOyxevQ45jzMVn3DIeaSA9My4Y6bxa3zAkUKxIPUAN0/4P26R&#10;w8Xiw7uLD/Q7yKW4eqXVID8uPgclBlsOocC09ekfjk+v8pGEBcYNHynK5xQ2YhAvHyLqsyvse5qH&#10;swmlZWlPvrGH0q5NFaf+OArhId9/nNe3aI9EQKKY96s9y76BpnjYf2KF8L9BOUzIMk05zJVDHJqn&#10;ymHw3xUqIF4330Y57MMuPL6+SO0OymGKspLX139JO4zKBR9Uud6X6ynDckvprfSJ5+xR04QwkjoD&#10;LrjJK7xK7VDllWsqKq+5pjLv1KmmUulSrqdEhWfOJtdSlJHlGoohpUI11EVuyLxpPHWVrq7xfLXW&#10;QCsmKg1YFjWtQe5k2RNoUVMbAq+gDcQlpuoNQnjOvXsOTdY3UQLkWyoDFcJ2O3/vt3NyIf+z3M6w&#10;kXx8+/kjjDh0mMGodHd//fPV61X+52BJeXvb7+/2Dze3hx//vwAAAAD//wMAUEsDBBQABgAIAAAA&#10;IQCyHUyb4AAAAAoBAAAPAAAAZHJzL2Rvd25yZXYueG1sTI/BTsMwEETvSPyDtUjcqOO2QBviVFUF&#10;nKpKtEiImxtvk6jxOordJP17lhMcd+ZpdiZbja4RPXah9qRBTRIQSIW3NZUaPg9vDwsQIRqypvGE&#10;Gq4YYJXf3mQmtX6gD+z3sRQcQiE1GqoY21TKUFToTJj4Fom9k++ciXx2pbSdGTjcNXKaJE/SmZr4&#10;Q2Va3FRYnPcXp+F9MMN6pl777fm0uX4fHndfW4Va39+N6xcQEcf4B8Nvfa4OOXc6+gvZIBoN85l6&#10;ZpQNxRMYmC+XLBxZSBZTkHkm/0/IfwAAAP//AwBQSwECLQAUAAYACAAAACEAtoM4kv4AAADhAQAA&#10;EwAAAAAAAAAAAAAAAAAAAAAAW0NvbnRlbnRfVHlwZXNdLnhtbFBLAQItABQABgAIAAAAIQA4/SH/&#10;1gAAAJQBAAALAAAAAAAAAAAAAAAAAC8BAABfcmVscy8ucmVsc1BLAQItABQABgAIAAAAIQD+Jtu+&#10;9HgAAAhZBAAOAAAAAAAAAAAAAAAAAC4CAABkcnMvZTJvRG9jLnhtbFBLAQItABQABgAIAAAAIQCy&#10;HUyb4AAAAAoBAAAPAAAAAAAAAAAAAAAAAE57AABkcnMvZG93bnJldi54bWxQSwUGAAAAAAQABADz&#10;AAAAW3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PSrb8A&#10;AADbAAAADwAAAGRycy9kb3ducmV2LnhtbESPzQrCMBCE74LvEFbwpqkWVKpRRFQ8COLffWnWtths&#10;ShO1vr0RBI/DzHzDzBaNKcWTaldYVjDoRyCIU6sLzhRczpveBITzyBpLy6TgTQ4W83Zrhom2Lz7S&#10;8+QzESDsElSQe18lUro0J4Oubyvi4N1sbdAHWWdS1/gKcFPKYRSNpMGCw0KOFa1ySu+nh1Fg4+1u&#10;f82Gx3jNY8/Lw+R2bfZKdTvNcgrCU+P/4V97pxXEMXy/h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Ug9KtvwAAANsAAAAPAAAAAAAAAAAAAAAAAJgCAABkcnMvZG93bnJl&#10;di54bWxQSwUGAAAAAAQABAD1AAAAhA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CF6CA8" w:rsidRDefault="00CF6CA8" w:rsidP="00CF6CA8">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yZnccA&#10;AADbAAAADwAAAGRycy9kb3ducmV2LnhtbESPT2sCMRTE74V+h/AKvUjN+gdbV6OIsFV7KGgLvT42&#10;r5utm5clSXXrp28KQo/DzPyGmS8724gT+VA7VjDoZyCIS6drrhS8vxUPTyBCRNbYOCYFPxRgubi9&#10;mWOu3Zn3dDrESiQIhxwVmBjbXMpQGrIY+q4lTt6n8xZjkr6S2uM5wW0jh1k2kRZrTgsGW1obKo+H&#10;b6vgq3g1H+vHy7PvTfd06RUvm2Y3Uer+rlvNQETq4n/42t5qBaMx/H1JP0A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gMmZ3HAAAA2wAAAA8AAAAAAAAAAAAAAAAAmAIAAGRy&#10;cy9kb3ducmV2LnhtbFBLBQYAAAAABAAEAPUAAACM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CF6CA8" w:rsidRDefault="00CF6CA8" w:rsidP="00CF6CA8">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H7vsEA&#10;AADbAAAADwAAAGRycy9kb3ducmV2LnhtbESP3YrCMBCF7xd8hzCCN4umKrtIbRQRlcUbUfcBhmba&#10;FJtJaaKtb78RhL08nJ+Pk617W4sHtb5yrGA6SUAQ505XXCr4ve7HCxA+IGusHZOCJ3lYrwYfGaba&#10;dXymxyWUIo6wT1GBCaFJpfS5IYt+4hri6BWutRiibEupW+ziuK3lLEm+pcWKI8FgQ1tD+e1ytxFy&#10;muPpWHTX/aHHDndHw5+bs1KjYb9ZggjUh//wu/2jFcy/4PUl/gC5+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h+77BAAAA2wAAAA8AAAAAAAAAAAAAAAAAmAIAAGRycy9kb3du&#10;cmV2LnhtbFBLBQYAAAAABAAEAPUAAACG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CF6CA8" w:rsidRDefault="00CF6CA8" w:rsidP="00CF6CA8">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CT8MQA&#10;AADbAAAADwAAAGRycy9kb3ducmV2LnhtbESPQUsDMRSE74L/ITzBW5u16lrWpkVqBRF6sArF22Pz&#10;uru4eQnJa3f990YoeBxm5htmsRpdr04UU+fZwM20AEVce9txY+Dz42UyB5UE2WLvmQz8UILV8vJi&#10;gZX1A7/TaSeNyhBOFRpoRUKldapbcpimPhBn7+CjQ8kyNtpGHDLc9XpWFKV22HFeaDHQuqX6e3d0&#10;BrbDJrw9lPeH8BXvZjo9W9mvxZjrq/HpEZTQKP/hc/vVGrgt4e9L/gF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bQk/DEAAAA2w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CF6CA8" w:rsidRDefault="00CF6CA8" w:rsidP="00CF6CA8">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AUsEA&#10;AADbAAAADwAAAGRycy9kb3ducmV2LnhtbESP3YrCMBCF7xd8hzCCN4umKuxKbRQRlcUbUfcBhmba&#10;FJtJaaKtb78RhL08nJ+Pk617W4sHtb5yrGA6SUAQ505XXCr4ve7HCxA+IGusHZOCJ3lYrwYfGaba&#10;dXymxyWUIo6wT1GBCaFJpfS5IYt+4hri6BWutRiibEupW+ziuK3lLEm+pMWKI8FgQ1tD+e1ytxFy&#10;muPpWHTX/aHHDndHw5+bs1KjYb9ZggjUh//wu/2jFcy/4fUl/gC5+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wFLBAAAA2wAAAA8AAAAAAAAAAAAAAAAAmAIAAGRycy9kb3du&#10;cmV2LnhtbFBLBQYAAAAABAAEAPUAAACG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CF6CA8" w:rsidRDefault="00CF6CA8" w:rsidP="00CF6CA8">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OiGcIA&#10;AADbAAAADwAAAGRycy9kb3ducmV2LnhtbERPTWsCMRC9F/ofwhR6q9laq7I1SrEtSKGHqiDehs24&#10;u3QzCcnUXf+9ORR6fLzvxWpwnTpTTK1nA4+jAhRx5W3LtYH97uNhDioJssXOMxm4UILV8vZmgaX1&#10;PX/TeSu1yiGcSjTQiIRS61Q15DCNfCDO3MlHh5JhrLWN2Odw1+lxUUy1w5ZzQ4OB1g1VP9tfZ+Cr&#10;fw+fs+nzKRzjZKzTm5XDWoy5vxteX0AJDfIv/nNvrIGnPDZ/yT9AL6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A6IZwgAAANsAAAAPAAAAAAAAAAAAAAAAAJgCAABkcnMvZG93&#10;bnJldi54bWxQSwUGAAAAAAQABAD1AAAAhw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CF6CA8" w:rsidRDefault="00CF6CA8" w:rsidP="00CF6CA8">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63f8UA&#10;AADbAAAADwAAAGRycy9kb3ducmV2LnhtbESP3WoCMRSE7wu+QzhCb4pmW6noahQthBYqiD/g7WFz&#10;3F3cnCxJ6m7fvikUejnMzDfMct3bRtzJh9qxgudxBoK4cKbmUsH5pEczECEiG2wck4JvCrBeDR6W&#10;mBvX8YHux1iKBOGQo4IqxjaXMhQVWQxj1xIn7+q8xZikL6Xx2CW4beRLlk2lxZrTQoUtvVVU3I5f&#10;VsF235UT/1Rse/d5fb+8am30Tiv1OOw3CxCR+vgf/mt/GAWTOfx+ST9Ar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Hrd/xQAAANsAAAAPAAAAAAAAAAAAAAAAAJgCAABkcnMv&#10;ZG93bnJldi54bWxQSwUGAAAAAAQABAD1AAAAigM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CF6CA8" w:rsidRDefault="00CF6CA8" w:rsidP="00CF6CA8">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fxHr4A&#10;AADbAAAADwAAAGRycy9kb3ducmV2LnhtbERPy4rCMBTdD/gP4QruxlRxRKpRxKEwyGx8fMCluTbV&#10;5qYksda/NwvB5eG8V5veNqIjH2rHCibjDARx6XTNlYLzqfhegAgRWWPjmBQ8KcBmPfhaYa7dgw/U&#10;HWMlUgiHHBWYGNtcylAashjGriVO3MV5izFBX0nt8ZHCbSOnWTaXFmtODQZb2hkqb8e7VVDsp//d&#10;7a594bb9zNKPuS5+jVKjYb9dgojUx4/47f7TCmZpffqSfoBcv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fX8R6+AAAA2wAAAA8AAAAAAAAAAAAAAAAAmAIAAGRycy9kb3ducmV2&#10;LnhtbFBLBQYAAAAABAAEAPUAAACD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CF6CA8" w:rsidRDefault="00CF6CA8" w:rsidP="00CF6CA8">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7IBMQA&#10;AADbAAAADwAAAGRycy9kb3ducmV2LnhtbESPQWsCMRSE74X+h/AEL6JZW1vKapRaCBUUSrXg9bF5&#10;7i5uXpYkutt/3whCj8PMfMMsVr1txJV8qB0rmE4yEMSFMzWXCn4OevwGIkRkg41jUvBLAVbLx4cF&#10;5sZ1/E3XfSxFgnDIUUEVY5tLGYqKLIaJa4mTd3LeYkzSl9J47BLcNvIpy16lxZrTQoUtfVRUnPcX&#10;q2D91ZXPflSse7c9fR5ftDZ6p5UaDvr3OYhIffwP39sbo2A2hduX9AP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uyATEAAAA2w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CF6CA8" w:rsidRDefault="00CF6CA8" w:rsidP="00CF6CA8">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nK8sIA&#10;AADbAAAADwAAAGRycy9kb3ducmV2LnhtbESPUWvCMBSF34X9h3AHe9PU4oZ0piJKYYy9zO0HXJq7&#10;pra5KUms9d+bgeDj4ZzzHc5mO9lejORD61jBcpGBIK6dbrlR8PtTzdcgQkTW2DsmBVcKsC2fZhss&#10;tLvwN43H2IgE4VCgAhPjUEgZakMWw8INxMn7c95iTNI3Unu8JLjtZZ5lb9Jiy2nB4EB7Q3V3PFsF&#10;1Wf+NXZn7Su3m1aWXs1pfTBKvTxPu3cQkab4CN/bH1rBKof/L+kH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ScrywgAAANs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CF6CA8" w:rsidRDefault="00CF6CA8" w:rsidP="00CF6CA8">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QKEL0A&#10;AADbAAAADwAAAGRycy9kb3ducmV2LnhtbESPzQrCMBCE74LvEFbwpqm/SDWKCIoerT7A0qxtsdnU&#10;Jtr69kYQPA4z3wyz2rSmFC+qXWFZwWgYgSBOrS44U3C97AcLEM4jaywtk4I3Odisu50Vxto2fKZX&#10;4jMRStjFqCD3voqldGlOBt3QVsTBu9naoA+yzqSusQnlppTjKJpLgwWHhRwr2uWU3pOnUTB9N4dH&#10;MrtHe21odJpUJ/bpTKl+r90uQXhq/T/8o486cBP4fgk/QK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CpQKEL0AAADbAAAADwAAAAAAAAAAAAAAAACYAgAAZHJzL2Rvd25yZXYu&#10;eG1sUEsFBgAAAAAEAAQA9QAAAII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CF6CA8" w:rsidRDefault="00CF6CA8" w:rsidP="00CF6CA8">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D6/cMA&#10;AADbAAAADwAAAGRycy9kb3ducmV2LnhtbESPT2vCQBTE7wW/w/KE3uqmEqRGVxElUjzZ+Of8yD6T&#10;0OzbkN3E+O1dodDjMDO/YZbrwdSip9ZVlhV8TiIQxLnVFRcKzqf04wuE88gaa8uk4EEO1qvR2xIT&#10;be/8Q33mCxEg7BJUUHrfJFK6vCSDbmIb4uDdbGvQB9kWUrd4D3BTy2kUzaTBisNCiQ1tS8p/s84o&#10;6GbX6ZlvB33Mdo/9fJdunLwUSr2Ph80ChKfB/4f/2t9aQRzD60v4AXL1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7D6/cMAAADbAAAADwAAAAAAAAAAAAAAAACYAgAAZHJzL2Rv&#10;d25yZXYueG1sUEsFBgAAAAAEAAQA9QAAAIg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CF6CA8" w:rsidRDefault="00CF6CA8" w:rsidP="00CF6CA8">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i/tsYA&#10;AADbAAAADwAAAGRycy9kb3ducmV2LnhtbESPQWvCQBSE74X+h+UJ3urGVoONrtIWBPVg0LYHb8/s&#10;M0mbfRuzq8Z/7xYKHoeZ+YaZzFpTiTM1rrSsoN+LQBBnVpecK/j6nD+NQDiPrLGyTAqu5GA2fXyY&#10;YKLthTd03vpcBAi7BBUU3teJlC4ryKDr2Zo4eAfbGPRBNrnUDV4C3FTyOYpiabDksFBgTR8FZb/b&#10;k1HwnY7i1/R9OfhZrff4YvRxp8tYqW6nfRuD8NT6e/i/vdAKBkP4+xJ+gJ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ai/tsYAAADbAAAADwAAAAAAAAAAAAAAAACYAgAAZHJz&#10;L2Rvd25yZXYueG1sUEsFBgAAAAAEAAQA9QAAAIs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CF6CA8" w:rsidRDefault="00CF6CA8" w:rsidP="00CF6CA8">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bLecMA&#10;AADbAAAADwAAAGRycy9kb3ducmV2LnhtbESPT4vCMBTE78J+h/AWvGmqK6VUo/iHVfGk7oLXR/O2&#10;Ldu8lCZq9dMbQfA4zMxvmMmsNZW4UONKywoG/QgEcWZ1ybmC35/vXgLCeWSNlWVScCMHs+lHZ4Kp&#10;tlc+0OXocxEg7FJUUHhfp1K6rCCDrm9r4uD92cagD7LJpW7wGuCmksMoiqXBksNCgTUtC8r+j2ej&#10;4B6fcO82w8XqS3u6jZK13e3XSnU/2/kYhKfWv8Ov9lYrGMXw/BJ+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8bLecMAAADbAAAADwAAAAAAAAAAAAAAAACYAgAAZHJzL2Rv&#10;d25yZXYueG1sUEsFBgAAAAAEAAQA9QAAAIg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CF6CA8" w:rsidRDefault="00CF6CA8" w:rsidP="00CF6CA8">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HokcMA&#10;AADbAAAADwAAAGRycy9kb3ducmV2LnhtbESP0WrCQBRE34X+w3ILvummEq2mrlJEwTc17Qdcsreb&#10;YPZuzK4a/XpXEPo4zMwZZr7sbC0u1PrKsYKPYQKCuHC6YqPg92czmILwAVlj7ZgU3MjDcvHWm2Om&#10;3ZUPdMmDERHCPkMFZQhNJqUvSrLoh64hjt6fay2GKFsjdYvXCLe1HCXJRFqsOC6U2NCqpOKYn62C&#10;kxuNdZevcXdcz/aVMenpfkiV6r93318gAnXhP/xqb7WC9BOeX+IP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HokcMAAADbAAAADwAAAAAAAAAAAAAAAACYAgAAZHJzL2Rv&#10;d25yZXYueG1sUEsFBgAAAAAEAAQA9QAAAIg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CF6CA8" w:rsidRDefault="00CF6CA8" w:rsidP="00CF6CA8">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0GcAA&#10;AADbAAAADwAAAGRycy9kb3ducmV2LnhtbERPyW7CMBC9I/EP1iD1Bg5LWQIGQaVKXKEcOA72kATi&#10;cYhdCHw9PlTq8enti1VjS3Gn2heOFfR7CQhi7UzBmYLDz3d3CsIHZIOlY1LwJA+rZbu1wNS4B+/o&#10;vg+ZiCHsU1SQh1ClUnqdk0XfcxVx5M6uthgirDNpanzEcFvKQZKMpcWCY0OOFX3lpK/7X6tgW5zo&#10;c6zPMzvd6N3xdQvDycUo9dFp1nMQgZrwL/5zb42CURwbv8QfIJ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n0GcAAAADbAAAADwAAAAAAAAAAAAAAAACYAgAAZHJzL2Rvd25y&#10;ZXYueG1sUEsFBgAAAAAEAAQA9QAAAIU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CF6CA8" w:rsidRDefault="00CF6CA8" w:rsidP="00CF6CA8">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mgPL8A&#10;AADbAAAADwAAAGRycy9kb3ducmV2LnhtbERPXWvCMBR9F/wP4Qq+aarI0M4oUxhMpsJU5uuluTZl&#10;zU1pYq3/3gjCHs83Z75sbSkaqn3hWMFomIAgzpwuOFdwOn4OpiB8QNZYOiYFd/KwXHQ7c0y1u/EP&#10;NYeQi1jCPkUFJoQqldJnhiz6oauIo3ZxtcUQYZ1LXeMtlttSjpPkTVosOC4YrGhtKPs7XK2CBvf3&#10;5GxWu9mm2Gbj/er3W0de9XvtxzuIQG34N7/SX1rBZAbPL/EHyM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9CaA8vwAAANsAAAAPAAAAAAAAAAAAAAAAAJgCAABkcnMvZG93bnJl&#10;di54bWxQSwUGAAAAAAQABAD1AAAAhA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CF6CA8" w:rsidRDefault="00CF6CA8" w:rsidP="00CF6CA8">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dDEsAA&#10;AADbAAAADwAAAGRycy9kb3ducmV2LnhtbERPTUvDQBC9C/6HZYTe7MZAi8RuiwiVHmvaQ49jdppN&#10;zc6E3bWJ/nr3UPD4eN+rzeR7daUQO2EDT/MCFHEjtuPWwPGwfXwGFROyxV6YDPxQhM36/m6FlZWR&#10;P+hap1blEI4VGnApDZXWsXHkMc5lIM7cWYLHlGFotQ045nDf67Ioltpjx7nB4UBvjpqv+tsbGN+b&#10;z0t5Pln3GwbZ1nu5lL0YM3uYXl9AJZrSv/jm3lkDi7w+f8k/QK//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UdDEsAAAADbAAAADwAAAAAAAAAAAAAAAACYAgAAZHJzL2Rvd25y&#10;ZXYueG1sUEsFBgAAAAAEAAQA9QAAAIU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CF6CA8" w:rsidRDefault="00CF6CA8" w:rsidP="00CF6CA8">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rtcMQA&#10;AADbAAAADwAAAGRycy9kb3ducmV2LnhtbESPW2sCMRSE34X+h3AKfdOsghdWo3gFEUW89P10c7q7&#10;NTlZNqmu/74pFPo4zMw3zGTWWCPuVPvSsYJuJwFBnDldcq7getm0RyB8QNZoHJOCJ3mYTV9aE0y1&#10;e/CJ7ueQiwhhn6KCIoQqldJnBVn0HVcRR+/T1RZDlHUudY2PCLdG9pJkIC2WHBcKrGhZUHY7f1sF&#10;m+PKfPUOp/m7DMv18MOMdovVXqm312Y+BhGoCf/hv/ZWK+h34fdL/AFy+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a7XDEAAAA2w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CF6CA8" w:rsidRDefault="00CF6CA8" w:rsidP="00CF6CA8">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fOpcQA&#10;AADbAAAADwAAAGRycy9kb3ducmV2LnhtbESPQYvCMBSE7wv+h/CEvSyaqihSjSLCooILWgWvz+bZ&#10;FpuX0sRa/71ZWNjjMDPfMPNla0rRUO0KywoG/QgEcWp1wZmC8+m7NwXhPLLG0jIpeJGD5aLzMcdY&#10;2ycfqUl8JgKEXYwKcu+rWEqX5mTQ9W1FHLybrQ36IOtM6hqfAW5KOYyiiTRYcFjIsaJ1Tuk9eRgF&#10;zWF/zbaNq3b36Zcbj66bzY++KPXZbVczEJ5a/x/+a2+1gvEQfr+EHyAX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nzqXEAAAA2w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CF6CA8" w:rsidRDefault="00CF6CA8" w:rsidP="00CF6CA8">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cJ1cUA&#10;AADbAAAADwAAAGRycy9kb3ducmV2LnhtbESPT2sCMRTE70K/Q3gFb5qtVtGtUWpB6EXw30Fvz83r&#10;7uLmZZtEXfvpG0HwOMzMb5jJrDGVuJDzpWUFb90EBHFmdcm5gt120RmB8AFZY2WZFNzIw2z60ppg&#10;qu2V13TZhFxECPsUFRQh1KmUPivIoO/amjh6P9YZDFG6XGqH1wg3lewlyVAaLDkuFFjTV0HZaXM2&#10;Cubj0fx39c7Lv/XxQIf98TTouUSp9mvz+QEiUBOe4Uf7WysY9OH+Jf4AO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FwnVxQAAANsAAAAPAAAAAAAAAAAAAAAAAJgCAABkcnMv&#10;ZG93bnJldi54bWxQSwUGAAAAAAQABAD1AAAAigMAAAAA&#10;" fillcolor="black" stroked="f">
                  <v:textbox>
                    <w:txbxContent>
                      <w:p w:rsidR="00CF6CA8" w:rsidRDefault="00CF6CA8" w:rsidP="00CF6CA8">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Hkt8YA&#10;AADbAAAADwAAAGRycy9kb3ducmV2LnhtbESPT2vCQBTE74V+h+UVeqsbpYpEN8E/LRS0B20PHp/Z&#10;Z7Ik+zZktxr99F2h0OMwM79h5nlvG3GmzhvHCoaDBARx4bThUsH31/vLFIQPyBobx6TgSh7y7PFh&#10;jql2F97ReR9KESHsU1RQhdCmUvqiIot+4Fri6J1cZzFE2ZVSd3iJcNvIUZJMpEXDcaHCllYVFfX+&#10;xyo4bCZmujM0Om5vyze9HdfLz3Wt1PNTv5iBCNSH//Bf+0MrGL/C/Uv8ATL7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4Hkt8YAAADbAAAADwAAAAAAAAAAAAAAAACYAgAAZHJz&#10;L2Rvd25yZXYueG1sUEsFBgAAAAAEAAQA9QAAAIsDA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CF6CA8" w:rsidRDefault="00CF6CA8" w:rsidP="00CF6CA8">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9CMUA&#10;AADbAAAADwAAAGRycy9kb3ducmV2LnhtbESPzWrDMBCE74W8g9hCb4ncQkpwI5uQENpLDvkpvS7W&#10;1nJsrRxJSZw8fVUo9DjMzDfMvBxsJy7kQ+NYwfMkA0FcOd1wreCwX49nIEJE1tg5JgU3ClAWo4c5&#10;5tpdeUuXXaxFgnDIUYGJsc+lDJUhi2HieuLkfTtvMSbpa6k9XhPcdvIly16lxYbTgsGeloaqdne2&#10;Cvzia9Xe+fzZZvfNLbwfh9MMjVJPj8PiDUSkIf6H/9ofWsF0Cr9f0g+Qx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XD0IxQAAANsAAAAPAAAAAAAAAAAAAAAAAJgCAABkcnMv&#10;ZG93bnJldi54bWxQSwUGAAAAAAQABAD1AAAAigM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CF6CA8" w:rsidRDefault="00CF6CA8" w:rsidP="00CF6CA8">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Dpl8QA&#10;AADbAAAADwAAAGRycy9kb3ducmV2LnhtbESP3WoCMRSE7wt9h3AKvSmaraDV1SilUCgogj8PcNwc&#10;dxeTk2Vzqmuf3ghCL4eZ+YaZLTrv1JnaWAc28N7PQBEXwdZcGtjvvntjUFGQLbrAZOBKERbz56cZ&#10;5jZceEPnrZQqQTjmaKASaXKtY1GRx9gPDXHyjqH1KEm2pbYtXhLcOz3IspH2WHNaqLChr4qK0/bX&#10;G3CDg5ssP+JKrnu9yv68bN7W1pjXl+5zCkqok//wo/1jDQxHcP+SfoCe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A6ZfEAAAA2w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CF6CA8" w:rsidRDefault="00CF6CA8" w:rsidP="00CF6CA8">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EedsQA&#10;AADbAAAADwAAAGRycy9kb3ducmV2LnhtbESPQWsCMRSE7wX/Q3iCt5pVsJWtUWpF2EsPXRWvz83r&#10;ZmnysmxSXf31jSD0OMzMN8xi1TsrztSFxrOCyTgDQVx53XCtYL/bPs9BhIis0XomBVcKsFoOnhaY&#10;a3/hLzqXsRYJwiFHBSbGNpcyVIYchrFviZP37TuHMcmulrrDS4I7K6dZ9iIdNpwWDLb0Yaj6KX+d&#10;gk3Z2um+MOtwPHyeTra4bem4UWo07N/fQETq43/40S60gtkr3L+kHy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1BHnbEAAAA2wAAAA8AAAAAAAAAAAAAAAAAmAIAAGRycy9k&#10;b3ducmV2LnhtbFBLBQYAAAAABAAEAPUAAACJAw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CF6CA8" w:rsidRDefault="00CF6CA8" w:rsidP="00CF6CA8">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Ypfr8A&#10;AADbAAAADwAAAGRycy9kb3ducmV2LnhtbERPy4rCMBTdC/5DuII7TRzwQccoIgqCK7Uu3F2SO21n&#10;mpvSZGz9e7MYmOXhvNfb3tXiSW2oPGuYTRUIYuNtxYWG/HacrECEiGyx9kwaXhRguxkO1phZ3/GF&#10;ntdYiBTCIUMNZYxNJmUwJTkMU98QJ+7Ltw5jgm0hbYtdCne1/FBqIR1WnBpKbGhfkvm5/joN30d5&#10;9kahuef37mSXj8OCaqX1eNTvPkFE6uO/+M99shrmaWz6kn6A3L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glil+vwAAANsAAAAPAAAAAAAAAAAAAAAAAJgCAABkcnMvZG93bnJl&#10;di54bWxQSwUGAAAAAAQABAD1AAAAhA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CF6CA8" w:rsidRDefault="00CF6CA8" w:rsidP="00CF6CA8">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JZncQA&#10;AADbAAAADwAAAGRycy9kb3ducmV2LnhtbESPT4vCMBTE78J+h/AWvGm6yopWo7gLC+LiwT+Ix2fz&#10;bEubl5JE7X77jSB4HGbmN8xs0Zpa3Mj50rKCj34CgjizuuRcwWH/0xuD8AFZY22ZFPyRh8X8rTPD&#10;VNs7b+m2C7mIEPYpKihCaFIpfVaQQd+3DXH0LtYZDFG6XGqH9wg3tRwkyUgaLDkuFNjQd0FZtbsa&#10;BafrL182w/XSfYWjbfe+GpzHlVLd93Y5BRGoDa/ws73SCj4n8PgSf4C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DiWZ3EAAAA2wAAAA8AAAAAAAAAAAAAAAAAmAIAAGRycy9k&#10;b3ducmV2LnhtbFBLBQYAAAAABAAEAPUAAACJAw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CF6CA8" w:rsidRDefault="00CF6CA8" w:rsidP="00CF6CA8">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ldH8EA&#10;AADbAAAADwAAAGRycy9kb3ducmV2LnhtbERPTYvCMBC9C/sfwgjeNFVUtBplFQQvwuruQW9jM7bF&#10;ZlKTqHV//eaw4PHxvufLxlTiQc6XlhX0ewkI4szqknMFP9+b7gSED8gaK8uk4EUelouP1hxTbZ+8&#10;p8ch5CKGsE9RQRFCnUrps4IM+p6tiSN3sc5giNDlUjt8xnBTyUGSjKXBkmNDgTWtC8quh7tRsJpO&#10;VrevIe9+9+cTnY7n62jgEqU67eZzBiJQE97if/dWKxjH9fFL/A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pXR/BAAAA2wAAAA8AAAAAAAAAAAAAAAAAmAIAAGRycy9kb3du&#10;cmV2LnhtbFBLBQYAAAAABAAEAPUAAACGAwAAAAA=&#10;" fillcolor="black" stroked="f">
                  <v:textbox>
                    <w:txbxContent>
                      <w:p w:rsidR="00CF6CA8" w:rsidRDefault="00CF6CA8" w:rsidP="00CF6CA8">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FkPcMA&#10;AADbAAAADwAAAGRycy9kb3ducmV2LnhtbESPQWsCMRSE70L/Q3hCb5q1BSmrURahtPS0Wkuvz81z&#10;s7h5WZI0bv+9EQo9DjPzDbPejrYXiXzoHCtYzAsQxI3THbcKjp+vsxcQISJr7B2Tgl8KsN08TNZY&#10;anflPaVDbEWGcChRgYlxKKUMjSGLYe4G4uydnbcYs/St1B6vGW57+VQUS2mx47xgcKCdoeZy+LEK&#10;0mlXV8/pO5n9h69a7+q3r1Ot1ON0rFYgIo3xP/zXftcKlgu4f8k/QG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FkPcMAAADbAAAADwAAAAAAAAAAAAAAAACYAgAAZHJzL2Rv&#10;d25yZXYueG1sUEsFBgAAAAAEAAQA9QAAAIgDA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CF6CA8" w:rsidRDefault="00CF6CA8" w:rsidP="00CF6CA8">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FMxcQA&#10;AADbAAAADwAAAGRycy9kb3ducmV2LnhtbESPQWvCQBSE7wX/w/KE3pqNHkIbXUVEpe2lNQp6fGSf&#10;2WD2bchuY9pf3y0UPA4z8w0zXw62ET11vnasYJKkIIhLp2uuFBwP26dnED4ga2wck4Jv8rBcjB7m&#10;mGt34z31RahEhLDPUYEJoc2l9KUhiz5xLXH0Lq6zGKLsKqk7vEW4beQ0TTNpsea4YLCltaHyWnxZ&#10;BX6y3pze7c9Lf94Z/ijeTPZZGaUex8NqBiLQEO7h//arVpBN4e9L/A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RTMXEAAAA2w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CF6CA8" w:rsidRDefault="00CF6CA8" w:rsidP="00CF6CA8">
                        <w:pPr>
                          <w:rPr>
                            <w:rFonts w:eastAsia="Times New Roman"/>
                          </w:rPr>
                        </w:pPr>
                      </w:p>
                    </w:txbxContent>
                  </v:textbox>
                </v:shape>
                <w10:wrap anchorx="margin"/>
              </v:group>
            </w:pict>
          </mc:Fallback>
        </mc:AlternateContent>
      </w:r>
    </w:p>
    <w:p w:rsidR="00CF6CA8" w:rsidRPr="0066767B" w:rsidRDefault="00CF6CA8" w:rsidP="00CF6CA8">
      <w:pPr>
        <w:spacing w:after="0" w:line="240" w:lineRule="auto"/>
        <w:jc w:val="center"/>
        <w:rPr>
          <w:rFonts w:ascii="Times New Roman" w:eastAsia="Arial Unicode MS" w:hAnsi="Times New Roman" w:cs="Times New Roman"/>
          <w:b/>
          <w:color w:val="000000"/>
          <w:sz w:val="24"/>
          <w:szCs w:val="24"/>
        </w:rPr>
      </w:pPr>
    </w:p>
    <w:p w:rsidR="00CF6CA8" w:rsidRPr="0066767B" w:rsidRDefault="00CF6CA8" w:rsidP="00CF6CA8">
      <w:pPr>
        <w:spacing w:after="0" w:line="240" w:lineRule="auto"/>
        <w:rPr>
          <w:rFonts w:ascii="Times New Roman" w:eastAsia="Arial Unicode MS" w:hAnsi="Times New Roman" w:cs="Times New Roman"/>
          <w:b/>
          <w:color w:val="000000"/>
          <w:sz w:val="24"/>
          <w:szCs w:val="24"/>
        </w:rPr>
      </w:pPr>
    </w:p>
    <w:p w:rsidR="00CF6CA8" w:rsidRPr="0066767B" w:rsidRDefault="00CF6CA8" w:rsidP="00CF6CA8">
      <w:pPr>
        <w:spacing w:after="0" w:line="240" w:lineRule="auto"/>
        <w:jc w:val="center"/>
        <w:rPr>
          <w:rFonts w:ascii="Times New Roman" w:eastAsia="Arial Unicode MS" w:hAnsi="Times New Roman" w:cs="Times New Roman"/>
          <w:b/>
          <w:color w:val="000000"/>
          <w:sz w:val="24"/>
          <w:szCs w:val="24"/>
        </w:rPr>
      </w:pPr>
    </w:p>
    <w:p w:rsidR="00CF6CA8" w:rsidRDefault="00CF6CA8" w:rsidP="00CF6CA8">
      <w:pPr>
        <w:spacing w:after="0" w:line="240" w:lineRule="auto"/>
        <w:jc w:val="center"/>
        <w:rPr>
          <w:rFonts w:ascii="Times New Roman" w:eastAsia="Arial Unicode MS" w:hAnsi="Times New Roman" w:cs="Times New Roman"/>
          <w:b/>
          <w:color w:val="000000"/>
          <w:sz w:val="28"/>
          <w:szCs w:val="28"/>
        </w:rPr>
      </w:pPr>
    </w:p>
    <w:p w:rsidR="00CF6CA8" w:rsidRPr="0066767B" w:rsidRDefault="00CF6CA8" w:rsidP="00CF6CA8">
      <w:pPr>
        <w:spacing w:after="0" w:line="240" w:lineRule="auto"/>
        <w:jc w:val="center"/>
        <w:rPr>
          <w:rFonts w:ascii="Times New Roman" w:eastAsia="Arial Unicode MS" w:hAnsi="Times New Roman" w:cs="Times New Roman"/>
          <w:b/>
          <w:color w:val="000000"/>
          <w:sz w:val="28"/>
          <w:szCs w:val="28"/>
        </w:rPr>
      </w:pPr>
      <w:r w:rsidRPr="0066767B">
        <w:rPr>
          <w:rFonts w:ascii="Times New Roman" w:eastAsia="Arial Unicode MS" w:hAnsi="Times New Roman" w:cs="Times New Roman"/>
          <w:b/>
          <w:color w:val="000000"/>
          <w:sz w:val="28"/>
          <w:szCs w:val="28"/>
        </w:rPr>
        <w:t>УКРАЇНА</w:t>
      </w:r>
    </w:p>
    <w:p w:rsidR="00CF6CA8" w:rsidRPr="0066767B" w:rsidRDefault="00CF6CA8" w:rsidP="00CF6CA8">
      <w:pPr>
        <w:keepNext/>
        <w:spacing w:after="0" w:line="240" w:lineRule="auto"/>
        <w:jc w:val="center"/>
        <w:rPr>
          <w:rFonts w:ascii="Times New Roman" w:eastAsia="Arial Unicode MS" w:hAnsi="Times New Roman" w:cs="Times New Roman"/>
          <w:b/>
          <w:color w:val="000000"/>
          <w:sz w:val="24"/>
          <w:szCs w:val="24"/>
        </w:rPr>
      </w:pPr>
      <w:r w:rsidRPr="0066767B">
        <w:rPr>
          <w:rFonts w:ascii="Times New Roman" w:eastAsia="Arial Unicode MS" w:hAnsi="Times New Roman" w:cs="Times New Roman"/>
          <w:b/>
          <w:color w:val="000000"/>
          <w:sz w:val="24"/>
          <w:szCs w:val="24"/>
        </w:rPr>
        <w:t>КРУПЕЦЬКА СІЛЬСЬКА РАДА</w:t>
      </w:r>
    </w:p>
    <w:p w:rsidR="00CF6CA8" w:rsidRPr="0066767B" w:rsidRDefault="00CF6CA8" w:rsidP="00CF6CA8">
      <w:pPr>
        <w:spacing w:after="0" w:line="240" w:lineRule="auto"/>
        <w:jc w:val="center"/>
        <w:rPr>
          <w:rFonts w:ascii="Times New Roman" w:eastAsia="Arial Unicode MS" w:hAnsi="Times New Roman" w:cs="Times New Roman"/>
          <w:b/>
          <w:color w:val="000000"/>
          <w:sz w:val="24"/>
          <w:szCs w:val="24"/>
        </w:rPr>
      </w:pPr>
      <w:r w:rsidRPr="0066767B">
        <w:rPr>
          <w:rFonts w:ascii="Times New Roman" w:eastAsia="Arial Unicode MS" w:hAnsi="Times New Roman" w:cs="Times New Roman"/>
          <w:b/>
          <w:color w:val="000000"/>
          <w:sz w:val="24"/>
          <w:szCs w:val="24"/>
        </w:rPr>
        <w:t>СЛАВУТСЬКОГО РАЙОНУ</w:t>
      </w:r>
    </w:p>
    <w:p w:rsidR="00CF6CA8" w:rsidRPr="0066767B" w:rsidRDefault="00CF6CA8" w:rsidP="00CF6CA8">
      <w:pPr>
        <w:spacing w:after="0" w:line="240" w:lineRule="auto"/>
        <w:jc w:val="center"/>
        <w:rPr>
          <w:rFonts w:ascii="Times New Roman" w:eastAsia="Arial Unicode MS" w:hAnsi="Times New Roman" w:cs="Times New Roman"/>
          <w:b/>
          <w:color w:val="000000"/>
          <w:sz w:val="24"/>
          <w:szCs w:val="24"/>
        </w:rPr>
      </w:pPr>
      <w:r w:rsidRPr="0066767B">
        <w:rPr>
          <w:rFonts w:ascii="Times New Roman" w:eastAsia="Arial Unicode MS" w:hAnsi="Times New Roman" w:cs="Times New Roman"/>
          <w:b/>
          <w:color w:val="000000"/>
          <w:sz w:val="24"/>
          <w:szCs w:val="24"/>
        </w:rPr>
        <w:t>ХМЕЛЬНИЦЬКОЇ ОБЛАСТІ</w:t>
      </w:r>
    </w:p>
    <w:p w:rsidR="00CF6CA8" w:rsidRPr="0066767B" w:rsidRDefault="00CF6CA8" w:rsidP="00CF6CA8">
      <w:pPr>
        <w:spacing w:after="0" w:line="240" w:lineRule="auto"/>
        <w:jc w:val="center"/>
        <w:rPr>
          <w:rFonts w:ascii="Times New Roman" w:eastAsia="Arial Unicode MS" w:hAnsi="Times New Roman" w:cs="Times New Roman"/>
          <w:b/>
          <w:color w:val="000000"/>
          <w:sz w:val="24"/>
          <w:szCs w:val="24"/>
        </w:rPr>
      </w:pPr>
    </w:p>
    <w:p w:rsidR="00CF6CA8" w:rsidRPr="0066767B" w:rsidRDefault="00CF6CA8" w:rsidP="00CF6CA8">
      <w:pPr>
        <w:spacing w:after="0" w:line="240" w:lineRule="auto"/>
        <w:jc w:val="center"/>
        <w:rPr>
          <w:rFonts w:ascii="Times New Roman" w:eastAsia="Arial Unicode MS" w:hAnsi="Times New Roman" w:cs="Times New Roman"/>
          <w:b/>
          <w:color w:val="000000"/>
          <w:sz w:val="24"/>
          <w:szCs w:val="24"/>
        </w:rPr>
      </w:pPr>
      <w:r w:rsidRPr="0066767B">
        <w:rPr>
          <w:rFonts w:ascii="Times New Roman" w:eastAsia="Arial Unicode MS" w:hAnsi="Times New Roman" w:cs="Times New Roman"/>
          <w:b/>
          <w:color w:val="000000"/>
          <w:sz w:val="24"/>
          <w:szCs w:val="24"/>
        </w:rPr>
        <w:t xml:space="preserve"> РІШЕННЯ</w:t>
      </w:r>
    </w:p>
    <w:p w:rsidR="00CF6CA8" w:rsidRPr="0066767B" w:rsidRDefault="00CF6CA8" w:rsidP="00CF6CA8">
      <w:pPr>
        <w:spacing w:after="0" w:line="240" w:lineRule="auto"/>
        <w:jc w:val="center"/>
        <w:rPr>
          <w:rFonts w:ascii="Times New Roman" w:eastAsia="Arial Unicode MS" w:hAnsi="Times New Roman" w:cs="Times New Roman"/>
          <w:b/>
          <w:color w:val="000000"/>
          <w:sz w:val="24"/>
          <w:szCs w:val="24"/>
        </w:rPr>
      </w:pPr>
    </w:p>
    <w:p w:rsidR="00CF6CA8" w:rsidRPr="0066767B" w:rsidRDefault="00CF6CA8" w:rsidP="00CF6CA8">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ІХ</w:t>
      </w:r>
      <w:r w:rsidRPr="0066767B">
        <w:rPr>
          <w:rFonts w:ascii="Times New Roman" w:eastAsia="Arial Unicode MS" w:hAnsi="Times New Roman" w:cs="Times New Roman"/>
          <w:color w:val="000000"/>
          <w:sz w:val="24"/>
          <w:szCs w:val="24"/>
        </w:rPr>
        <w:t xml:space="preserve"> сесії сільської ради  </w:t>
      </w:r>
      <w:r w:rsidRPr="0066767B">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ІІІ</w:t>
      </w:r>
      <w:r w:rsidRPr="0066767B">
        <w:rPr>
          <w:rFonts w:ascii="Times New Roman" w:eastAsia="Arial Unicode MS" w:hAnsi="Times New Roman" w:cs="Times New Roman"/>
          <w:color w:val="000000"/>
          <w:sz w:val="24"/>
          <w:szCs w:val="24"/>
        </w:rPr>
        <w:t xml:space="preserve"> скликання</w:t>
      </w:r>
    </w:p>
    <w:p w:rsidR="00CF6CA8" w:rsidRPr="0066767B" w:rsidRDefault="00CF6CA8" w:rsidP="00CF6CA8">
      <w:pPr>
        <w:spacing w:after="0" w:line="240" w:lineRule="auto"/>
        <w:rPr>
          <w:rFonts w:ascii="Times New Roman" w:eastAsia="Arial Unicode MS" w:hAnsi="Times New Roman" w:cs="Times New Roman"/>
          <w:color w:val="000000"/>
          <w:sz w:val="24"/>
          <w:szCs w:val="24"/>
        </w:rPr>
      </w:pPr>
    </w:p>
    <w:p w:rsidR="00CF6CA8" w:rsidRDefault="00CF6CA8" w:rsidP="00CF6CA8">
      <w:pPr>
        <w:tabs>
          <w:tab w:val="left" w:pos="2160"/>
        </w:tabs>
        <w:spacing w:after="0" w:line="240" w:lineRule="auto"/>
        <w:rPr>
          <w:rFonts w:ascii="Times New Roman" w:eastAsia="Arial Unicode MS" w:hAnsi="Times New Roman" w:cs="Times New Roman"/>
          <w:sz w:val="24"/>
          <w:szCs w:val="24"/>
        </w:rPr>
      </w:pPr>
      <w:r>
        <w:rPr>
          <w:rFonts w:ascii="Times New Roman" w:eastAsia="Arial Unicode MS" w:hAnsi="Times New Roman" w:cs="Times New Roman"/>
          <w:color w:val="000000"/>
          <w:sz w:val="24"/>
          <w:szCs w:val="24"/>
        </w:rPr>
        <w:t xml:space="preserve">   25.03</w:t>
      </w:r>
      <w:r w:rsidRPr="0066767B">
        <w:rPr>
          <w:rFonts w:ascii="Times New Roman" w:eastAsia="Arial Unicode MS" w:hAnsi="Times New Roman" w:cs="Times New Roman"/>
          <w:color w:val="000000"/>
          <w:sz w:val="24"/>
          <w:szCs w:val="24"/>
        </w:rPr>
        <w:t>.2021 року                                        Крупець                                                 №___</w:t>
      </w:r>
    </w:p>
    <w:p w:rsidR="00CF6CA8" w:rsidRPr="00DE6ED3" w:rsidRDefault="00CF6CA8" w:rsidP="00CF6CA8">
      <w:pPr>
        <w:tabs>
          <w:tab w:val="left" w:pos="4424"/>
        </w:tabs>
        <w:spacing w:after="0" w:line="240" w:lineRule="auto"/>
        <w:rPr>
          <w:rFonts w:ascii="Times New Roman" w:eastAsia="Arial Unicode MS" w:hAnsi="Times New Roman" w:cs="Times New Roman"/>
          <w:color w:val="FF0000"/>
          <w:sz w:val="24"/>
          <w:szCs w:val="24"/>
        </w:rPr>
      </w:pPr>
    </w:p>
    <w:p w:rsidR="00CF6CA8" w:rsidRDefault="00CF6CA8" w:rsidP="00CF6CA8">
      <w:pPr>
        <w:spacing w:after="0" w:line="240" w:lineRule="auto"/>
        <w:jc w:val="both"/>
      </w:pPr>
    </w:p>
    <w:p w:rsidR="00CF6CA8" w:rsidRPr="00DE6ED3" w:rsidRDefault="00CF6CA8" w:rsidP="00CF6CA8">
      <w:pPr>
        <w:spacing w:after="0" w:line="240" w:lineRule="auto"/>
        <w:jc w:val="both"/>
        <w:rPr>
          <w:rFonts w:ascii="Times New Roman" w:eastAsia="Calibri" w:hAnsi="Times New Roman" w:cs="Times New Roman"/>
          <w:b/>
          <w:sz w:val="24"/>
          <w:szCs w:val="24"/>
        </w:rPr>
      </w:pPr>
      <w:r w:rsidRPr="00DE6ED3">
        <w:rPr>
          <w:rFonts w:ascii="Times New Roman" w:eastAsia="Calibri" w:hAnsi="Times New Roman" w:cs="Times New Roman"/>
          <w:b/>
          <w:sz w:val="24"/>
          <w:szCs w:val="24"/>
        </w:rPr>
        <w:t>Про затвердження проєкту землеустрою</w:t>
      </w:r>
    </w:p>
    <w:p w:rsidR="00CF6CA8" w:rsidRDefault="00CF6CA8" w:rsidP="00CF6CA8">
      <w:pPr>
        <w:spacing w:after="0" w:line="240" w:lineRule="auto"/>
        <w:jc w:val="both"/>
        <w:rPr>
          <w:rFonts w:ascii="Times New Roman" w:eastAsia="Calibri" w:hAnsi="Times New Roman" w:cs="Times New Roman"/>
          <w:b/>
          <w:sz w:val="24"/>
          <w:szCs w:val="24"/>
        </w:rPr>
      </w:pPr>
      <w:r w:rsidRPr="00DE6ED3">
        <w:rPr>
          <w:rFonts w:ascii="Times New Roman" w:eastAsia="Calibri" w:hAnsi="Times New Roman" w:cs="Times New Roman"/>
          <w:b/>
          <w:sz w:val="24"/>
          <w:szCs w:val="24"/>
        </w:rPr>
        <w:t xml:space="preserve">щодо відведення земельної ділянки </w:t>
      </w:r>
    </w:p>
    <w:p w:rsidR="00CF6CA8" w:rsidRDefault="00CF6CA8" w:rsidP="00CF6CA8">
      <w:pPr>
        <w:spacing w:after="0" w:line="24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зі зміною цільового призначення</w:t>
      </w:r>
    </w:p>
    <w:p w:rsidR="00CF6CA8" w:rsidRPr="00DE6ED3" w:rsidRDefault="00CF6CA8" w:rsidP="00CF6CA8">
      <w:pPr>
        <w:spacing w:after="0" w:line="240" w:lineRule="auto"/>
        <w:jc w:val="both"/>
        <w:rPr>
          <w:rFonts w:ascii="Times New Roman" w:eastAsia="Arial Unicode MS" w:hAnsi="Times New Roman" w:cs="Times New Roman"/>
          <w:b/>
          <w:color w:val="000000"/>
          <w:sz w:val="24"/>
          <w:szCs w:val="24"/>
        </w:rPr>
      </w:pPr>
      <w:r>
        <w:rPr>
          <w:rFonts w:ascii="Times New Roman" w:eastAsia="Calibri" w:hAnsi="Times New Roman" w:cs="Times New Roman"/>
          <w:b/>
          <w:sz w:val="24"/>
          <w:szCs w:val="24"/>
        </w:rPr>
        <w:t>Лавруку Р.А.</w:t>
      </w:r>
    </w:p>
    <w:p w:rsidR="00CF6CA8" w:rsidRPr="00DE6ED3" w:rsidRDefault="00CF6CA8" w:rsidP="00CF6CA8">
      <w:pPr>
        <w:tabs>
          <w:tab w:val="left" w:pos="2160"/>
        </w:tabs>
        <w:spacing w:after="0" w:line="240" w:lineRule="auto"/>
        <w:jc w:val="both"/>
        <w:rPr>
          <w:rFonts w:ascii="Times New Roman" w:eastAsia="Calibri" w:hAnsi="Times New Roman" w:cs="Times New Roman"/>
          <w:sz w:val="24"/>
          <w:szCs w:val="24"/>
        </w:rPr>
      </w:pPr>
    </w:p>
    <w:p w:rsidR="00CF6CA8" w:rsidRPr="00DE6ED3" w:rsidRDefault="00CF6CA8" w:rsidP="00CF6CA8">
      <w:pPr>
        <w:tabs>
          <w:tab w:val="left" w:pos="2160"/>
        </w:tabs>
        <w:spacing w:after="0" w:line="240" w:lineRule="auto"/>
        <w:jc w:val="both"/>
        <w:rPr>
          <w:rFonts w:ascii="Times New Roman" w:eastAsia="Calibri" w:hAnsi="Times New Roman" w:cs="Times New Roman"/>
          <w:sz w:val="24"/>
          <w:szCs w:val="24"/>
        </w:rPr>
      </w:pPr>
    </w:p>
    <w:p w:rsidR="00CF6CA8" w:rsidRPr="00DE6ED3" w:rsidRDefault="00CF6CA8" w:rsidP="00CF6CA8">
      <w:pPr>
        <w:tabs>
          <w:tab w:val="left" w:pos="2160"/>
        </w:tabs>
        <w:spacing w:after="0" w:line="240" w:lineRule="auto"/>
        <w:jc w:val="both"/>
        <w:rPr>
          <w:rFonts w:ascii="Times New Roman" w:eastAsia="Calibri" w:hAnsi="Times New Roman" w:cs="Times New Roman"/>
          <w:sz w:val="24"/>
          <w:szCs w:val="24"/>
        </w:rPr>
      </w:pPr>
      <w:r w:rsidRPr="00DE6ED3">
        <w:rPr>
          <w:rFonts w:ascii="Times New Roman" w:eastAsia="Times New Roman" w:hAnsi="Times New Roman" w:cs="Times New Roman"/>
          <w:sz w:val="24"/>
        </w:rPr>
        <w:t xml:space="preserve">Відповідно до пункту 34 частини 1 статті 26,  статті 42 Закону України «Про місцеве самоврядування в Україні», статей 12, </w:t>
      </w:r>
      <w:r>
        <w:rPr>
          <w:rFonts w:ascii="Times New Roman" w:eastAsia="Times New Roman" w:hAnsi="Times New Roman" w:cs="Times New Roman"/>
          <w:sz w:val="24"/>
        </w:rPr>
        <w:t>15¹, 19, п.1 ч.2 ст.79-1, 122, 125, 186¹</w:t>
      </w:r>
      <w:r w:rsidRPr="00DE6ED3">
        <w:rPr>
          <w:rFonts w:ascii="Times New Roman" w:eastAsia="Times New Roman" w:hAnsi="Times New Roman" w:cs="Times New Roman"/>
          <w:sz w:val="24"/>
        </w:rPr>
        <w:t xml:space="preserve"> Земельного кодексу України, </w:t>
      </w:r>
      <w:r>
        <w:rPr>
          <w:rFonts w:ascii="Times New Roman" w:eastAsia="Times New Roman" w:hAnsi="Times New Roman" w:cs="Times New Roman"/>
          <w:sz w:val="24"/>
        </w:rPr>
        <w:t xml:space="preserve">ст.50 </w:t>
      </w:r>
      <w:r w:rsidRPr="00DE6ED3">
        <w:rPr>
          <w:rFonts w:ascii="Times New Roman" w:eastAsia="Times New Roman" w:hAnsi="Times New Roman" w:cs="Times New Roman"/>
          <w:sz w:val="24"/>
        </w:rPr>
        <w:t>Закону України «Про землеустрій»,</w:t>
      </w:r>
      <w:r w:rsidRPr="00DE6ED3">
        <w:rPr>
          <w:rFonts w:ascii="Times New Roman" w:eastAsia="Calibri" w:hAnsi="Times New Roman" w:cs="Times New Roman"/>
          <w:sz w:val="24"/>
          <w:szCs w:val="24"/>
        </w:rPr>
        <w:t xml:space="preserve">розглянувши заяву </w:t>
      </w:r>
      <w:r>
        <w:rPr>
          <w:rFonts w:ascii="Times New Roman" w:eastAsia="Arial Unicode MS" w:hAnsi="Times New Roman" w:cs="Times New Roman"/>
          <w:color w:val="000000"/>
          <w:sz w:val="24"/>
          <w:szCs w:val="24"/>
        </w:rPr>
        <w:t>Лаврука Р.А.</w:t>
      </w:r>
      <w:r w:rsidRPr="00DE6ED3">
        <w:rPr>
          <w:rFonts w:ascii="Times New Roman" w:eastAsia="Calibri" w:hAnsi="Times New Roman" w:cs="Times New Roman"/>
          <w:sz w:val="24"/>
          <w:szCs w:val="24"/>
        </w:rPr>
        <w:t>сільська  рада</w:t>
      </w:r>
    </w:p>
    <w:p w:rsidR="00CF6CA8" w:rsidRPr="00DE6ED3" w:rsidRDefault="00CF6CA8" w:rsidP="00CF6CA8">
      <w:pPr>
        <w:tabs>
          <w:tab w:val="left" w:pos="2160"/>
        </w:tabs>
        <w:spacing w:after="0" w:line="240" w:lineRule="auto"/>
        <w:jc w:val="both"/>
        <w:rPr>
          <w:rFonts w:ascii="Times New Roman" w:eastAsia="Calibri" w:hAnsi="Times New Roman" w:cs="Times New Roman"/>
          <w:sz w:val="24"/>
          <w:szCs w:val="24"/>
        </w:rPr>
      </w:pPr>
      <w:r w:rsidRPr="00DE6ED3">
        <w:rPr>
          <w:rFonts w:ascii="Times New Roman" w:eastAsia="Calibri" w:hAnsi="Times New Roman" w:cs="Times New Roman"/>
          <w:sz w:val="24"/>
          <w:szCs w:val="24"/>
        </w:rPr>
        <w:t xml:space="preserve"> ВИРІШИЛА:</w:t>
      </w:r>
    </w:p>
    <w:p w:rsidR="00CF6CA8" w:rsidRPr="00DE6ED3" w:rsidRDefault="00CF6CA8" w:rsidP="00CF6CA8">
      <w:pPr>
        <w:tabs>
          <w:tab w:val="left" w:pos="2160"/>
        </w:tabs>
        <w:spacing w:after="0" w:line="240" w:lineRule="auto"/>
        <w:jc w:val="both"/>
        <w:rPr>
          <w:rFonts w:ascii="Times New Roman" w:eastAsia="Calibri" w:hAnsi="Times New Roman" w:cs="Times New Roman"/>
          <w:sz w:val="24"/>
          <w:szCs w:val="24"/>
        </w:rPr>
      </w:pPr>
    </w:p>
    <w:p w:rsidR="00CF6CA8" w:rsidRDefault="00CF6CA8" w:rsidP="00CF6CA8">
      <w:pPr>
        <w:tabs>
          <w:tab w:val="left" w:pos="2160"/>
        </w:tabs>
        <w:spacing w:after="0" w:line="240" w:lineRule="auto"/>
        <w:jc w:val="both"/>
        <w:rPr>
          <w:rFonts w:ascii="Times New Roman" w:eastAsia="Calibri" w:hAnsi="Times New Roman" w:cs="Times New Roman"/>
          <w:sz w:val="24"/>
          <w:szCs w:val="24"/>
        </w:rPr>
      </w:pPr>
    </w:p>
    <w:p w:rsidR="00CF6CA8" w:rsidRPr="004417C5" w:rsidRDefault="00CF6CA8" w:rsidP="00CF6CA8">
      <w:pPr>
        <w:spacing w:after="0" w:line="240" w:lineRule="auto"/>
        <w:jc w:val="both"/>
        <w:rPr>
          <w:rFonts w:ascii="Times New Roman" w:eastAsia="Calibri" w:hAnsi="Times New Roman" w:cs="Times New Roman"/>
          <w:kern w:val="2"/>
          <w:sz w:val="24"/>
          <w:szCs w:val="24"/>
        </w:rPr>
      </w:pPr>
      <w:r w:rsidRPr="004417C5">
        <w:rPr>
          <w:rFonts w:ascii="Times New Roman" w:eastAsia="Calibri" w:hAnsi="Times New Roman" w:cs="Times New Roman"/>
          <w:kern w:val="2"/>
          <w:sz w:val="24"/>
          <w:szCs w:val="24"/>
        </w:rPr>
        <w:t xml:space="preserve">          1. Затвердити </w:t>
      </w:r>
      <w:r>
        <w:rPr>
          <w:rFonts w:ascii="Times New Roman" w:eastAsia="Calibri" w:hAnsi="Times New Roman" w:cs="Times New Roman"/>
          <w:kern w:val="2"/>
          <w:sz w:val="24"/>
          <w:szCs w:val="24"/>
        </w:rPr>
        <w:t>Лавруку Руслану Анатолійовичу</w:t>
      </w:r>
      <w:r w:rsidRPr="004417C5">
        <w:rPr>
          <w:rFonts w:ascii="Times New Roman" w:eastAsia="Calibri" w:hAnsi="Times New Roman" w:cs="Times New Roman"/>
          <w:kern w:val="2"/>
          <w:sz w:val="24"/>
          <w:szCs w:val="24"/>
        </w:rPr>
        <w:t xml:space="preserve"> проект землеустрою щодо відведення земельної ділянки зі зміною цільового призначення, із земель </w:t>
      </w:r>
      <w:r>
        <w:rPr>
          <w:rFonts w:ascii="Times New Roman" w:eastAsia="Calibri" w:hAnsi="Times New Roman" w:cs="Times New Roman"/>
          <w:kern w:val="2"/>
          <w:sz w:val="24"/>
          <w:szCs w:val="24"/>
        </w:rPr>
        <w:t>01.05</w:t>
      </w:r>
      <w:r w:rsidRPr="004417C5">
        <w:rPr>
          <w:rFonts w:ascii="Times New Roman" w:eastAsia="Calibri" w:hAnsi="Times New Roman" w:cs="Times New Roman"/>
          <w:kern w:val="2"/>
          <w:sz w:val="24"/>
          <w:szCs w:val="24"/>
        </w:rPr>
        <w:t xml:space="preserve"> для </w:t>
      </w:r>
      <w:r>
        <w:rPr>
          <w:rFonts w:ascii="Times New Roman" w:eastAsia="Calibri" w:hAnsi="Times New Roman" w:cs="Times New Roman"/>
          <w:kern w:val="2"/>
          <w:sz w:val="24"/>
          <w:szCs w:val="24"/>
        </w:rPr>
        <w:t>індивідуального садівництва</w:t>
      </w:r>
      <w:r w:rsidRPr="004417C5">
        <w:rPr>
          <w:rFonts w:ascii="Times New Roman" w:eastAsia="Calibri" w:hAnsi="Times New Roman" w:cs="Times New Roman"/>
          <w:kern w:val="2"/>
          <w:sz w:val="24"/>
          <w:szCs w:val="24"/>
        </w:rPr>
        <w:t xml:space="preserve"> в землі  03.08 для будівництва та обслуговування об’єктів туристичної інфраструктури та закладів громадського харчування, площею  </w:t>
      </w:r>
      <w:r>
        <w:rPr>
          <w:rFonts w:ascii="Times New Roman" w:eastAsia="Calibri" w:hAnsi="Times New Roman" w:cs="Times New Roman"/>
          <w:kern w:val="2"/>
          <w:sz w:val="24"/>
          <w:szCs w:val="24"/>
        </w:rPr>
        <w:t>0,0622</w:t>
      </w:r>
      <w:r w:rsidRPr="004417C5">
        <w:rPr>
          <w:rFonts w:ascii="Times New Roman" w:eastAsia="Calibri" w:hAnsi="Times New Roman" w:cs="Times New Roman"/>
          <w:kern w:val="2"/>
          <w:sz w:val="24"/>
          <w:szCs w:val="24"/>
        </w:rPr>
        <w:t>га,  яка  розташована Хмельницька область Славутський (Шепетівський) район, с.Крупець, кадастровий номер 6823984000:01:0</w:t>
      </w:r>
      <w:r>
        <w:rPr>
          <w:rFonts w:ascii="Times New Roman" w:eastAsia="Calibri" w:hAnsi="Times New Roman" w:cs="Times New Roman"/>
          <w:kern w:val="2"/>
          <w:sz w:val="24"/>
          <w:szCs w:val="24"/>
        </w:rPr>
        <w:t>10:0040</w:t>
      </w:r>
      <w:r w:rsidRPr="004417C5">
        <w:rPr>
          <w:rFonts w:ascii="Times New Roman" w:eastAsia="Calibri" w:hAnsi="Times New Roman" w:cs="Times New Roman"/>
          <w:kern w:val="2"/>
          <w:sz w:val="24"/>
          <w:szCs w:val="24"/>
        </w:rPr>
        <w:t>, яка перебуває у власності  Лавр</w:t>
      </w:r>
      <w:r>
        <w:rPr>
          <w:rFonts w:ascii="Times New Roman" w:eastAsia="Calibri" w:hAnsi="Times New Roman" w:cs="Times New Roman"/>
          <w:kern w:val="2"/>
          <w:sz w:val="24"/>
          <w:szCs w:val="24"/>
        </w:rPr>
        <w:t>ука Руслана Анатолійовича</w:t>
      </w:r>
      <w:r w:rsidRPr="004417C5">
        <w:rPr>
          <w:rFonts w:ascii="Times New Roman" w:eastAsia="Calibri" w:hAnsi="Times New Roman" w:cs="Times New Roman"/>
          <w:kern w:val="2"/>
          <w:sz w:val="24"/>
          <w:szCs w:val="24"/>
        </w:rPr>
        <w:t>, згідно Витягу з Державного реєстру речових прав на нерухоме майно про реєстрацію права влас</w:t>
      </w:r>
      <w:r>
        <w:rPr>
          <w:rFonts w:ascii="Times New Roman" w:eastAsia="Calibri" w:hAnsi="Times New Roman" w:cs="Times New Roman"/>
          <w:kern w:val="2"/>
          <w:sz w:val="24"/>
          <w:szCs w:val="24"/>
        </w:rPr>
        <w:t>ності від 22.03.2019 р. №30917792</w:t>
      </w:r>
      <w:r w:rsidRPr="004417C5">
        <w:rPr>
          <w:rFonts w:ascii="Times New Roman" w:eastAsia="Calibri" w:hAnsi="Times New Roman" w:cs="Times New Roman"/>
          <w:kern w:val="2"/>
          <w:sz w:val="24"/>
          <w:szCs w:val="24"/>
        </w:rPr>
        <w:t>.</w:t>
      </w:r>
    </w:p>
    <w:p w:rsidR="00CF6CA8" w:rsidRPr="004417C5" w:rsidRDefault="00CF6CA8" w:rsidP="00CF6CA8">
      <w:pPr>
        <w:spacing w:after="0" w:line="240" w:lineRule="auto"/>
        <w:jc w:val="both"/>
        <w:rPr>
          <w:rFonts w:ascii="Times New Roman" w:eastAsia="Calibri" w:hAnsi="Times New Roman" w:cs="Times New Roman"/>
          <w:kern w:val="2"/>
          <w:sz w:val="24"/>
          <w:szCs w:val="24"/>
        </w:rPr>
      </w:pPr>
      <w:r w:rsidRPr="004417C5">
        <w:rPr>
          <w:rFonts w:ascii="Times New Roman" w:eastAsia="Calibri" w:hAnsi="Times New Roman" w:cs="Times New Roman"/>
          <w:kern w:val="2"/>
          <w:sz w:val="24"/>
          <w:szCs w:val="24"/>
        </w:rPr>
        <w:t xml:space="preserve">           2. </w:t>
      </w:r>
      <w:r w:rsidRPr="00E72982">
        <w:rPr>
          <w:rFonts w:ascii="Times New Roman" w:eastAsia="Calibri" w:hAnsi="Times New Roman" w:cs="Times New Roman"/>
          <w:kern w:val="2"/>
          <w:sz w:val="24"/>
          <w:szCs w:val="24"/>
        </w:rPr>
        <w:t>Змінити Лавруку Руслану Анатолійовичу,</w:t>
      </w:r>
      <w:r w:rsidRPr="00E72982">
        <w:rPr>
          <w:rFonts w:ascii="Times New Roman" w:eastAsia="Calibri" w:hAnsi="Times New Roman" w:cs="Times New Roman"/>
          <w:sz w:val="24"/>
        </w:rPr>
        <w:t xml:space="preserve"> який  зареєстрований за адресою: </w:t>
      </w:r>
      <w:r>
        <w:rPr>
          <w:rFonts w:ascii="Times New Roman" w:eastAsia="Calibri" w:hAnsi="Times New Roman" w:cs="Times New Roman"/>
          <w:sz w:val="24"/>
        </w:rPr>
        <w:t>_____________</w:t>
      </w:r>
      <w:r w:rsidRPr="00E72982">
        <w:rPr>
          <w:rFonts w:ascii="Times New Roman" w:eastAsia="Calibri" w:hAnsi="Times New Roman" w:cs="Times New Roman"/>
          <w:sz w:val="24"/>
        </w:rPr>
        <w:t xml:space="preserve">, </w:t>
      </w:r>
      <w:r w:rsidRPr="00E72982">
        <w:rPr>
          <w:rFonts w:ascii="Times New Roman" w:eastAsia="Arial Unicode MS" w:hAnsi="Times New Roman" w:cs="Times New Roman"/>
          <w:sz w:val="24"/>
          <w:szCs w:val="24"/>
        </w:rPr>
        <w:t xml:space="preserve">ідентифікаційний номер </w:t>
      </w:r>
      <w:r>
        <w:rPr>
          <w:rFonts w:ascii="Times New Roman" w:eastAsia="Arial Unicode MS" w:hAnsi="Times New Roman" w:cs="Times New Roman"/>
          <w:sz w:val="24"/>
          <w:szCs w:val="24"/>
        </w:rPr>
        <w:t>___________</w:t>
      </w:r>
      <w:r w:rsidRPr="00E72982">
        <w:rPr>
          <w:rFonts w:ascii="Times New Roman" w:eastAsia="Calibri" w:hAnsi="Times New Roman" w:cs="Times New Roman"/>
          <w:kern w:val="2"/>
          <w:sz w:val="24"/>
          <w:szCs w:val="24"/>
        </w:rPr>
        <w:t xml:space="preserve"> цільове призначення земельної ділянки, площею 0,0622 га, кадастровий номер 6823984000:01:010:0040, яка розташована Хмельницька область Славутський (Шепетівський) район, с.Крупець, перебуває у власності  Лаврука  Руслана  Анатолійовича, згідно Витягу з Державного реєстру речових прав на нерухоме майно про реєстрацію права власності від 22.03.2019 р. </w:t>
      </w:r>
      <w:r w:rsidRPr="00E72982">
        <w:rPr>
          <w:rFonts w:ascii="Times New Roman" w:eastAsia="Calibri" w:hAnsi="Times New Roman" w:cs="Times New Roman"/>
          <w:kern w:val="2"/>
          <w:sz w:val="24"/>
          <w:szCs w:val="24"/>
        </w:rPr>
        <w:lastRenderedPageBreak/>
        <w:t>№30917792 та  віднести вказану земельну ділянку до земель 03.08 для будівницт</w:t>
      </w:r>
      <w:r w:rsidRPr="004417C5">
        <w:rPr>
          <w:rFonts w:ascii="Times New Roman" w:eastAsia="Calibri" w:hAnsi="Times New Roman" w:cs="Times New Roman"/>
          <w:kern w:val="2"/>
          <w:sz w:val="24"/>
          <w:szCs w:val="24"/>
        </w:rPr>
        <w:t>ва та обслуговування об’єктів туристичної інфраструктури та закладів громадського харчування</w:t>
      </w:r>
    </w:p>
    <w:p w:rsidR="00CF6CA8" w:rsidRPr="004417C5" w:rsidRDefault="00CF6CA8" w:rsidP="00CF6CA8">
      <w:pPr>
        <w:pStyle w:val="af5"/>
        <w:shd w:val="clear" w:color="auto" w:fill="FDFDFD"/>
        <w:spacing w:before="0" w:beforeAutospacing="0" w:after="0" w:afterAutospacing="0"/>
        <w:jc w:val="both"/>
        <w:rPr>
          <w:lang w:val="uk-UA"/>
        </w:rPr>
      </w:pPr>
      <w:r w:rsidRPr="004417C5">
        <w:rPr>
          <w:lang w:val="uk-UA"/>
        </w:rPr>
        <w:t xml:space="preserve">         3. Затвердити розмір відшкодування втрат сільськогосподарського виробництва земельної ділянки </w:t>
      </w:r>
      <w:r w:rsidRPr="004417C5">
        <w:rPr>
          <w:rFonts w:eastAsia="Calibri"/>
          <w:kern w:val="2"/>
          <w:lang w:val="uk-UA" w:eastAsia="uk-UA"/>
        </w:rPr>
        <w:t>Хмельницька область Славутський (Шепетівський) район, с.Крупець, кадастровий номер 6823984000:01:0</w:t>
      </w:r>
      <w:r>
        <w:rPr>
          <w:rFonts w:eastAsia="Calibri"/>
          <w:kern w:val="2"/>
          <w:lang w:val="uk-UA" w:eastAsia="uk-UA"/>
        </w:rPr>
        <w:t>10:0040</w:t>
      </w:r>
      <w:r w:rsidRPr="004417C5">
        <w:rPr>
          <w:lang w:val="uk-UA"/>
        </w:rPr>
        <w:t xml:space="preserve"> на загальну с</w:t>
      </w:r>
      <w:r>
        <w:rPr>
          <w:lang w:val="uk-UA"/>
        </w:rPr>
        <w:t>уму 700,02</w:t>
      </w:r>
      <w:r w:rsidRPr="004417C5">
        <w:rPr>
          <w:lang w:val="uk-UA"/>
        </w:rPr>
        <w:t xml:space="preserve"> грн. (</w:t>
      </w:r>
      <w:r>
        <w:rPr>
          <w:lang w:val="uk-UA"/>
        </w:rPr>
        <w:t>сімсот гривень</w:t>
      </w:r>
      <w:r w:rsidRPr="004417C5">
        <w:rPr>
          <w:lang w:val="uk-UA"/>
        </w:rPr>
        <w:t xml:space="preserve">, </w:t>
      </w:r>
      <w:r>
        <w:rPr>
          <w:lang w:val="uk-UA"/>
        </w:rPr>
        <w:t>0</w:t>
      </w:r>
      <w:r w:rsidRPr="004417C5">
        <w:rPr>
          <w:lang w:val="uk-UA"/>
        </w:rPr>
        <w:t xml:space="preserve">2 коп.) згідно розрахункової відомості визначення сум відшкодування втрат сільськогосподарського призначення </w:t>
      </w:r>
    </w:p>
    <w:p w:rsidR="00CF6CA8" w:rsidRPr="004417C5" w:rsidRDefault="00CF6CA8" w:rsidP="00CF6CA8">
      <w:pPr>
        <w:pStyle w:val="af5"/>
        <w:shd w:val="clear" w:color="auto" w:fill="FDFDFD"/>
        <w:spacing w:before="0" w:beforeAutospacing="0" w:after="0" w:afterAutospacing="0"/>
        <w:jc w:val="both"/>
        <w:rPr>
          <w:rFonts w:eastAsia="Calibri"/>
          <w:kern w:val="2"/>
          <w:lang w:val="uk-UA" w:eastAsia="uk-UA"/>
        </w:rPr>
      </w:pPr>
      <w:r w:rsidRPr="004417C5">
        <w:rPr>
          <w:lang w:val="uk-UA"/>
        </w:rPr>
        <w:t xml:space="preserve">  4. </w:t>
      </w:r>
      <w:r>
        <w:rPr>
          <w:lang w:val="uk-UA"/>
        </w:rPr>
        <w:t>Лавруку Р.А.</w:t>
      </w:r>
      <w:r w:rsidRPr="004417C5">
        <w:rPr>
          <w:lang w:val="uk-UA"/>
        </w:rPr>
        <w:t xml:space="preserve"> сплатити втрати сільськогосподарського виробництва за земельну ді</w:t>
      </w:r>
      <w:r w:rsidRPr="004417C5">
        <w:t>лянку</w:t>
      </w:r>
      <w:r w:rsidRPr="004417C5">
        <w:rPr>
          <w:lang w:val="uk-UA"/>
        </w:rPr>
        <w:t>.</w:t>
      </w:r>
    </w:p>
    <w:p w:rsidR="00CF6CA8" w:rsidRPr="004417C5" w:rsidRDefault="00CF6CA8" w:rsidP="00CF6CA8">
      <w:pPr>
        <w:spacing w:after="0" w:line="240" w:lineRule="auto"/>
        <w:jc w:val="both"/>
        <w:rPr>
          <w:rFonts w:ascii="Times New Roman" w:eastAsia="Times New Roman" w:hAnsi="Times New Roman" w:cs="Times New Roman"/>
          <w:sz w:val="24"/>
          <w:szCs w:val="24"/>
        </w:rPr>
      </w:pPr>
      <w:r w:rsidRPr="004417C5">
        <w:rPr>
          <w:rFonts w:ascii="Times New Roman" w:eastAsia="Times New Roman" w:hAnsi="Times New Roman" w:cs="Times New Roman"/>
          <w:sz w:val="24"/>
          <w:szCs w:val="24"/>
        </w:rPr>
        <w:t xml:space="preserve">          5</w:t>
      </w:r>
      <w:r>
        <w:rPr>
          <w:rFonts w:ascii="Times New Roman" w:eastAsia="Times New Roman" w:hAnsi="Times New Roman" w:cs="Times New Roman"/>
          <w:sz w:val="24"/>
          <w:szCs w:val="24"/>
        </w:rPr>
        <w:t>. Лавруку Р.А., якому</w:t>
      </w:r>
      <w:r w:rsidRPr="004417C5">
        <w:rPr>
          <w:rFonts w:ascii="Times New Roman" w:eastAsia="Times New Roman" w:hAnsi="Times New Roman" w:cs="Times New Roman"/>
          <w:sz w:val="24"/>
          <w:szCs w:val="24"/>
        </w:rPr>
        <w:t xml:space="preserve"> змінено </w:t>
      </w:r>
      <w:r w:rsidRPr="004417C5">
        <w:rPr>
          <w:rFonts w:ascii="Times New Roman" w:eastAsia="Calibri" w:hAnsi="Times New Roman" w:cs="Times New Roman"/>
          <w:kern w:val="2"/>
          <w:sz w:val="24"/>
          <w:szCs w:val="24"/>
        </w:rPr>
        <w:t>цільове призначення земельної ділянки п</w:t>
      </w:r>
      <w:r w:rsidRPr="004417C5">
        <w:rPr>
          <w:rFonts w:ascii="Times New Roman" w:eastAsia="Times New Roman" w:hAnsi="Times New Roman" w:cs="Times New Roman"/>
          <w:sz w:val="24"/>
          <w:szCs w:val="24"/>
        </w:rPr>
        <w:t>освідчити право власності  в установленому  законом порядку.</w:t>
      </w:r>
    </w:p>
    <w:p w:rsidR="00CF6CA8" w:rsidRDefault="00CF6CA8" w:rsidP="00CF6CA8">
      <w:pPr>
        <w:spacing w:after="0" w:line="240" w:lineRule="auto"/>
        <w:jc w:val="both"/>
        <w:rPr>
          <w:rFonts w:ascii="Times New Roman" w:eastAsia="Times New Roman" w:hAnsi="Times New Roman" w:cs="Times New Roman"/>
          <w:sz w:val="24"/>
          <w:szCs w:val="24"/>
        </w:rPr>
      </w:pPr>
      <w:r w:rsidRPr="004417C5">
        <w:rPr>
          <w:rFonts w:ascii="Times New Roman" w:eastAsia="Times New Roman" w:hAnsi="Times New Roman" w:cs="Times New Roman"/>
          <w:sz w:val="24"/>
          <w:szCs w:val="24"/>
        </w:rPr>
        <w:t xml:space="preserve">          6.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територій, будівництва, архітектури, охорони пам’яток історичного середовища та благоустрою (Денисюк Т.В.).</w:t>
      </w:r>
    </w:p>
    <w:p w:rsidR="00CF6CA8" w:rsidRDefault="00CF6CA8" w:rsidP="00CF6CA8">
      <w:pPr>
        <w:spacing w:after="0" w:line="240" w:lineRule="auto"/>
        <w:jc w:val="both"/>
        <w:rPr>
          <w:rFonts w:ascii="Times New Roman" w:eastAsia="Times New Roman" w:hAnsi="Times New Roman" w:cs="Times New Roman"/>
          <w:sz w:val="24"/>
          <w:szCs w:val="24"/>
        </w:rPr>
      </w:pPr>
    </w:p>
    <w:p w:rsidR="00CF6CA8" w:rsidRDefault="00CF6CA8" w:rsidP="00CF6CA8">
      <w:pPr>
        <w:spacing w:after="0" w:line="240" w:lineRule="auto"/>
        <w:jc w:val="both"/>
        <w:rPr>
          <w:rFonts w:ascii="Times New Roman" w:eastAsia="Times New Roman" w:hAnsi="Times New Roman" w:cs="Times New Roman"/>
          <w:sz w:val="24"/>
          <w:szCs w:val="24"/>
        </w:rPr>
      </w:pPr>
    </w:p>
    <w:p w:rsidR="00CF6CA8" w:rsidRDefault="00CF6CA8" w:rsidP="00CF6CA8">
      <w:pPr>
        <w:spacing w:after="0" w:line="240" w:lineRule="auto"/>
        <w:jc w:val="both"/>
        <w:rPr>
          <w:rFonts w:ascii="Times New Roman" w:eastAsia="Times New Roman" w:hAnsi="Times New Roman" w:cs="Times New Roman"/>
          <w:sz w:val="24"/>
          <w:szCs w:val="24"/>
        </w:rPr>
      </w:pPr>
    </w:p>
    <w:p w:rsidR="00CF6CA8" w:rsidRDefault="00CF6CA8" w:rsidP="00CF6CA8">
      <w:pPr>
        <w:spacing w:after="0" w:line="240" w:lineRule="auto"/>
        <w:jc w:val="both"/>
        <w:rPr>
          <w:rFonts w:ascii="Times New Roman" w:eastAsia="Times New Roman" w:hAnsi="Times New Roman" w:cs="Times New Roman"/>
          <w:sz w:val="24"/>
          <w:szCs w:val="24"/>
        </w:rPr>
      </w:pPr>
    </w:p>
    <w:p w:rsidR="00CF6CA8" w:rsidRDefault="00CF6CA8" w:rsidP="00CF6CA8">
      <w:pPr>
        <w:spacing w:after="0" w:line="240" w:lineRule="auto"/>
        <w:jc w:val="both"/>
        <w:rPr>
          <w:rFonts w:ascii="Times New Roman" w:eastAsia="Times New Roman" w:hAnsi="Times New Roman" w:cs="Times New Roman"/>
          <w:sz w:val="24"/>
          <w:szCs w:val="24"/>
        </w:rPr>
      </w:pPr>
    </w:p>
    <w:p w:rsidR="00CF6CA8" w:rsidRDefault="00CF6CA8" w:rsidP="00CF6CA8">
      <w:pPr>
        <w:spacing w:after="0" w:line="240" w:lineRule="auto"/>
        <w:jc w:val="both"/>
        <w:rPr>
          <w:rFonts w:ascii="Times New Roman" w:eastAsia="Times New Roman" w:hAnsi="Times New Roman" w:cs="Times New Roman"/>
          <w:sz w:val="24"/>
          <w:szCs w:val="24"/>
        </w:rPr>
      </w:pPr>
    </w:p>
    <w:p w:rsidR="00CF6CA8" w:rsidRDefault="00CF6CA8" w:rsidP="00CF6CA8">
      <w:pPr>
        <w:spacing w:after="0" w:line="240" w:lineRule="auto"/>
        <w:jc w:val="both"/>
        <w:rPr>
          <w:rFonts w:ascii="Times New Roman" w:eastAsia="Times New Roman" w:hAnsi="Times New Roman" w:cs="Times New Roman"/>
          <w:sz w:val="24"/>
          <w:szCs w:val="24"/>
        </w:rPr>
      </w:pPr>
    </w:p>
    <w:p w:rsidR="00CF6CA8" w:rsidRPr="004417C5" w:rsidRDefault="00CF6CA8" w:rsidP="00CF6CA8">
      <w:pPr>
        <w:spacing w:after="0" w:line="240" w:lineRule="auto"/>
        <w:jc w:val="both"/>
        <w:rPr>
          <w:rFonts w:ascii="Times New Roman" w:eastAsia="Times New Roman" w:hAnsi="Times New Roman" w:cs="Times New Roman"/>
          <w:sz w:val="24"/>
          <w:szCs w:val="24"/>
        </w:rPr>
      </w:pPr>
    </w:p>
    <w:p w:rsidR="00CF6CA8" w:rsidRDefault="00CF6CA8" w:rsidP="00CF6CA8">
      <w:pPr>
        <w:spacing w:after="0" w:line="240" w:lineRule="auto"/>
        <w:jc w:val="both"/>
        <w:rPr>
          <w:rFonts w:ascii="Times New Roman" w:eastAsia="Times New Roman" w:hAnsi="Times New Roman" w:cs="Times New Roman"/>
          <w:sz w:val="24"/>
          <w:szCs w:val="24"/>
        </w:rPr>
      </w:pPr>
    </w:p>
    <w:p w:rsidR="00CF6CA8" w:rsidRDefault="00CF6CA8" w:rsidP="00CF6CA8">
      <w:pPr>
        <w:spacing w:after="0" w:line="240" w:lineRule="auto"/>
        <w:jc w:val="both"/>
        <w:rPr>
          <w:rFonts w:ascii="Times New Roman" w:eastAsia="Times New Roman" w:hAnsi="Times New Roman" w:cs="Times New Roman"/>
          <w:sz w:val="24"/>
          <w:szCs w:val="24"/>
        </w:rPr>
      </w:pPr>
    </w:p>
    <w:p w:rsidR="00CF6CA8" w:rsidRPr="00DE6ED3" w:rsidRDefault="00CF6CA8" w:rsidP="00CF6CA8">
      <w:pPr>
        <w:tabs>
          <w:tab w:val="left" w:pos="4424"/>
        </w:tabs>
        <w:spacing w:after="0" w:line="240" w:lineRule="auto"/>
        <w:rPr>
          <w:rFonts w:ascii="Times New Roman" w:eastAsia="Arial Unicode MS" w:hAnsi="Times New Roman" w:cs="Times New Roman"/>
          <w:color w:val="FF0000"/>
          <w:sz w:val="24"/>
          <w:szCs w:val="24"/>
        </w:rPr>
      </w:pPr>
      <w:r w:rsidRPr="00DE6ED3">
        <w:rPr>
          <w:rFonts w:ascii="Times New Roman" w:eastAsia="Arial Unicode MS" w:hAnsi="Times New Roman" w:cs="Times New Roman"/>
          <w:sz w:val="24"/>
          <w:szCs w:val="24"/>
        </w:rPr>
        <w:t>Сільський   голова                                                                         Валерій   МИХАЛЮК</w:t>
      </w:r>
    </w:p>
    <w:p w:rsidR="0002493D" w:rsidRDefault="0002493D">
      <w:bookmarkStart w:id="0" w:name="_GoBack"/>
      <w:bookmarkEnd w:id="0"/>
    </w:p>
    <w:sectPr w:rsidR="0002493D">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6CA8"/>
    <w:rsid w:val="0002493D"/>
    <w:rsid w:val="00171A2E"/>
    <w:rsid w:val="00304C90"/>
    <w:rsid w:val="00505B6D"/>
    <w:rsid w:val="006D3977"/>
    <w:rsid w:val="007D6C18"/>
    <w:rsid w:val="00CF6CA8"/>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5"/>
    <w:uiPriority w:val="99"/>
    <w:locked/>
    <w:rsid w:val="00CF6CA8"/>
    <w:rPr>
      <w:rFonts w:ascii="Times New Roman" w:eastAsia="Times New Roman" w:hAnsi="Times New Roman" w:cs="Times New Roman"/>
      <w:sz w:val="24"/>
      <w:szCs w:val="24"/>
      <w:lang w:val="ru-RU" w:eastAsia="ru-RU"/>
    </w:r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4"/>
    <w:uiPriority w:val="99"/>
    <w:unhideWhenUsed/>
    <w:qFormat/>
    <w:rsid w:val="00CF6CA8"/>
    <w:pPr>
      <w:spacing w:before="100" w:beforeAutospacing="1" w:after="100" w:afterAutospacing="1" w:line="240" w:lineRule="auto"/>
    </w:pPr>
    <w:rPr>
      <w:rFonts w:ascii="Times New Roman" w:eastAsia="Times New Roman" w:hAnsi="Times New Roman" w:cs="Times New Roman"/>
      <w:sz w:val="24"/>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5"/>
    <w:uiPriority w:val="99"/>
    <w:locked/>
    <w:rsid w:val="00CF6CA8"/>
    <w:rPr>
      <w:rFonts w:ascii="Times New Roman" w:eastAsia="Times New Roman" w:hAnsi="Times New Roman" w:cs="Times New Roman"/>
      <w:sz w:val="24"/>
      <w:szCs w:val="24"/>
      <w:lang w:val="ru-RU" w:eastAsia="ru-RU"/>
    </w:r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4"/>
    <w:uiPriority w:val="99"/>
    <w:unhideWhenUsed/>
    <w:qFormat/>
    <w:rsid w:val="00CF6CA8"/>
    <w:pPr>
      <w:spacing w:before="100" w:beforeAutospacing="1" w:after="100" w:afterAutospacing="1" w:line="240" w:lineRule="auto"/>
    </w:pPr>
    <w:rPr>
      <w:rFonts w:ascii="Times New Roman" w:eastAsia="Times New Roman" w:hAnsi="Times New Roman" w:cs="Times New Roman"/>
      <w:sz w:val="24"/>
      <w:szCs w:val="24"/>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Tmp\&#1089;&#1077;&#1089;\Default.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Default</Template>
  <TotalTime>0</TotalTime>
  <Pages>2</Pages>
  <Words>438</Words>
  <Characters>2502</Characters>
  <Application>Microsoft Office Word</Application>
  <DocSecurity>0</DocSecurity>
  <Lines>20</Lines>
  <Paragraphs>5</Paragraphs>
  <ScaleCrop>false</ScaleCrop>
  <Company>Microsoft</Company>
  <LinksUpToDate>false</LinksUpToDate>
  <CharactersWithSpaces>2935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1</cp:revision>
  <dcterms:created xsi:type="dcterms:W3CDTF">2021-03-22T07:31:00Z</dcterms:created>
  <dcterms:modified xsi:type="dcterms:W3CDTF">2021-03-22T07:31:00Z</dcterms:modified>
</cp:coreProperties>
</file>