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9E5" w:rsidRPr="003B50D1" w:rsidRDefault="00B909E5" w:rsidP="00B90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909E5" w:rsidRPr="003B50D1" w:rsidRDefault="00B909E5" w:rsidP="00B90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909E5" w:rsidRPr="003B50D1" w:rsidRDefault="00B909E5" w:rsidP="00B90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C3A823" wp14:editId="01161A3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135" name="Группа 23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1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9E5" w:rsidRDefault="00B909E5" w:rsidP="00B909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3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h6KH3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8h48UA&#10;AADeAAAADwAAAGRycy9kb3ducmV2LnhtbESPT4vCMBTE78J+h/AEb5ragkrXVGRxFw+CWNf7o3n9&#10;g81LaaLWb79ZEDwOM/MbZr0ZTCvu1LvGsoL5LAJBXFjdcKXg9/w9XYFwHllja5kUPMnBJvsYrTHV&#10;9sEnuue+EgHCLkUFtfddKqUrajLoZrYjDl5pe4M+yL6SusdHgJtWxlG0kAYbDgs1dvRVU3HNb0aB&#10;TX72h0sVn5IdLz1vj6vyMhyUmoyH7ScIT4N/h1/tvVYQJ/NkAf93whW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7yHj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228kA&#10;AADeAAAADwAAAGRycy9kb3ducmV2LnhtbESPQWsCMRSE74X+h/AKXqRmVdB2axQRtloPhbWFXh+b&#10;1822m5clSXX11zdCocdhZr5hFqvetuJIPjSOFYxHGQjiyumGawXvb8X9A4gQkTW2jknBmQKslrc3&#10;C8y1O3FJx0OsRYJwyFGBibHLpQyVIYth5Dri5H06bzEm6WupPZ4S3LZykmUzabHhtGCwo42h6vvw&#10;YxV8Fa/mYzO/PPvhY0mXYbHfti8zpQZ3/foJRKQ+/of/2jutYDIdT+dwvZOugFz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mc22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GqMIA&#10;AADeAAAADwAAAGRycy9kb3ducmV2LnhtbERPzWrCQBC+F/oOywi9lLrRQClpVpGipXgRYx9gyE6y&#10;wexsyK4mffvOodDjx/dfbmffqzuNsQtsYLXMQBHXwXbcGvi+HF7eQMWEbLEPTAZ+KMJ28/hQYmHD&#10;xGe6V6lVEsKxQAMupaHQOtaOPMZlGIiFa8LoMQkcW21HnCTc93qdZa/aY8fS4HCgD0f1tbp5KTnl&#10;eDo20+XwOeOE+6Pj593ZmKfFvHsHlWhO/+I/95c1sM5XueyVO3IF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wao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2CccA&#10;AADeAAAADwAAAGRycy9kb3ducmV2LnhtbESPQUsDMRSE70L/Q3gFbzbbrVZdmxapCiJ4sAqlt8fm&#10;dXdx8xKSZ3f990YQPA4z8w2z2oyuVyeKqfNsYD4rQBHX3nbcGPh4f7q4AZUE2WLvmQx8U4LNenK2&#10;wsr6gd/otJNGZQinCg20IqHSOtUtOUwzH4izd/TRoWQZG20jDhnuel0WxVI77DgvtBho21L9ufty&#10;Bl6Hx/Byvbw6hkO8LHV6sLLfijHn0/H+DpTQKP/hv/azNVAu5otb+L2Tr4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jtg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508QA&#10;AADeAAAADwAAAGRycy9kb3ducmV2LnhtbESP22rCQBCG74W+wzIFb6RuPCAldRUpVcQbUfsAQ3bM&#10;hmZnQ3Zr4ts7F4KXP/+Jb7nufa1u1MYqsIHJOANFXARbcWng97L9+AQVE7LFOjAZuFOE9eptsMTc&#10;ho5PdDunUskIxxwNuJSaXOtYOPIYx6EhFu8aWo9JZFtq22In477W0yxbaI8Vy4PDhr4dFX/nfy8n&#10;xxkeD9fust312OHPwfFoczJm+N5vvkAl6tMr/GzvrYHpbDIXAMERFN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bed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PJcscA&#10;AADeAAAADwAAAGRycy9kb3ducmV2LnhtbESPQUvDQBSE74L/YXmCN7tJrLXEbotUBRF6sArF2yP7&#10;mgSzb5fdZxP/vSsIHoeZ+YZZbSY3qBPF1Hs2UM4KUMSNtz23Bt7fnq6WoJIgWxw8k4FvSrBZn5+t&#10;sLZ+5Fc67aVVGcKpRgOdSKi1Tk1HDtPMB+LsHX10KFnGVtuIY4a7QVdFsdAOe84LHQbadtR87r+c&#10;gd34GF5uFzfH8BHnlU4PVg5bMebyYrq/AyU0yX/4r/1sDVTX5byE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TyXL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RK7MgA&#10;AADeAAAADwAAAGRycy9kb3ducmV2LnhtbESPzWrDMBCE74W+g9hALyWR47QhOFFCUxAtNFDyA7ku&#10;1sY2sVZGUmP37atCocdhZr5hVpvBtuJGPjSOFUwnGQji0pmGKwWnox4vQISIbLB1TAq+KcBmfX+3&#10;wsK4nvd0O8RKJAiHAhXUMXaFlKGsyWKYuI44eRfnLcYkfSWNxz7BbSvzLJtLiw2nhRo7eq2pvB6+&#10;rILtZ1/N/GO5HdzH5e38rLXRO63Uw2h4WYKINMT/8F/73SjIZ9OnHH7vpCsg1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hErs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iliMUA&#10;AADeAAAADwAAAGRycy9kb3ducmV2LnhtbESPUWvCMBSF34X9h3AF3zS1uiGdUWRSGMOX6X7Apblr&#10;qs1NSWLt/v0iCD4ezjnf4ay3g21FTz40jhXMZxkI4srphmsFP6dyugIRIrLG1jEp+KMA283LaI2F&#10;djf+pv4Ya5EgHApUYGLsCilDZchimLmOOHm/zluMSfpaao+3BLetzLPsTVpsOC0Y7OjDUHU5Xq2C&#10;8is/9Jer9qXbDUtLr+a82hulJuNh9w4i0hCf4Uf7UyvIF/PlAu530hW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+KW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F3A8cA&#10;AADeAAAADwAAAGRycy9kb3ducmV2LnhtbESP3WoCMRSE7wt9h3AK3pSa9a+UrVFUCAoVRFvo7WFz&#10;3F26OVmS6K5vbwqFXg4z8w0zX/a2EVfyoXasYDTMQBAXztRcKvj61C9vIEJENtg4JgU3CrBcPD7M&#10;MTeu4yNdT7EUCcIhRwVVjG0uZSgqshiGriVO3tl5izFJX0rjsUtw28hxlr1KizWnhQpb2lRU/Jwu&#10;VsH60JUT/1yse/dx3n7PtDZ6r5UaPPWrdxCR+vgf/mvvjILxZDSdwu+ddAX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hdwP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2YZ8UA&#10;AADeAAAADwAAAGRycy9kb3ducmV2LnhtbESPUWvCMBSF3wf7D+EKe5upVYd0RpFJQcSX6X7Apblr&#10;qs1NSWLt/r0RhD0ezjnf4SzXg21FTz40jhVMxhkI4srphmsFP6fyfQEiRGSNrWNS8EcB1qvXlyUW&#10;2t34m/pjrEWCcChQgYmxK6QMlSGLYew64uT9Om8xJulrqT3eEty2Ms+yD2mx4bRgsKMvQ9XleLUK&#10;yn1+6C9X7Uu3GWaW5ua82Bql3kbD5hNEpCH+h5/tnVaQTyezOTzupCs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XZh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Y+MQA&#10;AADeAAAADwAAAGRycy9kb3ducmV2LnhtbESP3YrCMBSE7wXfIRxh7zStP0W6piILLnq51Qc4NGfb&#10;0uakNllb394Iwl4OM/MNs9uPphV36l1tWUG8iEAQF1bXXCq4Xo7zLQjnkTW2lknBgxzss+lkh6m2&#10;A//QPfelCBB2KSqovO9SKV1RkUG3sB1x8H5tb9AH2ZdS9zgEuGnlMooSabDmsFBhR18VFU3+ZxSs&#10;H8P3Ld800VEbis+r7sy+2Cj1MRsPnyA8jf4//G6ftILlKl4n8LoTroD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BmP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8rzMcA&#10;AADeAAAADwAAAGRycy9kb3ducmV2LnhtbESPQWvCQBSE7wX/w/KE3urGtKhNXUNQLKUnjWnPj+wz&#10;CWbfhuwa47/vFgo9DjPzDbNOR9OKgXrXWFYwn0UgiEurG64UFKf90wqE88gaW8uk4E4O0s3kYY2J&#10;tjc+0pD7SgQIuwQV1N53iZSurMmgm9mOOHhn2xv0QfaV1D3eAty0Mo6ihTTYcFiosaNtTeUlvxoF&#10;18V3XPD5Ux/y3f39dbfPnPyqlHqcjtkbCE+j/w//tT+0gvh5/rKE3zvhCs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PK8zHAAAA3gAAAA8AAAAAAAAAAAAAAAAAmAIAAGRy&#10;cy9kb3ducmV2LnhtbFBLBQYAAAAABAAEAPUAAACM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Po8UA&#10;AADeAAAADwAAAGRycy9kb3ducmV2LnhtbERPyW7CMBC9I/EP1iD1Bg6LIggYRCshtRxALD30NsRD&#10;EojHIXYh/H19QOrx6e2zRWNKcafaFZYV9HsRCOLU6oIzBcfDqjsG4TyyxtIyKXiSg8W83Zphou2D&#10;d3Tf+0yEEHYJKsi9rxIpXZqTQdezFXHgzrY26AOsM6lrfIRwU8pBFMXSYMGhIceKPnJKr/tfo+B7&#10;O44n2/ev0WW9OeHQ6NuPLmKl3jrNcgrCU+P/xS/3p1YwGPZHYW+4E6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w+j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o9rMcA&#10;AADeAAAADwAAAGRycy9kb3ducmV2LnhtbESPQWvCQBSE7wX/w/IKvdWNUcRGV7EtTYunaAWvj+wz&#10;Cc2+DdmtSfrrXaHgcZiZb5jVpje1uFDrKssKJuMIBHFudcWFguP3x/MChPPIGmvLpGAgB5v16GGF&#10;ibYd7+ly8IUIEHYJKii9bxIpXV6SQTe2DXHwzrY16INsC6lb7ALc1DKOork0WHFYKLGht5Lyn8Ov&#10;UfA3P2HmPuPX96n2NMwWqd1lqVJPj/12CcJT7+/h//aXVhBPJ7MXuN0JV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KPaz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BrQsUA&#10;AADeAAAADwAAAGRycy9kb3ducmV2LnhtbESP32rCMBTG7wd7h3AG3s20ncpWm8oYCrtTuz3AoTmm&#10;pc1JbTLt9vTLheDlx/ePX7GZbC8uNPrWsYJ0noAgrp1u2Sj4/to9v4LwAVlj75gU/JKHTfn4UGCu&#10;3ZWPdKmCEXGEfY4KmhCGXEpfN2TRz91AHL2TGy2GKEcj9YjXOG57mSXJSlpsOT40ONBHQ3VX/VgF&#10;Z5ct9VRtcd9t3w6tMYvz33Gh1Oxpel+DCDSFe/jW/tQKspd0GQEiTkQBW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GtC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CoMscA&#10;AADeAAAADwAAAGRycy9kb3ducmV2LnhtbESPS2/CMBCE75X6H6xF6q04AUHTNAYBUiWuPA49bu3N&#10;o8TrNDaQ9tdjpEo9jmbmG02xHGwrLtT7xrGCdJyAINbONFwpOB7enzMQPiAbbB2Tgh/ysFw8PhSY&#10;G3flHV32oRIRwj5HBXUIXS6l1zVZ9GPXEUevdL3FEGVfSdPjNcJtKydJMpcWG44LNXa0qUmf9mer&#10;YNt80myuy1ebrfXu4/c7TF++jFJPo2H1BiLQEP7Df+2tUTCZprMU7nfi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gqDL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PksMA&#10;AADeAAAADwAAAGRycy9kb3ducmV2LnhtbERPXWvCMBR9F/Yfwh3szaZ2TLZqlCkIDqcwN/T10lyb&#10;suamNLHWf28Gwh7PN2c6720tOmp95VjBKElBEBdOV1wq+PleDV9B+ICssXZMCq7kYT57GEwx1+7C&#10;X9TtQyliCfscFZgQmlxKXxiy6BPXEEft5FqLIcK2lLrFSyy3tczSdCwtVhwXDDa0NFT87s9WQYe7&#10;a3o0i+3bR/VZZLvFYaMjr54e+/cJiEB9+Dff02utIHsevWTwdyde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PPk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K1k8UA&#10;AADe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ZAuVreruD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rW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98MgA&#10;AADeAAAADwAAAGRycy9kb3ducmV2LnhtbESP3WoCMRSE7wXfIRyhdzXrtrayNYo/FURaira9P90c&#10;d1eTk2UTdfv2jVDwcpiZb5jxtLVGnKnxlWMFg34Cgjh3uuJCwdfn6n4EwgdkjcYxKfglD9NJtzPG&#10;TLsLb+m8C4WIEPYZKihDqDMpfV6SRd93NXH09q6xGKJsCqkbvES4NTJNkidpseK4UGJNi5Ly4+5k&#10;Faw+luaQvm9n3zIsXp9/zGgzX74pdddrZy8gArXhFv5vr7WC9GEwfITrnXgF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wz3w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lF/8gA&#10;AADeAAAADwAAAGRycy9kb3ducmV2LnhtbESPQWvCQBSE7wX/w/KEXopuNEQkuooUSlJooVXB6zP7&#10;TILZtyG7TdJ/3y0Uehxm5htmux9NI3rqXG1ZwWIegSAurK65VHA+vczWIJxH1thYJgXf5GC/mzxs&#10;MdV24E/qj74UAcIuRQWV920qpSsqMujmtiUO3s12Bn2QXSl1h0OAm0Yuo2glDdYcFips6bmi4n78&#10;Mgr6j7drmfeufb2vn1wSX7PsXV+UepyOhw0IT6P/D/+1c61gGS+SBH7vhCsgd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eUX/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09E5" w:rsidRDefault="00B909E5" w:rsidP="00B909E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llckA&#10;AADeAAAADwAAAGRycy9kb3ducmV2LnhtbESPzWsCMRTE7wX/h/CE3mrW9QPdGqUKhV6E+nHQ23Pz&#10;uru4edkmqa7+9Y1Q6HGYmd8ws0VranEh5yvLCvq9BARxbnXFhYL97v1lAsIHZI21ZVJwIw+Leedp&#10;hpm2V97QZRsKESHsM1RQhtBkUvq8JIO+Zxvi6H1ZZzBE6QqpHV4j3NQyTZKxNFhxXCixoVVJ+Xn7&#10;YxQsp5Pl9+eQ1/fN6UjHw+k8Sl2i1HO3fXsFEagN/+G/9odWkA76ozE87sQr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ellckAAADeAAAADwAAAAAAAAAAAAAAAACYAgAA&#10;ZHJzL2Rvd25yZXYueG1sUEsFBgAAAAAEAAQA9QAAAI4DAAAAAA==&#10;" fillcolor="black" stroked="f">
                  <v:textbox>
                    <w:txbxContent>
                      <w:p w:rsidR="00B909E5" w:rsidRDefault="00B909E5" w:rsidP="00B909E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gODskA&#10;AADeAAAADwAAAGRycy9kb3ducmV2LnhtbESPzWvCQBTE7wX/h+UJ3urGFK1EV6n9AKH24MfB42v2&#10;NVmSfRuyq0b/erdQ6HGYmd8w82Vna3Gm1hvHCkbDBARx7rThQsFh//E4BeEDssbaMSm4koflovcw&#10;x0y7C2/pvAuFiBD2GSooQ2gyKX1ekkU/dA1x9H5cazFE2RZSt3iJcFvLNEkm0qLhuFBiQ68l5dXu&#10;ZBUcPydmujWUfm9uq3e9GVerr7dKqUG/e5mBCNSF//Bfe60VpE+j8TP83olXQC7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0gOD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3TsMA&#10;AADeAAAADwAAAGRycy9kb3ducmV2LnhtbERPTWsCMRC9F/wPYYTealZLi6xGEYvoxYO24nXYjJt1&#10;N5NtEnX11zcHocfH+57OO9uIK/lQOVYwHGQgiAunKy4V/Hyv3sYgQkTW2DgmBXcKMJ/1XqaYa3fj&#10;HV33sRQphEOOCkyMbS5lKAxZDAPXEifu5LzFmKAvpfZ4S+G2kaMs+5QWK04NBltaGirq/cUq8Ivj&#10;V/3gy6HOHtt7WJ+73zEapV773WICIlIX/8VP90YrGL0PP9LedCddAT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X3T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knscA&#10;AADeAAAADwAAAGRycy9kb3ducmV2LnhtbESPUWvCQBCE3wv9D8cWfCl6MaWtRk8pgiBUClp/wJpb&#10;k+DdXshtNfbX9wqFPg4z8w0zX/beqQt1sQlsYDzKQBGXwTZcGTh8rocTUFGQLbrAZOBGEZaL+7s5&#10;FjZceUeXvVQqQTgWaKAWaQutY1mTxzgKLXHyTqHzKEl2lbYdXhPcO51n2Yv22HBaqLGlVU3lef/l&#10;Dbj86Kbvr3Ert4PeZt9edo8f1pjBQ/82AyXUy3/4r72xBvKn8fMUfu+kK6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45J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G5MUA&#10;AADeAAAADwAAAGRycy9kb3ducmV2LnhtbESPT2vCMBjG7wO/Q3gHu83UDkQ6ozhF6MWDVfH62rxr&#10;ismb0mTa+enNYbDjw/OP33w5OCtu1IfWs4LJOANBXHvdcqPgeNi+z0CEiKzReiYFvxRguRi9zLHQ&#10;/s57ulWxEWmEQ4EKTIxdIWWoDTkMY98RJ+/b9w5jkn0jdY/3NO6szLNsKh22nB4MdrQ2VF+rH6dg&#10;U3U2P5bmK5xPu8vFlo8tnTdKvb0Oq08QkYb4H/5rl1pB/jGZJoCEk1B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Psbk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fRScYA&#10;AADeAAAADwAAAGRycy9kb3ducmV2LnhtbESPwWrDMBBE74X8g9hAb43kFNzgRDahNBDoqWlyyG2R&#10;NrYTa2UsNXb/vioUehxm5g2zqSbXiTsNofWsIVsoEMTG25ZrDcfP3dMKRIjIFjvPpOGbAlTl7GGD&#10;hfUjf9D9EGuRIBwK1NDE2BdSBtOQw7DwPXHyLn5wGJMcamkHHBPcdXKpVC4dtpwWGuzptSFzO3w5&#10;DdedfPdGoTkdT+PevpzfcuqU1o/zabsGEWmK/+G/9t5qWD5neQa/d9IVk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fRS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28WcYA&#10;AADe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SMejSQrvO/EK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28W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09E5" w:rsidRDefault="00B909E5" w:rsidP="00B909E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zMsMgA&#10;AADeAAAADwAAAGRycy9kb3ducmV2LnhtbESPT2sCMRTE74LfITyhN826tqJbo9RCoReh/jno7bl5&#10;3V3cvGyTVFc/vREKPQ4z8xtmtmhNLc7kfGVZwXCQgCDOra64ULDbfvQnIHxA1lhbJgVX8rCYdzsz&#10;zLS98JrOm1CICGGfoYIyhCaT0uclGfQD2xBH79s6gyFKV0jt8BLhppZpkoylwYrjQokNvZeUnza/&#10;RsFyOln+fD3z6rY+HuiwP55eUpco9dRr315BBGrDf/iv/akVpKPheASPO/EKyP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3MywyAAAAN4AAAAPAAAAAAAAAAAAAAAAAJgCAABk&#10;cnMvZG93bnJldi54bWxQSwUGAAAAAAQABAD1AAAAjQMAAAAA&#10;" fillcolor="black" stroked="f">
                  <v:textbox>
                    <w:txbxContent>
                      <w:p w:rsidR="00B909E5" w:rsidRDefault="00B909E5" w:rsidP="00B909E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NfbsYA&#10;AADeAAAADwAAAGRycy9kb3ducmV2LnhtbESPQWsCMRSE74L/ITyhN82qRcrWKItQWnpabUuvz83r&#10;ZunmZUnSuP57Uyj0OMzMN8x2P9peJPKhc6xguShAEDdOd9wqeH97mj+ACBFZY++YFFwpwH43nWyx&#10;1O7CR0qn2IoM4VCiAhPjUEoZGkMWw8INxNn7ct5izNK3Unu8ZLjt5aooNtJix3nB4EAHQ8336ccq&#10;SOdDXa3TZzLHV1+13tXPH+daqbvZWD2CiDTG//Bf+0UrWK2Xm3v4vZOvgN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Nfb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09E5" w:rsidRDefault="00B909E5" w:rsidP="00B909E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O+/MgA&#10;AADeAAAADwAAAGRycy9kb3ducmV2LnhtbESPQUvDQBSE70L/w/IK3tpNKg0auy2lqLReqlHQ4yP7&#10;zIZm34bsmqb99V2h4HGYmW+YxWqwjeip87VjBek0AUFcOl1zpeDz43lyD8IHZI2NY1JwIg+r5ehm&#10;gbl2R36nvgiViBD2OSowIbS5lL40ZNFPXUscvR/XWQxRdpXUHR4j3DZyliSZtFhzXDDY0sZQeSh+&#10;rQKfbp6+Xu35of9+MbwvdiZ7q4xSt+Nh/Qgi0BD+w9f2ViuY3aXZHP7uxCs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Y778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09E5" w:rsidRDefault="00B909E5" w:rsidP="00B909E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09E5" w:rsidRPr="003B50D1" w:rsidRDefault="00B909E5" w:rsidP="00B90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909E5" w:rsidRPr="003B50D1" w:rsidRDefault="00B909E5" w:rsidP="00B909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909E5" w:rsidRPr="003B50D1" w:rsidRDefault="00B909E5" w:rsidP="00B909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909E5" w:rsidRPr="003B50D1" w:rsidRDefault="00B909E5" w:rsidP="00B909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B909E5" w:rsidRPr="003B50D1" w:rsidRDefault="00B909E5" w:rsidP="00B909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909E5" w:rsidRPr="003B50D1" w:rsidRDefault="00B909E5" w:rsidP="00B909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B909E5" w:rsidRPr="003B50D1" w:rsidRDefault="00B909E5" w:rsidP="00B909E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909E5" w:rsidRPr="003B50D1" w:rsidRDefault="00B909E5" w:rsidP="00B909E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909E5" w:rsidRPr="003B50D1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B909E5" w:rsidRPr="0061236C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М.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909E5" w:rsidRPr="003B50D1" w:rsidRDefault="00B909E5" w:rsidP="00B909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B641C">
        <w:rPr>
          <w:rFonts w:ascii="Times New Roman" w:eastAsia="Calibri" w:hAnsi="Times New Roman" w:cs="Times New Roman"/>
          <w:sz w:val="24"/>
          <w:lang w:val="ru-RU"/>
        </w:rPr>
        <w:t>_____________________________________________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2B641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0,1766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6823984700:01:010:0026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Лисиче.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909E5" w:rsidRPr="003B50D1" w:rsidRDefault="00B909E5" w:rsidP="00B909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909E5" w:rsidRPr="003B50D1" w:rsidRDefault="00B909E5" w:rsidP="00B909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909E5" w:rsidRDefault="00B909E5" w:rsidP="00B909E5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B909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E5"/>
    <w:rsid w:val="002B641C"/>
    <w:rsid w:val="00634B3C"/>
    <w:rsid w:val="00B9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E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E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2022-02-11T13:55:00Z</dcterms:created>
  <dcterms:modified xsi:type="dcterms:W3CDTF">2022-02-14T08:01:00Z</dcterms:modified>
</cp:coreProperties>
</file>