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3478" w:rsidRPr="00154EFF" w:rsidRDefault="00493478" w:rsidP="00493478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478" w:rsidRDefault="00493478" w:rsidP="004934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3478" w:rsidRDefault="00493478" w:rsidP="004934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478" w:rsidRDefault="00493478" w:rsidP="004934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3478" w:rsidRDefault="00493478" w:rsidP="004934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478" w:rsidRDefault="00493478" w:rsidP="004934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3478" w:rsidRDefault="00493478" w:rsidP="004934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478" w:rsidRDefault="00493478" w:rsidP="004934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3478" w:rsidRDefault="00493478" w:rsidP="004934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478" w:rsidRDefault="00493478" w:rsidP="004934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3478" w:rsidRDefault="00493478" w:rsidP="004934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478" w:rsidRDefault="00493478" w:rsidP="004934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3478" w:rsidRDefault="00493478" w:rsidP="004934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478" w:rsidRDefault="00493478" w:rsidP="004934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3478" w:rsidRDefault="00493478" w:rsidP="004934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478" w:rsidRDefault="00493478" w:rsidP="004934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3478" w:rsidRDefault="00493478" w:rsidP="004934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478" w:rsidRDefault="00493478" w:rsidP="004934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3478" w:rsidRDefault="00493478" w:rsidP="004934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478" w:rsidRDefault="00493478" w:rsidP="004934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3478" w:rsidRDefault="00493478" w:rsidP="004934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478" w:rsidRDefault="00493478" w:rsidP="004934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478" w:rsidRDefault="00493478" w:rsidP="004934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478" w:rsidRDefault="00493478" w:rsidP="004934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478" w:rsidRDefault="00493478" w:rsidP="004934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478" w:rsidRDefault="00493478" w:rsidP="004934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478" w:rsidRDefault="00493478" w:rsidP="004934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478" w:rsidRDefault="00493478" w:rsidP="004934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478" w:rsidRDefault="00493478" w:rsidP="004934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478" w:rsidRDefault="00493478" w:rsidP="004934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3478" w:rsidRDefault="00493478" w:rsidP="004934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93478" w:rsidRDefault="00493478" w:rsidP="004934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93478" w:rsidRDefault="00493478" w:rsidP="004934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93478" w:rsidRDefault="00493478" w:rsidP="004934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93478" w:rsidRDefault="00493478" w:rsidP="004934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93478" w:rsidRDefault="00493478" w:rsidP="004934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93478" w:rsidRDefault="00493478" w:rsidP="004934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93478" w:rsidRDefault="00493478" w:rsidP="004934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93478" w:rsidRDefault="00493478" w:rsidP="004934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93478" w:rsidRDefault="00493478" w:rsidP="004934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93478" w:rsidRDefault="00493478" w:rsidP="004934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93478" w:rsidRDefault="00493478" w:rsidP="004934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93478" w:rsidRDefault="00493478" w:rsidP="004934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93478" w:rsidRDefault="00493478" w:rsidP="004934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93478" w:rsidRDefault="00493478" w:rsidP="004934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93478" w:rsidRDefault="00493478" w:rsidP="004934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93478" w:rsidRDefault="00493478" w:rsidP="004934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93478" w:rsidRDefault="00493478" w:rsidP="004934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93478" w:rsidRDefault="00493478" w:rsidP="004934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93478" w:rsidRDefault="00493478" w:rsidP="004934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93478" w:rsidRDefault="00493478" w:rsidP="004934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93478" w:rsidRDefault="00493478" w:rsidP="004934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93478" w:rsidRDefault="00493478" w:rsidP="004934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93478" w:rsidRDefault="00493478" w:rsidP="004934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93478" w:rsidRDefault="00493478" w:rsidP="004934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93478" w:rsidRDefault="00493478" w:rsidP="004934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93478" w:rsidRDefault="00493478" w:rsidP="004934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93478" w:rsidRDefault="00493478" w:rsidP="004934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93478" w:rsidRDefault="00493478" w:rsidP="004934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93478" w:rsidRDefault="00493478" w:rsidP="004934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93478" w:rsidRDefault="00493478" w:rsidP="004934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93478" w:rsidRDefault="00493478" w:rsidP="004934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3478" w:rsidRDefault="00493478" w:rsidP="004934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3478" w:rsidRDefault="00493478" w:rsidP="004934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3478" w:rsidRDefault="00493478" w:rsidP="004934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3478" w:rsidRDefault="00493478" w:rsidP="004934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93478" w:rsidRDefault="00493478" w:rsidP="0049347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93478" w:rsidRDefault="00493478" w:rsidP="004934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493478" w:rsidRDefault="00493478" w:rsidP="004934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93478" w:rsidRDefault="00493478" w:rsidP="004934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3478" w:rsidRDefault="00493478" w:rsidP="004934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93478" w:rsidRDefault="00493478" w:rsidP="004934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3478" w:rsidRDefault="00493478" w:rsidP="004934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93478" w:rsidRDefault="00493478" w:rsidP="0049347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93478" w:rsidRDefault="00493478" w:rsidP="00493478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№53</w:t>
      </w:r>
    </w:p>
    <w:p w:rsidR="00493478" w:rsidRPr="00245C84" w:rsidRDefault="00493478" w:rsidP="0049347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93478" w:rsidRPr="00245C84" w:rsidRDefault="00493478" w:rsidP="00493478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дозволу</w:t>
      </w:r>
      <w:proofErr w:type="spellEnd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розробку</w:t>
      </w:r>
      <w:proofErr w:type="spellEnd"/>
    </w:p>
    <w:p w:rsidR="00493478" w:rsidRPr="00245C84" w:rsidRDefault="00493478" w:rsidP="004934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п</w:t>
      </w:r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щодо</w:t>
      </w:r>
      <w:proofErr w:type="spellEnd"/>
    </w:p>
    <w:p w:rsidR="00493478" w:rsidRPr="00245C84" w:rsidRDefault="00493478" w:rsidP="004934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ділянки</w:t>
      </w:r>
      <w:proofErr w:type="spellEnd"/>
    </w:p>
    <w:p w:rsidR="00493478" w:rsidRPr="00245C84" w:rsidRDefault="00493478" w:rsidP="0049347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245C8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Ніколайчук</w:t>
      </w:r>
      <w:proofErr w:type="spellEnd"/>
      <w:r w:rsidRPr="00245C8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О.А.</w:t>
      </w:r>
    </w:p>
    <w:p w:rsidR="00493478" w:rsidRPr="00245C84" w:rsidRDefault="00493478" w:rsidP="004934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493478" w:rsidRPr="00245C84" w:rsidRDefault="00493478" w:rsidP="004934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пункту</w:t>
      </w:r>
      <w:proofErr w:type="gram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34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частини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1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статті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26, 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статті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42 Закону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«Про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самоврядування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Україні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», статей 12,  118, 121 та 123 Земельного кодексу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Закону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«Про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землеустрій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»,  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Ніколайчук</w:t>
      </w:r>
      <w:proofErr w:type="spellEnd"/>
      <w:r w:rsidRPr="00245C84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 xml:space="preserve"> О.А.</w:t>
      </w:r>
      <w:r w:rsidRPr="00245C84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сільська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рада </w:t>
      </w:r>
    </w:p>
    <w:p w:rsidR="00493478" w:rsidRPr="00D97191" w:rsidRDefault="00493478" w:rsidP="004934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ВИРІШИЛА:</w:t>
      </w:r>
    </w:p>
    <w:p w:rsidR="00493478" w:rsidRPr="00245C84" w:rsidRDefault="00493478" w:rsidP="004934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      1. Надати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Ніколайчук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Оксані Анатоліївні, яка зареєстрована за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11C8A">
        <w:rPr>
          <w:rFonts w:ascii="Times New Roman" w:eastAsia="Calibri" w:hAnsi="Times New Roman" w:cs="Times New Roman"/>
          <w:sz w:val="24"/>
          <w:szCs w:val="24"/>
        </w:rPr>
        <w:t>_____________</w:t>
      </w:r>
      <w:bookmarkStart w:id="0" w:name="_GoBack"/>
      <w:bookmarkEnd w:id="0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,  дозвіл на розробку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із землеустрою щодо відведення земельної ділянки для передачі її у власність, орієнтовною площею 0,2200 га, для  ведення особистого селянського господарства,  яка розташована в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93478" w:rsidRPr="00245C84" w:rsidRDefault="00493478" w:rsidP="004934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245C84">
        <w:rPr>
          <w:rFonts w:ascii="Times New Roman" w:eastAsia="Arial Unicode MS" w:hAnsi="Times New Roman" w:cs="Times New Roman"/>
          <w:color w:val="000000"/>
          <w:sz w:val="24"/>
          <w:szCs w:val="24"/>
        </w:rPr>
        <w:t>Ніколайчук</w:t>
      </w:r>
      <w:proofErr w:type="spellEnd"/>
      <w:r w:rsidRPr="00245C8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О.А.,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розробити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493478" w:rsidRPr="00245C84" w:rsidRDefault="00493478" w:rsidP="0049347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C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493478" w:rsidRDefault="00493478" w:rsidP="0049347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45C8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93478" w:rsidRDefault="00493478" w:rsidP="00493478">
      <w:pPr>
        <w:tabs>
          <w:tab w:val="left" w:pos="4424"/>
        </w:tabs>
        <w:spacing w:after="0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93478" w:rsidRDefault="00493478" w:rsidP="00493478">
      <w:pPr>
        <w:tabs>
          <w:tab w:val="left" w:pos="4424"/>
        </w:tabs>
        <w:spacing w:after="0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93478" w:rsidRDefault="00493478" w:rsidP="00493478">
      <w:pPr>
        <w:tabs>
          <w:tab w:val="left" w:pos="4424"/>
        </w:tabs>
        <w:spacing w:after="0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93478" w:rsidRPr="00245C84" w:rsidRDefault="00493478" w:rsidP="00493478">
      <w:pPr>
        <w:tabs>
          <w:tab w:val="left" w:pos="4424"/>
        </w:tabs>
        <w:spacing w:after="0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45C84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              </w:t>
      </w:r>
      <w:r w:rsidRPr="00245C84">
        <w:rPr>
          <w:rFonts w:ascii="Times New Roman" w:eastAsia="Arial Unicode MS" w:hAnsi="Times New Roman" w:cs="Times New Roman"/>
          <w:sz w:val="24"/>
          <w:szCs w:val="24"/>
        </w:rPr>
        <w:t xml:space="preserve"> Валерій   МИХАЛЮК</w:t>
      </w:r>
    </w:p>
    <w:p w:rsidR="007F4F59" w:rsidRDefault="007F4F59"/>
    <w:sectPr w:rsidR="007F4F5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478"/>
    <w:rsid w:val="00493478"/>
    <w:rsid w:val="007F4F59"/>
    <w:rsid w:val="0091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7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4934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493478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47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49347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493478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235</Words>
  <Characters>1340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2022-02-08T06:47:00Z</dcterms:created>
  <dcterms:modified xsi:type="dcterms:W3CDTF">2022-02-08T11:21:00Z</dcterms:modified>
</cp:coreProperties>
</file>