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EE" w:rsidRPr="000E0D80" w:rsidRDefault="001B1BEE" w:rsidP="001B1BE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1B1BEE" w:rsidRPr="001869AA" w:rsidRDefault="001B1BEE" w:rsidP="001B1BEE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768" name="Группа 12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7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7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BV2ATaeHYAAGBZBAAOAAAA&#10;AAAAAAAAAAAAAC4CAABkcnMvZTJvRG9jLnhtbFBLAQItABQABgAIAAAAIQCe02Rt3QAAAAYBAAAP&#10;AAAAAAAAAAAAAAAAANJ4AABkcnMvZG93bnJldi54bWxQSwUGAAAAAAQABADzAAAA3H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r5MQA&#10;AADeAAAADwAAAGRycy9kb3ducmV2LnhtbERPS2vCQBC+F/wPywi91Y0JqE2zShBbPAhFW+9DdvLA&#10;7GzIbpP4791Cobf5+J6T7SbTioF611hWsFxEIIgLqxuuFHx/vb9sQDiPrLG1TAru5GC3nT1lmGo7&#10;8pmGi69ECGGXooLa+y6V0hU1GXQL2xEHrrS9QR9gX0nd4xjCTSvjKFpJgw2Hhho72tdU3C4/RoFN&#10;Po6naxWfkwOvPeefm/I6nZR6nk/5GwhPk/8X/7mPOsyP16tX+H0n3C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na+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DmB8kA&#10;AADeAAAADwAAAGRycy9kb3ducmV2LnhtbESPT0/DMAzF70h8h8hIXCaWssMKZdmEJpV/h0kbk3a1&#10;GtMUGqdKwlb26fEBiZstP7/3fovV6Ht1pJi6wAZupwUo4ibYjlsD+/f65g5UysgW+8Bk4IcSrJaX&#10;FwusbDjxlo673Cox4VShAZfzUGmdGkce0zQMxHL7CNFjljW22kY8ibnv9awo5tpjx5LgcKC1o+Zr&#10;9+0NfNYbd1iX56c4ud/SeVK/Pfevc2Our8bHB1CZxvwv/vt+sVJ/VpYCIDgyg17+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8DmB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/nncYA&#10;AADeAAAADwAAAGRycy9kb3ducmV2LnhtbESP0WrCQBBF3wv9h2WEvhTdaEFLdA2hNFJ8EbUfMGTH&#10;bDA7G7LbJP17VxB8m+HeuefOJhttI3rqfO1YwXyWgCAuna65UvB7LqafIHxA1tg4JgX/5CHbvr5s&#10;MNVu4CP1p1CJGMI+RQUmhDaV0peGLPqZa4mjdnGdxRDXrpK6wyGG20YukmQpLdYcCQZb+jJUXk9/&#10;NkIOH3jYX4ZzsRtxwO+94ff8qNTbZMzXIAKN4Wl+XP/oWH+xWs3h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/nn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ls0MQA&#10;AADeAAAADwAAAGRycy9kb3ducmV2LnhtbERPTUvDQBC9C/0Pywje7MagjcRuS6kKInhoK4i3ITtN&#10;gtnZZXds4r93BaG3ebzPWa4nN6gTxdR7NnAzL0ARN9723Bp4Pzxf34NKgmxx8EwGfijBejW7WGJt&#10;/cg7Ou2lVTmEU40GOpFQa52ajhymuQ/EmTv66FAyjK22Eccc7gZdFsVCO+w5N3QYaNtR87X/dgbe&#10;xqfwWi3ujuEz3pY6PVr52IoxV5fT5gGU0CRn8b/7xeb5ZVWV8Pd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JbN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HcccYA&#10;AADeAAAADwAAAGRycy9kb3ducmV2LnhtbESP0WrCQBBF3wv+wzKCL0U3VagluoYgKiUvQe0HDNkx&#10;G8zOhuzWxL/vFgp9m+HeuefONhttKx7U+8axgrdFAoK4crrhWsHX9Tj/AOEDssbWMSl4kodsN3nZ&#10;YqrdwGd6XEItYgj7FBWYELpUSl8ZsugXriOO2s31FkNc+1rqHocYblu5TJJ3abHhSDDY0d5Qdb98&#10;2wgpV1gWt+F6PI044KEw/JqflZpNx3wDItAY/s1/15861l+u1y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Hcc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xRP8QA&#10;AADeAAAADwAAAGRycy9kb3ducmV2LnhtbERPTUvDQBC9C/0PyxS82U1DbSR2W6QqiODBKoi3ITtN&#10;QrOzy+7YxH/vCoK3ebzP2ewmN6gzxdR7NrBcFKCIG297bg28vz1e3YBKgmxx8EwGvinBbju72GBt&#10;/civdD5Iq3IIpxoNdCKh1jo1HTlMCx+IM3f00aFkGFttI4453A26LIq1dthzbugw0L6j5nT4cgZe&#10;xofwXK2vj+Ezrkqd7q187MWYy/l0dwtKaJJ/8Z/7yeb5ZVWt4P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sUT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XpTcUA&#10;AADeAAAADwAAAGRycy9kb3ducmV2LnhtbERP22oCMRB9F/oPYQp9KZrVopatUbQQKlQQL9DXYTPu&#10;Lt1MliR1t39vCgXf5nCus1j1thFX8qF2rGA8ykAQF87UXCo4n/TwFUSIyAYbx6TglwKslg+DBebG&#10;dXyg6zGWIoVwyFFBFWObSxmKiiyGkWuJE3dx3mJM0JfSeOxSuG3kJMtm0mLNqaHClt4rKr6PP1bB&#10;Zt+VL/652PTu8/LxNdXa6J1W6umxX7+BiNTHu/jfvTVp/mQ+n8LfO+k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el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9xcMA&#10;AADeAAAADwAAAGRycy9kb3ducmV2LnhtbERP3WrCMBS+H/gO4Qi7m+nKptI1iiiFIbvR7QEOzVnT&#10;tTkpSazd25vBwLvz8f2ecjvZXozkQ+tYwfMiA0FcO91yo+Drs3pagwgRWWPvmBT8UoDtZvZQYqHd&#10;lU80nmMjUgiHAhWYGIdCylAbshgWbiBO3LfzFmOCvpHa4zWF217mWbaUFltODQYH2huqu/PFKqiO&#10;+cfYXbSv3G56sfRqftYHo9TjfNq9gYg0xbv43/2u0/x8tVrC3zvp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c9x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SocUA&#10;AADeAAAADwAAAGRycy9kb3ducmV2LnhtbERP32vCMBB+H/g/hBN8kZnOMTuqUXQQNthg6Aa+Hs3Z&#10;FptLSaLt/vtlIOztPr6ft9oMthVX8qFxrOBhloEgLp1puFLw/aXvn0GEiGywdUwKfijAZj26W2Fh&#10;XM97uh5iJVIIhwIV1DF2hZShrMlimLmOOHEn5y3GBH0ljcc+hdtWzrNsIS02nBpq7OilpvJ8uFgF&#10;u8++evTTcje499Pr8Ulroz+0UpPxsF2CiDTEf/HN/WbS/Hme5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u9K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MLMYA&#10;AADeAAAADwAAAGRycy9kb3ducmV2LnhtbESPQWvDMAyF74P9B6PBbqvTsK0lq1tKS2CMXdb2B4hY&#10;i9PGcrDdNPv302Gwm8R7eu/TajP5Xo0UUxfYwHxWgCJugu24NXA61k9LUCkjW+wDk4EfSrBZ39+t&#10;sLLhxl80HnKrJIRThQZczkOldWoceUyzMBCL9h2ixyxrbLWNeJNw3+uyKF61x46lweFAO0fN5XD1&#10;BuqP8nO8XG2sw3Z69vTizsu9M+bxYdq+gco05X/z3/W7FfxysRBeeU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QML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hlssAA&#10;AADeAAAADwAAAGRycy9kb3ducmV2LnhtbERPy6rCMBDdC/5DGMGdTesLqUYRwct1afUDhmZsi82k&#10;Nrm2/v2NILibw3nOZtebWjypdZVlBUkUgyDOra64UHC9HCcrEM4ja6wtk4IXOdhth4MNptp2fKZn&#10;5gsRQtilqKD0vkmldHlJBl1kG+LA3Wxr0AfYFlK32IVwU8tpHC+lwYpDQ4kNHUrK79mfUTB/dT+P&#10;bHGPj9pQcpo1J/b5QqnxqN+vQXjq/Vf8cf/qMH+6mifwfifc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Dhls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jtasQA&#10;AADeAAAADwAAAGRycy9kb3ducmV2LnhtbERPS2vCQBC+F/oflin01mwMRWyaVaSSUjzVmPY8ZCcP&#10;zM6G7Ebjv+8KBW/z8T0n28ymF2caXWdZwSKKQRBXVnfcKCiP+csKhPPIGnvLpOBKDjbrx4cMU20v&#10;fKBz4RsRQtilqKD1fkildFVLBl1kB+LA1XY06AMcG6lHvIRw08skjpfSYMehocWBPlqqTsVkFEzL&#10;36Tkeq+/i931822Xb538aZR6fpq37yA8zf4u/nd/6TA/Wb0mcHsn3C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7W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v47MYA&#10;AADeAAAADwAAAGRycy9kb3ducmV2LnhtbERPS2vCQBC+F/oflil4q5uqhBhdxRYK6kHxdfA2zU6T&#10;1Oxsml01/vuuUPA2H99zxtPWVOJCjSstK3jrRiCIM6tLzhXsd5+vCQjnkTVWlknBjRxMJ89PY0y1&#10;vfKGLlufixDCLkUFhfd1KqXLCjLourYmDty3bQz6AJtc6gavIdxUshdFsTRYcmgosKaPgrLT9mwU&#10;HNZJPFy/LwY/y9UX9o3+PeoyVqrz0s5GIDy1/iH+d891mN9LBn24vxNuk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v47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v3DMQA&#10;AADeAAAADwAAAGRycy9kb3ducmV2LnhtbERPTWvCQBC9C/0PyxR6003TICG6kbZSWzzZKHgdsmMS&#10;zM6G7Bpjf323IPQ2j/c5y9VoWjFQ7xrLCp5nEQji0uqGKwWH/cc0BeE8ssbWMim4kYNV/jBZYqbt&#10;lb9pKHwlQgi7DBXU3neZlK6syaCb2Y44cCfbG/QB9pXUPV5DuGllHEVzabDh0FBjR+81lefiYhT8&#10;zI+4c5/x2/pFe7ol6cZudxulnh7H1wUIT6P/F9/dXzrMj9Mkgb93wg0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b9w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47OcMA&#10;AADeAAAADwAAAGRycy9kb3ducmV2LnhtbERPzYrCMBC+L/gOYQRva2qpi1ajyKLgzbX6AEMzpsVm&#10;Upus1n36jbCwt/n4fme57m0j7tT52rGCyTgBQVw6XbNRcD7t3mcgfEDW2DgmBU/ysF4N3paYa/fg&#10;I92LYEQMYZ+jgiqENpfSlxVZ9GPXEkfu4jqLIcLOSN3hI4bbRqZJ8iEt1hwbKmzps6LyWnxbBTeX&#10;TnVfbPFw3c6/amOy288xU2o07DcLEIH68C/+c+91nJ/Osim83ok3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47O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DpcQA&#10;AADeAAAADwAAAGRycy9kb3ducmV2LnhtbERPPW/CMBDdkfgP1iF1I05pCSHFoLZSJVZoB8bDPpK0&#10;8TmNXUj59RgJie2e3uctVr1txJE6XztW8JikIIi1MzWXCr4+P8Y5CB+QDTaOScE/eVgth4MFFsad&#10;eEPHbShFDGFfoIIqhLaQ0uuKLPrEtcSRO7jOYoiwK6Xp8BTDbSMnaZpJizXHhgpbeq9I/2z/rIJ1&#10;vadppg9zm7/pze78G55m30aph1H/+gIiUB/u4pt7beL8Sf6cwfWdeIN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w6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2f6cYA&#10;AADeAAAADwAAAGRycy9kb3ducmV2LnhtbERP0WrCQBB8L/gPxwp9qxdDsRo9RQuFSlWoir4uuTUX&#10;zO2F3DXGv+8Jhb7N7uzM7MwWna1ES40vHSsYDhIQxLnTJRcKjoePlzEIH5A1Vo5JwZ08LOa9pxlm&#10;2t34m9p9KEQ0YZ+hAhNCnUnpc0MW/cDVxJG7uMZiiGNTSN3gLZrbSqZJMpIWS44JBmt6N5Rf9z9W&#10;QYu7e3I2q+1kXW7ydLc6fem4V8/9bjkFEagL/8d/6k8d30/Hr2/wqB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2f6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/UAcQA&#10;AADeAAAADwAAAGRycy9kb3ducmV2LnhtbESPQU/DMAyF70j8h8hI3FhKhdBUlk0IaYgjFA4cTeM1&#10;HY1dJWEt/Hp8QOJm6z2/93mzW+JoTpTyIOzgelWBIe7ED9w7eHvdX63B5ILscRQmB9+UYbc9P9tg&#10;42XmFzq1pTcawrlBB6GUqbE2d4Ei5pVMxKodJEUsuqbe+oSzhsfR1lV1ayMOrA0BJ3oI1H22X9HB&#10;/Nh9HOvDuw8/aZJ9+yzHehTnLi+W+zswhZbyb/67fvKKX69vlFf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/1A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thjcYA&#10;AADeAAAADwAAAGRycy9kb3ducmV2LnhtbERP22rCQBB9L/gPywi+1Y2h1DR1FesFiihF275Ps2OS&#10;dnc2ZLca/74rCH2bw7nOZNZZI07U+tqxgtEwAUFcOF1zqeDjfX2fgfABWaNxTAou5GE27d1NMNfu&#10;zHs6HUIpYgj7HBVUITS5lL6oyKIfuoY4ckfXWgwRtqXULZ5juDUyTZJHabHm2FBhQ4uKip/Dr1Ww&#10;flua73S3n3/KsFiNv0y2eVlulRr0u/kziEBd+Bff3K86zk+zhye4vhNv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thj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DWccA&#10;AADeAAAADwAAAGRycy9kb3ducmV2LnhtbESPQWvCQBCF70L/wzKFXkrdqCghdRURRIUW1BZ6HbPT&#10;JJidDdltjP/eORS8zTBv3nvffNm7WnXUhsqzgdEwAUWce1txYeD7a/OWggoR2WLtmQzcKMBy8TSY&#10;Y2b9lY/UnWKhxIRDhgbKGJtM65CX5DAMfUMst1/fOoyytoW2LV7F3NV6nCQz7bBiSSixoXVJ+eX0&#10;5wx0h49zsetCs7+kr2E6OW+3n/bHmJfnfvUOKlIfH+L/752V+uN0KgCCIzPox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eg1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5Y38UA&#10;AADeAAAADwAAAGRycy9kb3ducmV2LnhtbERPTWvCQBC9C/6HZQq96cZQJUZX0UKhl4LaHuptzE6T&#10;YHY23d1q9Ne7gtDbPN7nzJedacSJnK8tKxgNExDEhdU1lwq+Pt8GGQgfkDU2lknBhTwsF/3eHHNt&#10;z7yl0y6UIoawz1FBFUKbS+mLigz6oW2JI/djncEQoSuldniO4aaRaZJMpMGaY0OFLb1WVBx3f0bB&#10;epqtfzcv/HHdHva0/z4cx6lLlHp+6lYzEIG68C9+uN91nJ9m4xHc34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ljfxQAAAN4AAAAPAAAAAAAAAAAAAAAAAJgCAABkcnMv&#10;ZG93bnJldi54bWxQSwUGAAAAAAQABAD1AAAAigMAAAAA&#10;" fillcolor="black" stroked="f"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/IqMUA&#10;AADeAAAADwAAAGRycy9kb3ducmV2LnhtbERPTWvCQBC9C/6HZQq96aYBJaSuoraFQu1B7cHjmB2T&#10;JdnZkN1q6q93C4K3ebzPmS1624gzdd44VvAyTkAQF04bLhX87D9GGQgfkDU2jknBH3lYzIeDGeba&#10;XXhL510oRQxhn6OCKoQ2l9IXFVn0Y9cSR+7kOoshwq6UusNLDLeNTJNkKi0ajg0VtrSuqKh3v1bB&#10;4Wtqsq2h9Li5rt71ZlKvvt9qpZ6f+uUriEB9eIjv7k8d56fZJIX/d+IN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8io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EAAcQA&#10;AADeAAAADwAAAGRycy9kb3ducmV2LnhtbERPTWsCMRC9F/wPYYTearaKsmyNIpZiLx5qK16HzXSz&#10;3c1kTaKu/vpGKPQ2j/c582VvW3EmH2rHCp5HGQji0umaKwVfn29POYgQkTW2jknBlQIsF4OHORba&#10;XfiDzrtYiRTCoUAFJsaukDKUhiyGkeuIE/ftvMWYoK+k9nhJ4baV4yybSYs1pwaDHa0Nlc3uZBX4&#10;1eG1ufFp32S37TVsfvpjjkapx2G/egERqY//4j/3u07zx/l0Av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xAA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kuPsUA&#10;AADeAAAADwAAAGRycy9kb3ducmV2LnhtbERP22rCQBB9L/QflhH6UnTT0FaNrlIKhYIiaP2AMTsm&#10;wd3ZkJ1q7Ne7hULf5nCuM1/23qkzdbEJbOBplIEiLoNtuDKw//oYTkBFQbboApOBK0VYLu7v5ljY&#10;cOEtnXdSqRTCsUADtUhbaB3LmjzGUWiJE3cMnUdJsKu07fCSwr3TeZa9ao8Np4YaW3qvqTztvr0B&#10;lx/cdDWOa7nu9Tr78bJ93FhjHgb92wyUUC//4j/3p03z88nLM/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KS4+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XK/8QA&#10;AADeAAAADwAAAGRycy9kb3ducmV2LnhtbERPTWsCMRC9C/0PYQq9abYLiqxGaSvCXnpwq3gdN+Nm&#10;MZksm1S3/npTKPQ2j/c5y/XgrLhSH1rPCl4nGQji2uuWGwX7r+14DiJEZI3WMyn4oQDr1dNoiYX2&#10;N97RtYqNSCEcClRgYuwKKUNtyGGY+I44cWffO4wJ9o3UPd5SuLMyz7KZdNhyajDY0Yeh+lJ9OwWb&#10;qrP5vjTv4Xj4PJ1sed/ScaPUy/PwtgARaYj/4j93qdP8fD6dwu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1yv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LmvsIA&#10;AADeAAAADwAAAGRycy9kb3ducmV2LnhtbERPTYvCMBC9L/gfwgje1kRhu1KNIqIgeFpXD96GZGyr&#10;zaQ0WVv/vVlY2Ns83ucsVr2rxYPaUHnWMBkrEMTG24oLDafv3fsMRIjIFmvPpOFJAVbLwdsCc+s7&#10;/qLHMRYihXDIUUMZY5NLGUxJDsPYN8SJu/rWYUywLaRtsUvhrpZTpTLpsOLUUGJDm5LM/fjjNNx2&#10;8uCNQnM+nbu9/bxsM6qV1qNhv56DiNTHf/Gfe2/T/OnsI4P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Yua+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awQsQA&#10;AADeAAAADwAAAGRycy9kb3ducmV2LnhtbERPTWvCQBC9F/wPywi91Y2RtiG6igpCqfRQFfE4Zsck&#10;JDsbdldN/31XKPQ2j/c5s0VvWnEj52vLCsajBARxYXXNpYLDfvOSgfABWWNrmRT8kIfFfPA0w1zb&#10;O3/TbRdKEUPY56igCqHLpfRFRQb9yHbEkbtYZzBE6EqpHd5juGllmiRv0mDNsaHCjtYVFc3uahSc&#10;rlu+fE0+l24Vjrbf+yY9Z41Sz8N+OQURqA//4j/3h47z0+z1HR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GsE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TxQskA&#10;AADeAAAADwAAAGRycy9kb3ducmV2LnhtbESPT0/DMAzF70j7DpGRuLGUiqHSLZs2JCQuSOzPgd28&#10;xmurNU5Jwlb49PiAtJut9/zez7PF4Dp1phBbzwYexhko4srblmsDu+3rfQEqJmSLnWcy8EMRFvPR&#10;zQxL6y+8pvMm1UpCOJZooEmpL7WOVUMO49j3xKIdfXCYZA21tgEvEu46nWfZk3bYsjQ02NNLQ9Vp&#10;8+0MrJ6L1dfHI7//rg972n8eTpM8ZMbc3Q7LKahEQ7qa/6/frODnxUR45R2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YTxQskAAADeAAAADwAAAAAAAAAAAAAAAACYAgAA&#10;ZHJzL2Rvd25yZXYueG1sUEsFBgAAAAAEAAQA9QAAAI4DAAAAAA==&#10;" fillcolor="black" stroked="f"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5fc8QA&#10;AADeAAAADwAAAGRycy9kb3ducmV2LnhtbERPTUsDMRC9C/0PYQrebLYVpW6blqVQFE/bqvQ63Yyb&#10;xc1kSWK6/nsjCL3N433OejvaXiTyoXOsYD4rQBA3TnfcKnh/298tQYSIrLF3TAp+KMB2M7lZY6nd&#10;hQ+UjrEVOYRDiQpMjEMpZWgMWQwzNxBn7tN5izFD30rt8ZLDbS8XRfEoLXacGwwOtDPUfB2/rYJ0&#10;3tXVfTolc3j1Vetd/fxxrpW6nY7VCkSkMV7F/+4Xnecvlg9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+X3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R4WscA&#10;AADeAAAADwAAAGRycy9kb3ducmV2LnhtbESPQU/DMAyF70j8h8hIu7F0O1SjLJvQBGjbZVCQ4Gg1&#10;pqlonKrJuo5fjw+TdrPl5/fet1yPvlUD9bEJbGA2zUARV8E2XBv4/Hi5X4CKCdliG5gMnCnCenV7&#10;s8TChhO/01CmWokJxwINuJS6QutYOfIYp6EjlttP6D0mWfta2x5PYu5bPc+yXHtsWBIcdrRxVP2W&#10;R28gzjbPX3v/9zB8vzo+lDuXv9XOmMnd+PQIKtGYruLL99ZK/fkiFwDBkRn06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EeF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1BEE" w:rsidRPr="000E0D80" w:rsidRDefault="001B1BEE" w:rsidP="001B1BE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B1BEE" w:rsidRPr="001869AA" w:rsidRDefault="001B1BEE" w:rsidP="001B1BE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B1BEE" w:rsidRPr="001869AA" w:rsidRDefault="001B1BEE" w:rsidP="001B1BE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B1BEE" w:rsidRPr="001869AA" w:rsidRDefault="001B1BEE" w:rsidP="001B1BE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B1BEE" w:rsidRPr="000E0D80" w:rsidRDefault="001B1BEE" w:rsidP="001B1BE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eastAsia="uk-UA"/>
        </w:rPr>
      </w:pPr>
    </w:p>
    <w:p w:rsidR="001B1BEE" w:rsidRPr="001869AA" w:rsidRDefault="001B1BEE" w:rsidP="001B1BE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1B1BEE" w:rsidRPr="001869AA" w:rsidRDefault="001B1BEE" w:rsidP="001B1BEE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1B1BEE" w:rsidRPr="001869AA" w:rsidRDefault="001B1BEE" w:rsidP="001B1BE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1B1BEE" w:rsidRPr="001869AA" w:rsidRDefault="001B1BEE" w:rsidP="001B1BE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1B1BEE" w:rsidRPr="001869AA" w:rsidRDefault="001B1BEE" w:rsidP="001B1BE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BEE" w:rsidRDefault="001B1BEE" w:rsidP="001B1B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81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3+MdXYAABJZBAAOAAAAZHJzL2Uyb0RvYy54bWzsfW1uJjmS3n8DvsML/RygWsn8zkLXLGa6&#10;ugYGxvYA+/oAKklVEizpLUvqrlovFjDgI/givoGvsHsjP0EGmaQqIyKnumfQhtkDdGpaoUgygmQG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1BEE" w:rsidRDefault="001B1BEE" w:rsidP="001B1B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B1BEE" w:rsidRDefault="001B1BEE" w:rsidP="001B1BEE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1B1BEE" w:rsidRPr="001869AA" w:rsidRDefault="001B1BEE" w:rsidP="001B1BE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B1BEE" w:rsidRDefault="001B1BEE" w:rsidP="001B1BE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 xml:space="preserve">сесії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1B1BEE" w:rsidRPr="001869AA" w:rsidRDefault="001B1BEE" w:rsidP="001B1BEE">
      <w:pPr>
        <w:spacing w:after="0" w:line="240" w:lineRule="auto"/>
        <w:jc w:val="center"/>
        <w:rPr>
          <w:rFonts w:ascii="Times New Roman" w:hAnsi="Times New Roman"/>
        </w:rPr>
      </w:pPr>
    </w:p>
    <w:p w:rsidR="001B1BEE" w:rsidRDefault="001B1BEE" w:rsidP="001B1BE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</w:t>
      </w:r>
      <w:r>
        <w:rPr>
          <w:rFonts w:ascii="Times New Roman" w:hAnsi="Times New Roman"/>
          <w:sz w:val="24"/>
        </w:rPr>
        <w:t xml:space="preserve">                     №____</w:t>
      </w:r>
    </w:p>
    <w:p w:rsidR="001B1BEE" w:rsidRDefault="001B1BEE" w:rsidP="001B1BEE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uk-UA"/>
        </w:rPr>
      </w:pPr>
    </w:p>
    <w:p w:rsidR="001B1BEE" w:rsidRPr="002231ED" w:rsidRDefault="001B1BEE" w:rsidP="001B1B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1B1BEE" w:rsidRPr="002231ED" w:rsidRDefault="001B1BEE" w:rsidP="001B1BE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1B1BEE" w:rsidRPr="002231ED" w:rsidRDefault="001B1BEE" w:rsidP="001B1BE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1B1BEE" w:rsidRPr="002231ED" w:rsidRDefault="001B1BEE" w:rsidP="001B1BE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та об’єднання земельної ділянки</w:t>
      </w:r>
    </w:p>
    <w:p w:rsidR="001B1BEE" w:rsidRPr="002231ED" w:rsidRDefault="001B1BEE" w:rsidP="001B1BE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6823984000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:03:012</w:t>
      </w: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186</w:t>
      </w: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, яка розташована</w:t>
      </w:r>
    </w:p>
    <w:p w:rsidR="001B1BEE" w:rsidRPr="002231ED" w:rsidRDefault="001B1BEE" w:rsidP="001B1BE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на території Крупецької сільської ради</w:t>
      </w:r>
    </w:p>
    <w:p w:rsidR="001B1BEE" w:rsidRPr="002231ED" w:rsidRDefault="001B1BEE" w:rsidP="001B1BE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межами населеного пункту села Крупець, </w:t>
      </w:r>
    </w:p>
    <w:p w:rsidR="001B1BEE" w:rsidRPr="002231ED" w:rsidRDefault="001B1BEE" w:rsidP="001B1BE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Славутського району, Хмельницької області</w:t>
      </w:r>
    </w:p>
    <w:p w:rsidR="001B1BEE" w:rsidRPr="002231ED" w:rsidRDefault="001B1BEE" w:rsidP="001B1BE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BEE" w:rsidRPr="002231ED" w:rsidRDefault="001B1BEE" w:rsidP="001B1B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2231ED">
        <w:rPr>
          <w:rFonts w:ascii="Times New Roman" w:hAnsi="Times New Roman"/>
          <w:sz w:val="24"/>
          <w:szCs w:val="24"/>
          <w:lang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1B1BEE" w:rsidRPr="002231ED" w:rsidRDefault="001B1BEE" w:rsidP="001B1B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2231ED">
        <w:rPr>
          <w:rFonts w:ascii="Times New Roman" w:hAnsi="Times New Roman"/>
          <w:sz w:val="24"/>
          <w:szCs w:val="24"/>
          <w:lang w:eastAsia="uk-UA"/>
        </w:rPr>
        <w:t>ВИРІШИЛА:</w:t>
      </w:r>
    </w:p>
    <w:p w:rsidR="001B1BEE" w:rsidRPr="002231ED" w:rsidRDefault="001B1BEE" w:rsidP="001B1B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1B1BEE" w:rsidRPr="002231ED" w:rsidRDefault="001B1BEE" w:rsidP="001B1B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1B1BEE" w:rsidRPr="002231ED" w:rsidRDefault="001B1BEE" w:rsidP="001B1B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 </w:t>
      </w:r>
      <w:r w:rsidRPr="002231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дозвіл</w:t>
      </w:r>
      <w:r w:rsidRPr="002231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виготовлення 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технічної документації  із землеустрою щодо поділу</w:t>
      </w:r>
      <w:r w:rsidRPr="002231ED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земельної ділянки площею 1,8469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6823984000:03:012</w:t>
      </w:r>
      <w:r w:rsidRPr="002231ED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:0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186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B1BEE" w:rsidRPr="002231ED" w:rsidRDefault="001B1BEE" w:rsidP="001B1B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2231ED">
        <w:rPr>
          <w:rFonts w:ascii="Times New Roman" w:hAnsi="Times New Roman"/>
          <w:sz w:val="24"/>
          <w:szCs w:val="24"/>
          <w:lang w:eastAsia="uk-UA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B1BEE" w:rsidRPr="001B1BEE" w:rsidRDefault="001B1BEE" w:rsidP="001B1B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uk-UA"/>
        </w:rPr>
      </w:pPr>
      <w:bookmarkStart w:id="0" w:name="_GoBack"/>
      <w:bookmarkEnd w:id="0"/>
    </w:p>
    <w:p w:rsidR="004D3934" w:rsidRPr="001B1BEE" w:rsidRDefault="001B1BEE" w:rsidP="001B1BE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4D3934" w:rsidRPr="001B1BE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BEE"/>
    <w:rsid w:val="00171A2E"/>
    <w:rsid w:val="001B1BEE"/>
    <w:rsid w:val="00304C90"/>
    <w:rsid w:val="004D3934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BE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BE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262</Words>
  <Characters>1495</Characters>
  <Application>Microsoft Office Word</Application>
  <DocSecurity>0</DocSecurity>
  <Lines>12</Lines>
  <Paragraphs>3</Paragraphs>
  <ScaleCrop>false</ScaleCrop>
  <Company>Microsoft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2020-11-17T16:35:00Z</dcterms:created>
  <dcterms:modified xsi:type="dcterms:W3CDTF">2020-11-17T16:35:00Z</dcterms:modified>
</cp:coreProperties>
</file>