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C79" w:rsidRDefault="00801C79" w:rsidP="00801C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801C79" w:rsidRDefault="00801C79" w:rsidP="00801C79"/>
    <w:p w:rsidR="00801C79" w:rsidRDefault="00801C79" w:rsidP="00801C79"/>
    <w:p w:rsidR="00801C79" w:rsidRDefault="00801C79" w:rsidP="00801C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01C79" w:rsidRDefault="00801C79" w:rsidP="00801C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01C79" w:rsidRDefault="00801C79" w:rsidP="00801C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01C79" w:rsidRDefault="00801C79" w:rsidP="00801C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01C79" w:rsidRDefault="00801C79" w:rsidP="00801C79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01C79" w:rsidRDefault="00801C79" w:rsidP="00801C7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01C79" w:rsidRDefault="00801C79" w:rsidP="00801C7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01C79" w:rsidRDefault="00801C79" w:rsidP="00801C79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801C79" w:rsidRDefault="00801C79" w:rsidP="00801C79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№88</w:t>
      </w:r>
    </w:p>
    <w:p w:rsidR="00801C79" w:rsidRPr="00A104AC" w:rsidRDefault="00801C79" w:rsidP="00801C7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801C79" w:rsidRPr="00A104AC" w:rsidRDefault="00801C79" w:rsidP="00801C79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801C79" w:rsidRPr="00A104AC" w:rsidRDefault="00801C79" w:rsidP="00801C7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801C79" w:rsidRPr="00A104AC" w:rsidRDefault="00801C79" w:rsidP="00801C7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801C79" w:rsidRPr="00A104AC" w:rsidRDefault="00801C79" w:rsidP="00801C79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Миклуш</w:t>
      </w:r>
      <w:proofErr w:type="spellEnd"/>
      <w:r w:rsidRPr="00A104A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М.Я.</w:t>
      </w:r>
    </w:p>
    <w:p w:rsidR="00801C79" w:rsidRPr="00A104AC" w:rsidRDefault="00801C79" w:rsidP="00801C7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01C79" w:rsidRPr="00A104AC" w:rsidRDefault="00801C79" w:rsidP="00801C7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Земельного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кодексу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Миклуш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М.Я,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801C79" w:rsidRPr="00A104AC" w:rsidRDefault="00801C79" w:rsidP="00801C79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801C79" w:rsidRPr="00A104AC" w:rsidRDefault="00801C79" w:rsidP="00801C7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1.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Миклуш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Марії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Яківні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яка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зареєстрована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2E155D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>____________</w:t>
      </w:r>
      <w:bookmarkStart w:id="0" w:name="_GoBack"/>
      <w:bookmarkEnd w:id="0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дозвіл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розробку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із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площею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0,6252 га,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особистого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селянського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господарства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рахунок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земель запасу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сільськогосподарського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призначення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розташована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території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за межами села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Крупець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 </w:t>
      </w:r>
      <w:proofErr w:type="spellStart"/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кадастровий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номер 6823984000: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03:018:0330).</w:t>
      </w:r>
      <w:proofErr w:type="gramEnd"/>
    </w:p>
    <w:p w:rsidR="00801C79" w:rsidRPr="00A104AC" w:rsidRDefault="00801C79" w:rsidP="00801C7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2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Миклуш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М.Я.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розробити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землеустрою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щодо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відведення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земельної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ділянки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передачі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її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власність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розгляд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сесії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ради</w:t>
      </w:r>
      <w:proofErr w:type="gramEnd"/>
      <w:r w:rsidRPr="00A104A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801C79" w:rsidRPr="00A104AC" w:rsidRDefault="00801C79" w:rsidP="00801C7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104AC">
        <w:rPr>
          <w:rFonts w:ascii="Times New Roman" w:hAnsi="Times New Roman" w:cs="Times New Roman"/>
          <w:sz w:val="24"/>
          <w:szCs w:val="24"/>
        </w:rPr>
        <w:t xml:space="preserve">      3. Контроль за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A104AC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A104AC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104AC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A104AC"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801C79" w:rsidRPr="00A104AC" w:rsidRDefault="00801C79" w:rsidP="00801C79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801C79" w:rsidRPr="00A104AC" w:rsidRDefault="00801C79" w:rsidP="00801C7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01C79" w:rsidRPr="00A104AC" w:rsidRDefault="00801C79" w:rsidP="00801C7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801C79" w:rsidRPr="00A104AC" w:rsidRDefault="00801C79" w:rsidP="00801C79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C1DAB" w:rsidRPr="00801C79" w:rsidRDefault="00801C79" w:rsidP="00801C79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Секретар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ради      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В.М.Мазур</w:t>
      </w:r>
      <w:proofErr w:type="spellEnd"/>
    </w:p>
    <w:sectPr w:rsidR="009C1DAB" w:rsidRPr="00801C79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C79"/>
    <w:rsid w:val="00171A2E"/>
    <w:rsid w:val="002E155D"/>
    <w:rsid w:val="00304C90"/>
    <w:rsid w:val="00505B6D"/>
    <w:rsid w:val="006D3977"/>
    <w:rsid w:val="007D6C18"/>
    <w:rsid w:val="00801C79"/>
    <w:rsid w:val="009C1DAB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240</Words>
  <Characters>1372</Characters>
  <Application>Microsoft Office Word</Application>
  <DocSecurity>0</DocSecurity>
  <Lines>11</Lines>
  <Paragraphs>3</Paragraphs>
  <ScaleCrop>false</ScaleCrop>
  <Company>Microsoft</Company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2020-07-29T14:23:00Z</dcterms:created>
  <dcterms:modified xsi:type="dcterms:W3CDTF">2020-07-29T17:45:00Z</dcterms:modified>
</cp:coreProperties>
</file>