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5CF" w:rsidRDefault="00E275CF" w:rsidP="00E275CF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C22FD62" wp14:editId="255F5BD0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4505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50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5CF" w:rsidRDefault="00E275CF" w:rsidP="00E275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0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75CF" w:rsidRDefault="00E275CF" w:rsidP="00E275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0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5CF" w:rsidRDefault="00E275CF" w:rsidP="00E275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0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75CF" w:rsidRDefault="00E275CF" w:rsidP="00E275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1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5CF" w:rsidRDefault="00E275CF" w:rsidP="00E275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1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75CF" w:rsidRDefault="00E275CF" w:rsidP="00E275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1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5CF" w:rsidRDefault="00E275CF" w:rsidP="00E275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1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75CF" w:rsidRDefault="00E275CF" w:rsidP="00E275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1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5CF" w:rsidRDefault="00E275CF" w:rsidP="00E275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1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75CF" w:rsidRDefault="00E275CF" w:rsidP="00E275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1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5CF" w:rsidRDefault="00E275CF" w:rsidP="00E275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1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75CF" w:rsidRDefault="00E275CF" w:rsidP="00E275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1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5CF" w:rsidRDefault="00E275CF" w:rsidP="00E275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1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75CF" w:rsidRDefault="00E275CF" w:rsidP="00E275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2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5CF" w:rsidRDefault="00E275CF" w:rsidP="00E275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2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75CF" w:rsidRDefault="00E275CF" w:rsidP="00E275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2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5CF" w:rsidRDefault="00E275CF" w:rsidP="00E275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2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75CF" w:rsidRDefault="00E275CF" w:rsidP="00E275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2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5CF" w:rsidRDefault="00E275CF" w:rsidP="00E275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2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75CF" w:rsidRDefault="00E275CF" w:rsidP="00E275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2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5CF" w:rsidRDefault="00E275CF" w:rsidP="00E275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2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5CF" w:rsidRDefault="00E275CF" w:rsidP="00E275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2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5CF" w:rsidRDefault="00E275CF" w:rsidP="00E275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2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5CF" w:rsidRDefault="00E275CF" w:rsidP="00E275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3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5CF" w:rsidRDefault="00E275CF" w:rsidP="00E275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3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5CF" w:rsidRDefault="00E275CF" w:rsidP="00E275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3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5CF" w:rsidRDefault="00E275CF" w:rsidP="00E275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3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5CF" w:rsidRDefault="00E275CF" w:rsidP="00E275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3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5CF" w:rsidRDefault="00E275CF" w:rsidP="00E275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3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5CF" w:rsidRDefault="00E275CF" w:rsidP="00E275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L2J23YAAEBZBAAOAAAAZHJzL2Uyb0RvYy54bWzsfW1uJjmS3n8DvoOgnwPUKJnfWZiaxUxX&#10;18DA2B5gXh/gLUlVEqzSW5bUXTW7WMCAj+CL+Aa+wu6N/AQZZJJSRkROdfeibbMHmFS3QpFkBMkM&#10;xtfzu3/4+unu7Mfrh8fb0/2bc/fb5vzs+v7ydHV7//HN+X85vHs1n589Ph3vr453p/vrN+d/u348&#10;/4ff//t/97svn19ft6eb093V9cMZmNw/vv7y+c35zdPT59cXF4+XN9efjo+/PX2+vscvP5wePh2f&#10;8K8PHy+uHo5fwP3T3UXbNOPFl9PD1eeH0+X14yP+69vwy/Pfe/4fPlxfPv3nDx8er5/O7t6cY2xP&#10;/v8f/P+/p/+/+P3vjq8/Phw/39xe8jCO3zCKT8fbe7w0sXp7fDqe/fBw+4LVp9vLh9Pj6cPTby9P&#10;ny5OHz7cXl77OWA2rnk2mz89nH747Ofy8fWXj5+TmCDaZ3L6ZraX/+nHvzyc3V69Oe+HZjg/uz9+&#10;gpb+5X/+63//1//xL/8b//tfZ13XtiSnL58/vgb5nx4+//XzXx7CZPHjn0+X//URv754/nv694+B&#10;+Oz9l/94ugLj4w9PJy+nrx8ePhELSODsq1fH35I6rr8+nV3iP/admxso7RK/Gl3relbX5Q10+uKv&#10;Lm++579zrm/DX7nJzTT0i+Pr8EI/SB4UzQiL7nGV6+NPk+tfb46fr726HklQq1zHKNd3D9fXtJbP&#10;uiBQTxel+ZiLMvsNjfIREjeF6Ea8CLJynQvrOgpydixF1w9DIY/j68sfHp/+dH3yyjj++OfHp7Aj&#10;rvCTV/EVL4kDWHz4dIfN8ZuLs26Yp7MvZ3OzjOFNHxOZy8igh74/uznDa/sXhFDRyq8R+XUZmeum&#10;SeTXZ4TtODphfFjj6bUQFOiE8UGWibDthl7gN2Vkru3mUeKHg3DlNzUCuyWjcm5cxOGRShM/10nD&#10;c4U+3NjKDHOFSMNzhToa1zbSdF2uD5FdoY1mnEVuuTbGVhCey5WxLIvIrdDFLMquUEbTthK/ttBF&#10;083C+NpCGRPohLWHAzdT7tRIE25zdXRN14kMc220DVbp9u5tc4Vg14rqbXOFtK243dpcJWMzyyMs&#10;dNI20vnS5kqZul7cb12hlKlbhCnjsFxlPU3jJMmwK5QyDCLDXClzO4rLsMuV4sZhkEaYK2WeJnEL&#10;d4VSGifJsMuVsrh5EKdcKKWbpHXY5UpZOidqGZ/wVdjtMEpbr8+VsrSTOEL60qdjsJ3Fo6EvlDIN&#10;4l7uc6V0dJ5v75Q+V8rUNeI6xJdvHWE3diLDXCnD3IrrsM+V0o3YUsIIc6X0Tv4SD7lSumGRlDLk&#10;SsEhIh5fQ66Ujj5i2yMccqUM8nk9FDqZR0mEMG5WUfeiiodCI4s8vFwjojqGXB1920jqGHJ1tOKh&#10;MObK6DucwNuyGwtlYCMJn5Ix1wVOdGl4Y64LmNrijhtzZfR9K33sxlwZWFXiaiGrNW1hjWGujqGT&#10;j8Gx0MjopPU85hoZZ9nWmnKd4JokyXDKdTJ3spKnXClDv0gLesqVsrSduAinXCnDOIgMc6XgoBa/&#10;71OulGHBVLaX4ZQrBQe1uOmmXCk4BaWP3ZQrZZ7lQ2HOlTJiPQgjnAul4ByUdsqcK2XsRStuzpUy&#10;Ldjwwtabc6WMjXiFmHOlTLiHiwwLpcz4zG4rZc6VMg4wH6UR5krBwS8d1HOulH6ZRYZLoZRWtJGW&#10;XCld34sLeymUMnfSsllypcB6FJWy5ErBdVKa8pIrxZFNL8gQV+D1+JqWWdopS66URf54LrlO5maS&#10;ztcl14lrevHAduRDSQcs3dmFZeOaXCsTbSlhzq7J1YJJS4OE4LJ3O0d+A5FnoZnFSZpx5KdK88El&#10;GeexyDNXzjA30qfANbl24GvqxE3omlxBwyBfvZtCQ+0CA18aZ3GbH5y4zF15n+9G2dR2LtdRj2NA&#10;Unt5qe/hxZDHmesIlKKOXKEjnGnFpQX+uI/Rw3S8iU6ny6/37HXCT2dH8iA33ln4+fRI7j5yQcG9&#10;dfDeLbAAFbmoBGLMnoi9p80kxrSIODrHdM5YU0Q8sSdNJ8ZiIeJlFzEtA6KGloPXUudNGvbk+yZJ&#10;LhlPvm+ajucJr8quwfBM3b6pks+EBgOfyB7u5BHx5Pum2vJU4c/YxZ2nCm/FLnKeKnwRe8jJE0Fj&#10;D25Zcy2Sn8GT75sqeRE8+b6pko/Ak++basdTxQ1/z1Tpfk/ccX/fRc5Txe18FzlPFXfvXeQ81X7f&#10;VOle7ce+b6p0ayZy3Ir3DIbuxJ5831TpyuvJ902VrrSefN9U6c7qyfdNle6kRI47556p0pXTk++b&#10;Kl0oPfm+qXKQ4zDumypdBj33fVOlqx6R4yq3Z6p0kfPk+6ZK1zRPvm+qdAnz5PumSlcsT75vqnSB&#10;InJckPZMla5HnnzfVOny48n3TXXmqeLqsmswPFVcTPaQ07WEBoNrxy5yniouFbvIeaq4Muwi56ni&#10;QrCLnKcKe38Pubf2aa5kze/7A54t2er7/oDnS4b4vj/gGZOVve8PeM4OJvSuP1gNp52TTqYTjN99&#10;b4iThmWb/UH4mrPZ+oB0g+eJBg/nZ0g0eE9/c3z9+fhE1m788ezLm3MfQz27QdTWB0npV59OP14f&#10;Tp7oiezeviGnNHSa4qh460p0d58TdwsORiZOKyCSxOdnz7eDy4tJ17hwJInPSEoGvR9C3/hQLoYQ&#10;SeKTSRHXYlJETVlWkSQ+mXTkT4XrO2usuDkyV8SUda4DK9f1CG3opD1FLvy0cOvRSbsYXYdvNK7K&#10;OJ345Gm15GQgrt0C/0VYLZEkPiMpW6ogDVkWslwdubc91xm2h8oV4XQmhYfDIKWgpOc6hmC+OABc&#10;YMM+drh26nJtZ/LHeK4DrF9trC38pEwK369OOpE/1HPtYE6pXCe+vbiuhbGjkiJXgLkiG8Ag5XMG&#10;7gGLFPHBwBVii6de1H18hjXQ4r7PpHOvr6y2Z3PGtQho6mOFZ565jukWFF8cnzwAHARMOsC5oQqL&#10;trRXAaU6GKRxZSE8bGirJTcfKRaOF30bghcvbWR/GdpqKUZHXN0MG1OdVktxak86GcLq4i50k7Fh&#10;W7YlfRqH/nryFPm3j8mqjSqKz6AqOtCYEptRm1JKBnJjui5FXvHJPLE+maexphyWZ6TUBYqjN1Ji&#10;Garj5PsrpJRcAXF88cnjjOvJjcmOiBTxyZTkovPyHGD5aW8nL28gTAZ/ZBWfgSVFEQJhuk1GgvgM&#10;hPh1IOxnfeLBJEWumrHlmI5ybdSpBLqZjlNtxoFsQmrHDrKxxaXY5tYvxoc+vBRBH/3MCmQtguQ7&#10;XuqQLqSS8RqwvtbIEPQKa4ypxhMCoQD1tR0vqSZ5h+ICiU9eKHyQNslhFn8fn4GOguS08pAeqr6X&#10;TSmkPalkFKMEO8QpVDJIN9AZG8inWhK/dFeKo4/PMAvHl1NrePgA8HQNM7ONZ1EDt6a2RFu+iSJm&#10;oe+MDooIkja2UPoENIbBMlBUwZ8axgdwZO+Qaw0xTjhUPMfe+E4ulAtHrx7S9T4qJD5ZMbSePSXZ&#10;7ZogEb1h3SDmqVMiH8zzRCDO+Ep1vGxbJAPpPHu2PmH+63p0A3/329EQEj45YZV7I1SdO3Lw/Iwo&#10;yU4f58Q+oa41jlg3Ux4WdNQhPKLznCnISJSjYci4hZJ0iHKGe0ebkTefiLJvjBOjbSiFiSiRj23w&#10;ZDcOZQ7qlHTd8jwn47Bvoc5AuRiXuRYC9ZQDlp3+diQvBcreOKTblq1opKrpB2YL2zzwnA0bjrIl&#10;PSWlQxrj5AvP2Fp3M6zgwJOy+FW9424WKKcUZYonQnyGk6HFzSVQIhZr8KTgNlbItHp4Iq/4TDyD&#10;5KcWcW59nHx4Uo6nTuk4OIQrkaEjOrD9OLFAVZ5uoeQgmhE5E7RxOjoMAyU2vko5x7ePsBFUyonv&#10;79OE2L1OyQ4MSlzVKUfW5jQjBKTyHDk8gNwWi5LPz2nB513nSUkIkOfcWGcdfbA8peWRcQNfBWdo&#10;S397vIxTNq5FGdb83KWYVFzB8cnfzcSzTwHSSBGfkZI9R3NvGV3IUAhzHwyDwSFbMlDu+MaF83Om&#10;T5iuI77aUoqxQcmOQ9w2jFU3UXo16X0xbutuYgsR3zpjb84cUF0aw2fnZt5HS2N8Dd3C5uRiOiCQ&#10;Vu1nRHnTqpTahsMOSNzT5dk6XsmU6azzhLMovB1J1gYlpeZB8pSOrVN2fNLuoGRbcQclW0E2Jdyp&#10;O8fZc3R5B0+Icd/cB0qo2SWlgS2BBSagLs+BfQDImtRPb0qAD2839Y6EcKY07tDIuQsnw2LZnzBD&#10;eIXAytFnRB8sLyWkNxuUfEfA7jAoJ7aCsN/105uy+v3bZ6Tt62+PHup5MO4IXUMFAXQudYY93zn2&#10;0M8OHzvt/MT9kW2GxXDVdKhP82/HQavvd9ReJjtEX0tUqhB4wjetj7PnHBBYa/q51PW86pAcrZ/J&#10;8McHHY2j4RbG5TmsurE37oYoMgy2Im5p+lpCPCLso5GuKqqOkHnspUQFFgYl3zuG0VjzuJSFGSFh&#10;0pDSyBF9ePx1O4TKOvw4+8WwAEEZZoQMP2MtJcrenFF8O6pGDCnxjDoYDQYlhy660Vp1I6+Qzrpv&#10;diMHRrvG2pu4QXl5IkPdXEthJbe94XCjSpnAE6Uw+tyHGLiC39WgjD4Wyy2M3RFsRdcaFjUEHtYn&#10;ounGGTKyMx52iD7MGLidDFuNin/CfjOuZqgtC2K3HFvdFP1AxoWnw/XFv5oyItQzAfcHT2idRzOv&#10;NiOe1+Hr4/kZHgMc2Lxz9a+a31r0rTLubYjihQkb1mYHu9mPz9oz0YdoxGW6JUZwjV0QbWzDYYtb&#10;fFgz+hpMWRG6duHeYo+DughQFxJeagyuh0M1rCpjdI5zvQxTACkKfDDpBwMVlgWl6R+OHv4yT4ed&#10;rC36Pjq2jA9R37KDwQp7xYuJccD1LV9LcCKq4yMrxpuc+gedKuSCXIyTqKePMzFEqon+ZiwsTzgY&#10;XoUe7/aEZMmqc+nZgF2M2HJPDgIaI2oMjOU1xPyG1lIMSv4CT7poqcOMNpyD08ugjCdIY9yBMaMg&#10;I1xGjBn1bEXhC20piKMl+Oobiyim98CSMOYesyWoUFGfO3ailyeOZWOL9RzLwtlizYjzSnDD3UtJ&#10;ISNVm6jO8OPEmrIkz98/WKUWZfSGo/rSeDv7OuElMw6snhNlYJFb2oy3Ebq8qXOnNBbaR7g5GPIc&#10;2KOB24jFM/riyTRX355uI5Rfp1NyZvVEHymVEnc1PyNUmhtvJ0cwzX2i6KPKM/rRcAs11hItIc+T&#10;TAKV58J+H9yW9XFSGa3nSXWyKs+Btg+9fSZlaW8fWj6R4SnQ9T507NGA98EYJ455/3ZM3Rhnz9rE&#10;9d94e09VrpjR0lrBf9QGM6WxNweIiSmNeyBK1sLJQOW6ujxRmsw8je/RMPDtDj4vQ0oDpzDBi2dI&#10;aeSTdgcl3wl2ULJtaVNO7PfZQckm4Q5K/r7blDOnpeyg5Gi3TQndsDYNvY9orMaURvYWrpbM0+Fw&#10;1vYmDsVwhsDDrusdameeVvYAjnceZ2PYDCO5EvwZshjGGpWmB0rUnuszip5rREF0SwBuinC5mCcj&#10;ZwmfIaYczbfzyQDvqDHOga8EM4WsVB0NvEIQqdLPeaq3D1KCcWPwjHMnS11/e+RJOZ46ZRynM/Jl&#10;xjR3Z5y0iO+z3i0f4tjH2PBiRGuoiYCXEnUJ0GdEhp//wsIhrVN27B1DxNei5H00jYYFiATh8I0D&#10;S2sXc2I3vDD6txgN+5IdYlCiM0KYu5UHMyx8h0OkX78WwnUczhBkD+hSGlC9Ht5O6Q7aqgMl80S1&#10;vU45w8VJ2hwReLQog5TGyaTk2wT1czB4wvTyb7eyyQb0UwiUVnwUH+2wPgcrlRoEYUaIbRnynNm/&#10;j2CNoU18M/w4kdlj8EQPC09JTSp0KS1szyMMYZxLlHlJ8uzp0NNWCHp8MKV13xwb9h3DPaXPCN9N&#10;duhYHvbR8UpGQMKYEYKEfkbUeUOfUcdrCU+LkmeEC4rx9p4T49vZ/HJxtBsBIP0mNY7spmrpyq/q&#10;CCeCnzsyDvWTAfe8IHlqJ6LzXPi2i2Qgfe5Tw6e3m8BcG+dE1w1adW4wcmtwJQwnGFVR6Tx79mA7&#10;SgJT3z5ETxQyTXRKtFAJ47QSoyf8w5SG3ifcHpnS+GpPM1uVCGXqKwSZs+EMQThA1+aE2LV/+2J8&#10;ZCZKeycVkcNalSZlW3tCI1A0N/AQBkL9RJwbXsWL8WlHy5M0bYslbzaI0qLk0D1Sqk1KXsSNsdyp&#10;0Y2fOXWyUYU5p+K2xkgZDqWVtIUa2PSaghIlag/0LZQocU2w5s4GOgxLfXkknii32DlOas6zb0az&#10;dcimt9MW0q2VlRQuGWuk7DpAgYvhI4axFBY9EsyNcDPaQfNhg+Q/fazUlCgsKGo6pMoK2YtxAEgg&#10;MEjZlY9yJUNYOB0SV7gStOU3LfEUc9aHblr4Q4cBGPFAkAZrBKQ4o/UBcBoUSI2vIs5RPsVRYWZM&#10;C+mWrILROPioEReTTsaRDwOTzxSzAg9Wa+Q6G9d+eJ/jcrGOVGojFcZKbaJUuQ5TXFmwNvTv6DBF&#10;GwKVlbpch4ndMxT617fhEHNTkLxkJHkh5ZS1hdpSfcMMMRsNdoRhQFJ/LBYW7QdtEQ4xVgSpGjW7&#10;iGmxYmFoG3JFz/AwAFQC6yc2/KK8YeAdNhRLgQVvncGE1vfWENPC0NXL8KZR4y/misZeurAadhSh&#10;GNvIzRqauF4hCp1rv3B6lMMa1M/XPmYvUOW6LgF4u+O0LEupp/QcL1d8YHTFUkczJrViDf3AWUrU&#10;EUDfW3BBsOmJ3vWGsBDL5gF0htnfd/Egwk/GACgVNEjA6rTQxwsfsrSMvUWt2pgrWrGpKyvlVeTd&#10;JmJG++Xd6fE6bGLqZeGRFVJTC3QOyNEEHk93t1fvbu/uqJPF48PH99/dPZz9eCQgDv8Pj6Igu/Md&#10;3e5P9GfxrKA/B5IB980gTAMPrPFPCzIzmz+2y6t34zy96t/1w6sFXpRXKKj844IP+dK/fffP1D/O&#10;9a9vbq+uru//fHt/HUE+XL8P7IHhRgI8h4f5oK4dywBD3c/rGyYJVI/7K8zu+Prm+nj1Pf/8dLy9&#10;Cz9flCP2Qsa049MLAkAWARUioFg8fX3/FRzpP74/Xf0NYBEPp4B1AmwW/HBzevjH87MvwDl5c/74&#10;3344Plyfn939h3sAXixYPNhHT/5fsFHoCHzIf/M+/83x/hKs3pw/naM/H/343VMAU/nh88Ptxxu8&#10;yXmx3J/+AKSPD7eEJuGHGkbF/wLMjX878A3s0QBqksA3/AYkUQGk468MZVLBN7xx71flCuaBs3ht&#10;tFnBN1aQE2ySTDBiV1GcuStZBd8gaKEDOVeSUGA/Sl1JYeQnMqrdlnqS0oGVEYptm+kDuNJV8A1q&#10;wRqxfejuk2TTwt8pKIXCbomugm/gC77KkCznJBuAeUkyxN1qpavgG4UMyT2dZFjBN/LlRReIJJoK&#10;vhFMugNl3iSpVPCNdKBX8I0KvpF9myi2krZJBd/Iz1XKRkyiqeAbxee4gm9IuBaUCZRWTQXfSK7C&#10;fGf5FmJJSBV8YxsulTKbkpDgn67gGzrmRYhRHWKASifGZw/h/0MMJOjEnOVVwTde4K5wae4hlXTo&#10;guTE+UOqdjPIWaWp5tggZ6WmHCKdnGPgFXzjhVY53nxIYS5dkJw6dkgpKgY5azXFhw1y1mqqmdbJ&#10;OfRXwTdeaJXzUw4pOVwXJDegOaQEKYOctZoS9A1y1mrquqWTV/ANCcyKKx8PqfRQFyQX3R5S5pVB&#10;zlpNeVIGOWs15ZDq5NyVoIJvbCCaeSA9MlEq+AbFw7GQtnDfkEMYDDlkCHLWgF9ylHCQMOMq+Aag&#10;QroKvlHBNyr4RuzNiX7aRrOeCr6BNr+c8VbBN6JXIaa7xSc3cuXKdUqS1jNJK/gGEsGQmasn0cas&#10;UFQ46SmJFXyDIb7K9YjEF5iOFXzjRKZj2KIxf7qCb+SYcBV8g9JQJcC6Cr5RwTeU5YEGfcE9UsE3&#10;FClV8A18ilGREv0T8Usdn+HzhKaLoXZtrOAb8oFcwTewlir4hnLaAAo17KO5gm8o+6iCb1CLPaN1&#10;SAXfwGmD5nF6sSNQ18J1cwclFzDalBV8g9anUZeN3jehIBRtJQ0dUe0+uQQq+Iby7ajgG2SpVvAN&#10;+btZwTewQir4hnaGVPANPVRSwTdex5t/fLKDuoJvkLe+FEoF34jyiM+wWCr4hui0r+Ab5ygC1b2N&#10;FXwDdkwF31DsGPQNCn60Cr6hSamCb1TwDbVnVgXfIK+TDehRwTfg76vgG6JVV8E3sI8q+IbyLa7g&#10;G1ghFXxDWSFwzYVWlxV8Q5VSBd84r+AbygoBnHjYRxV8Q5FSBd/A96iCb0S/bXwG/20F3/CLI9WW&#10;R+nEZ5QSJ9hW8A0tTb2Cb0xLBd+o4BsRzKCCb1TwjQq+UcE3AHqnl5n+PwK+AaepCbmRgDMow4Jw&#10;KpA72vyCOBV4C2VzbKJzNMv38/dz/wrgnt+/6pu3b1/94d13/avxnZuGt93b775760p0DsL8+Ono&#10;HDSeAlKkQB555/95iTySQW4ExBJIewfkxtntFSFewGyryBteBEDUAPYISQVAOmgT9Ax5w+cr/NzI&#10;G8BS9VnPrgsQkF5zZ5fohkIQSZd0BUldxb5+ePhEKyTHqTn+CEQVqJB6VzLIzNrVPQcXQBgYffEp&#10;GMzUsX1+3pobg/BIBQESMu+HiS4LqdGjyCrvBgl0L4FV3iZdZJU3tnXzKLBCbaM9qrxlPbofCKyg&#10;75VV47ZlBV0lonEROFErxpVqGrZZEWZdoupniVcudyCxC7wKwYvjygWPdSfwKiQv6RAgm+voh05a&#10;WrnoRVa55IEaJQwrF73EqkDTaGdBiQWWhsgqFzx6PGyPivC+khJFVrncsZQ3dyFBpyZO2Ko3Z9j3&#10;/nAudmEu9lEaVC51qEZgVYhdWFgFZMYwCKyoS+U6dmGChHmXiMQNDQT3lUpYVcCYX2lIStKwcrmP&#10;1Ax54/Sj8pQ0LHQClo6HAiADh7XALRc9+uGK3HLhA3dZ4JaveddNAUXm5aqg4qY0h7YXFEAYlYnK&#10;dW0viI06aya6dhHkRsC8icq1k7TMSlAMnHObWiCU8IybE2ear/9u6QRuhRac/CHKtdB3wnYiKNh1&#10;bA1Ole0NRV09Ex0qVLbHViBhAM1ZOqyHXAuDEz4iVDKV3rkwasDLBUJIz4lsGFphaLkSZiwjYZ65&#10;DoBnKjDLdYCQr8QsVwFAaQVmuQrGUdIAoVqmaaKcfZsZwT8nKpTiCiMjb10iG2eJWa6AfugkZrkC&#10;RJunxL3o8y0Fiz7Zd8ebaPKt/QOF3oMQCCzIQ2xQ5PsOio0KMWEijmV6OjEmRMQxh1cnxooh4lh1&#10;oRNjRRBxbXt9Hi6/n0+PZ7gOHMi4IcHAfAmedl2Mte211JCTMX0P+PTvESSDyh4SrLAu947XL5Cu&#10;93DnwuRDwuHVude215JW6RvnT6R9WkUPvEC+71AiqCbPfZ9WGV/5kHC7da3+LG2v8YnAW9gH8C39&#10;ZMk6PrvxDoeAg/rp9ON13onLE0AKHRZtWNsrRRkVTZTBqYGhxd/HZ4ieRjrc1Zhj/H18PqODkRXe&#10;HH8fn8/oDBj2+F54FnbxczDH9rwX7oVddIA0UtmlJDCVbOR+PAbW9MgtDQxM7JEXbTq4omjjM4gY&#10;Tgi/FRKCQfx1fDJZhJeOGyb+Oj6ZLLq/dL0O3OXToGK4BJ2qH8NeNqgYpV6n6ugahB2hU9Hq3kGF&#10;NWtTwRWxgwqg6jYrrH0iCh5BeYsylaHHMCooQFvXfOjiI6ZR8QIzQMHJn4DRo+u+xov8VKAytnmw&#10;rICEpPJiKnbLiAJj88L1k86OlyH5HNTX4pIY9NTDElHnyiIhv4NOSFcg0nyHdaJy5O735HtQCVte&#10;u64zDhl4J/jVwFnRXt1OYWehCbJ+VtLv/WTgg1A5duSso1m3xvqjOQRCp8+6Y8gH54BwoE0GnorA&#10;Eb4IlbBHi3j/autDAm9FIIQ/QufI5wUWt74oqKeGfzV8EjpHTngCXL1KB6eFZwi3hE5H/jzaowmR&#10;IX4i4jN8KuC3CHTGRAbgdXh+ja4UuC48HZwT6vhG8CF+ZDNoSob3wtPBP6HT8QExGrYRHBieH3UL&#10;U99LbgOMb2iiKRvlFp/8qZ0DP3gpdH7c2bgzNl60oVZrML7v8u70eB2GbAZ9//5oJ9mSFO9K4WJ/&#10;EtN/2YzkYrs3f2yXV+/GeXrVv+uHV1i486vGLX9cxqZf+rfvykjun2/vr396JJfi18sArz4NTJ5k&#10;4/9hfRRkD6cf7q8gxOPrm+vj1ff889Px9i78nAV9acQ+y3dv0NdvjBr0fRn0xcnxLOjrz4Ya9L2g&#10;2Mm2PxWnd/KT1qDvm/PfXJzhxrUtqxr0Zehr+lamVVODvrRoatDX7x3plMmPmRr0PT/UoC/ZRmuu&#10;E6Aa1xMF8B159KygK06eGvStQd9sEdWg71d/t0IgYQvKLoZY+L5iBDX8rbQGfcsoLjsJDilAoQux&#10;Bn2leB9lisHrcYD3KLgadEHWoK8kSPbIHirWMcVxyKiIGRc16OvT0IPbcHXz1aBvcKhGB6jlq490&#10;NejLOGep5kF3qNegbwSGq0HfiJBXg74pkyYcQkhF93ZQDfpuokzWoK8a66tB37SdYvCSg6U16Lu5&#10;n6Its1qDQW6IwZqh3hSwrfW9V6FOF5Hhh4/vv7t7OPvxePfm/Jeo7/W34xrqfRHqpVzXZ6Fenz7x&#10;c4d6+9j15Zeu7xXiJrAOUpxtX3WvwCiPv+wL8wqMcoezmyepYiYbt8CodPhLFUa5u18oeS2qi6R6&#10;IFowqyR/xviuUEAFSLP1fWJll4NLNo0KncyEsHMhcykyUtT0OqniyeViF1nlUu8aobqUkgbT4CVW&#10;5AFNRD0EsVlA+PfX9A4o1tpmlQteHFUu97EVJvgtRb29NKxc7vuqesdRWFvfUNY7LsIcv6GuV04l&#10;yUW/O8jbC/WM31TaO0zCCqOEy7QO95b2Dk7ili/9vaW9/SisjW8q7e1RZbu5Ab6ttHeUuBVnT7uz&#10;tBeV09tjK7SAJSJ8PiiFN2kLucQCt0ILzSyVHRelvW0ncPum0l63CJ+SbyntdYNUQJsrYWdpLxIn&#10;t6VGGcVJtjtLe1Gkv6lPQvBIvEasoe2a47KyV7AHysLeUTq6ixiv9D0Z85NoZ12vNKxc9rg3ZVPE&#10;ralW9R7vPz4PvJCtRbG9lCGtx/aQph/I94UCyWby3PdVCnIJyQGGz55AYw3wSoFGrs46wGLYI8ga&#10;4JUEyQVSB3TN2CPIGuCVBFkDvAjwhrN2dehJ4V2mS2dydJjGZ3CcBiqrnpepjGoopkqpMvFN8Zm/&#10;EZ4E1dMdeFl1vExl1M8FKiOcC8MGHxnUIoUtGsccn2HsdG0FFdahRsUQ2kZpHZcLWeW7oejJqMma&#10;Yf5gXIbk4W8IZHocF+Vxnsyg4vIknYpq92hkOhU8DnuoRhiyJi+4HPZQoemOzQs+hx1UI1sc+hzh&#10;dPC8rKq0WI6qL8SRC5mNAt6RuywYFZRwPPixGSW84xREaxQSwvXguRlFvDE0YZXxJjqrkHeMFZFm&#10;JS8vSrOUd2TD1lmlvPBCBOVapbwDdaeindqhak87Q+CJYEKjlJekEjimvpPxzIrPcHbBG8GERilv&#10;qlW1SnnhkQgczVLe2EjcLOWN3nf4HVTxdDg2/aydUU/b8eZ08D2oHFsuo3RWelCqdIb/QefIpwcW&#10;uK5reCjCZKxSXnQh94RWKS+cFIHO+Gy4KZyoVikv/BSeHzwR6ozhZgt0RikvXBWezirldSiRJS3T&#10;EaBtFt4C8EeoZNxXwyzkDfbCACeG9lLqgYexWWW8/Dmyqni5+Lpb9phFq/EXt3gt4b0//1WX8Pru&#10;CTWu+zKuixPjWVzXG9c1riu4J/EFSA7YGtcVnPHfUrcrRDBqXPf46ZrbGaaFV+O6R1/8WuO662E0&#10;1rhujeuSxSxW79a4Lhws64apcd1VFjWuW1Syhetx7dacV/fVuK4UFmuDd+aQvD16+L3GdSVBsl/4&#10;AOd68PzogqxxXUmQtVvzEzX998fX8emGPFM+jKF1aw5ex9W1V+O6lie+xnVDZKfGdakJwBOhLsRo&#10;mO66r3FdLhYLQqtxXanffY3rqiGwrsZ1tQhhjesK1bo1rrseOOEIfm78hbhurdK9fDg9nj48/fby&#10;9Oni9OHD7eX1xdXD8cvt/ceLtnHNxafj7b3RsvmXqNL1+Rw1mvsymouEoGfRXJ9183NHcydOvoDl&#10;6y29FYXXAcXBw/C2CS7qJ8HwuqGjQimw5RetHSwRuU4BsbZrCeWu7UKWUe4Ch0gSmRs8PuMWtyKu&#10;2zWE3bnFDbNbuQFwWxhb7mduWwBWbnND2l/GDdh62zPNC4jaFlCJ29zyGi43+iKurZkicyu9tG1H&#10;aaaUe5fo3OiBC7fYFbHeth0kPVCyWsZPVEQZ8G07abZlKe/kqPpqc3ylLjyC5JZmyb+5jm/ykKWb&#10;/AptONQYbmujaNlMjKTx5fqgirRtdkVdr0NLfoFdUdmLVGKJXakND7+5NdsCsXcSuZXbwkciN7nl&#10;uvClXVuaaAtNDAtlBmxyyzUhbTFyzq5qBU65xCxXg8SMXLcrs95Xq26NrCjyFZkVKug8KPQms/xo&#10;EpkVGmh7qh/cZJZrQGRWKKDFYSgwyxUgLg5C+FuFhqUrccs1IG+EopGzc+IRXASD5WOEfM7r6JpF&#10;OoOLKt8Op832NiWfdMbOA/hu6YE+oImuw1sFdrkmFnEnFM2c+4maRGxtrKLKd/Ho6JtjyxUxiAd6&#10;UeU7+4rVLW5Fme+ILbM9tgLAd/Z9pje55Zth9BXIWzMtEHwnj2y+yS3XAh3RwthyLUwt1TNvciu2&#10;AxoACNzy/QAUOYlbroUZytrmVpT6Dr46emtsRbEv8o0lbvluGFrp5C3KfRefhbOlhTHfDL3HUd4c&#10;W66FBcjjwkxzLXST9L2nKpW0swAGJn2fCU8s0ZGJtq1UQkdKZK7pJD0QtlWiaxuJ3ZRbra4RrQdU&#10;HazskMEujI5Qv9JbXSPqlazyRCeOLdcD8vAlyVGdR2ImfrYotz1ROSCeCWpFXdhKJ5vAhRo6WGfb&#10;i4SqotJbZ2mnEsBgokIZiqRUVBhkdKIWqPxrZTeI5v6ca8H5fhJb+2Eu9DCO4uhyPZCpt72CyUm4&#10;jm5CwxRBdLkiXCtduwhEc2U3t9LHhrDwVrpWWsFUO7CSLU5kV6hCZperAi4KabJUI7W+FpfHbdlR&#10;IUciaxEQE2RHGG+JDmgKErtcFS0uXxK7QhWizbrkqsABLE3WQyKm4aG+SBieD2QlOjCU74a5NqZF&#10;Wis4LzO50CdCmDAVoa0CXMS7q2sKhWgMS43gzdsa9r7QfXMulNKJ+80RRmvOUTIrXHnF7mFBC2Ms&#10;79h0VVi3cG2KsQ2+QMJFfVBtivGiXUiFupfyZirqgSSZ2hRDksz/BU0xPNL9FkAN150fcGfak3DH&#10;EMyH1KVBz89juN8D7jx7uNOVhw5s3Gl2kcNi8OSxuNcYDOwBT75vqnQr8eSxalnnzs0YDqka2iDn&#10;qeLisGeqdG+gweBisIucp5pafBiD4akmPGGdnDGuDzDc9wyGkegPgHTeRc5TTeX5xmB4qqls1yDn&#10;qcJw3jOYCCV+IMN43x+wYsnw3fcHPF8ybPf9Ac+Y7NZ9f8BzJrN01x+shlMxadiZEC5nVT5cXz6d&#10;oQUzbKwn//8Pb84fzs/evzl/Ty8J3a2fZWD6q+4ZUjC9q4iI1hTLEIUHBnwYLDI3YgbZShNrrZkW&#10;gUG/Kyj0xxOLFPEZKRNXTC2IIFLEZ6RkcPQWAUCdcqS+rtiTCO7pzWgQIMKVJVAabx8Zsbu12gG5&#10;kfoAep7wxagzGrlpC8KG1tsZQZ5CggZPPu0Q7ItLKsoxPlmeiBryOOEF1sfJkO9tC8+4QclrBD59&#10;nXKi26eXUhv3ShxffPI4ET1kyrRJIkV8RkoKiBFPq4GSQwSRKeEtVWc0cTMNtJcw5k5RcHo7NYTQ&#10;WfIw0SrVIGyCNKnpkMpxZAWlozMKJj6jyrkLDPaczo8c15iKuYS4KCDE/3EIxffFZ3wv94ZCnFR9&#10;L8KJ/r0WGe9Fi4zFZ5DF3i8WGTedMcjg+94zBTpDScIGt5b3qEXGvUUsMm4tYqkLQUU/OGuZ0Dbz&#10;K95an4grBkJra1BPM88RC0FdKbQbidA8ZyhP3hNahzGii54Q4UP91Q1ruEPvWHWMDYX0MEZEEA1C&#10;vvT3iMZqHBFj9AwRRNTpKJBB2xeNU1R+XKSDMKJOx03PhmTjxv0dn2GfI87o34tAospvptgTxjca&#10;70WkMdAZzYRmtoomozESYo2eH+criefVxKtwwp1Kkx+ijYEfHNYa3ch29mzIBfFGzw8BRZ0fF7XN&#10;uCJq70XEMfBLt4eor/gMehu4s9RimGCIOXp+CCqq7+35GrIYPRERdQz8DDn3bAEsRte0ePZSYFEd&#10;YJeaShkaQejRj5BiiypHsoxoScNXrq99RB+Z0LI84lHYmCdX2E0UYVTHGBk6owMVDxAxRpUdd2XC&#10;AaufMvyloyijyi9KsEUrKn1VBwEizqjSscsC3eR0utgfEpFGlR9vJnyi9NXvwyW0FBBrVBlCYWEm&#10;I/aVNmNEI5kQB6dOyKtwMlQc21ji2mcomS03NxlnP2KSYYwIOupjjNbvbDTvi43QHOKOBkfeAIux&#10;EiNHCj0aHPkigRwAgzDeI2Bm6JrhS6FLDrd4Bscn28q8rSgAaXAMAseF1FgUvMwoBqlybON1tDO+&#10;P7EJIgUhVY4j5YtiK4BQVyGilJFQPyRm3q3eTaEJHGHKfRyR58E6tAbp2yTydPR5Owwvvl2XOSAP&#10;+ca8FrfGBRGfvDB6/nLA/2KsjA1PTeRVe+H9ynvhedXW6omX1RPYzs+qJ4K1WssnQrutWj6BIEyR&#10;3FHLJ3jHHGr5xFYqHxmiKRVIzJAnn1micqGR2yY3mN6JTsxWruUTRQs0uocnoeWJU3mRGNlSiQg2&#10;vJQPSC7BRCcygwsjEblaPkHtK2v5BN1i8iVXyyeeCyRPjp1q+cShlk9451a+aWr5xPNjhHIb0sem&#10;lk+ELKlVIq6WT/j20eT8SssEBo6QaU5B/kRWyydC6+1aPkHAsUJpAkGErCtGKxnJDyrySYocixs2&#10;fJZZsUP+LajlE+eHECw9RM+3nv0YvMBwYASntk7M8e5aPlHLJ84PuEPvWTO1fEIqEqjlE5JkavmE&#10;JJlaPiFJhsqyEfI91PIJyu706fanR2q/emDox0Mtn5CKQtliquUTtXwCxRtW3lstn6ASFyvdqpZP&#10;1PKJoqO1GzgR1MhORDs2/yU3yGr5RKp64UStWj7x+9+JufX4tofUuFo+sZZLhYVTyydilmJ8BrnU&#10;8okoj/gMcqnlE9o5E6sdavlEuWq4OtnV8glkfJSiQW8wb/GgXFEHS6/lE+xyjvKLz2gBIVJJaf+1&#10;fOJwIg9QKZ5aPmGUjfxayydg1H4GYpn/6tAPvocG/uPlD49Pf7o+fSJV35/e3d7d+eypu3vCNkOL&#10;ieAGfDzd3V7RL4ns8eHj++/uHs5+PFKjDv8Pb6mC7OH0w/2VZ3Zzfbz6nn9+Ot7ehZ+9mU38rr8+&#10;cUcP/HT2w8Ptm/N/Wprl+/n7uX/Vt+P3r/rm7dtXf3j3Xf9qfOem4W339rvv3rp/Jg+l61/f3F5d&#10;Xd/T6M6+frq7f3yN//jm/Obp6fPri4vHy5vrT8fH3366/ZVCTvgQay2aeFk0gavW86IJXwz5cxdN&#10;tLGo7xfHnGjFhpuo4spyHfZBTojN8ItUm52IE2IL2jwveSfghNgVu8jo2Ac3MUotRYtcjp3VEmjH&#10;KySbFPLfCTUhyv+bgCbElthk161rg5bQ2qKzyFrJk8PFrJpCBTsxJqS2zqiJXkcm99VHyfFKJoKu&#10;fAu8BJpcb+uzrI6QesMW1REibEiby1/MGSprI8QcJDi8V1m0UgJSCS0httMHLPDKTOJFFezr8hHF&#10;//cDSxAwzrb0//7CiN5Ja+zvr4voRaQF6siRRCHKK88mG0QQCOqslHhN0gorICUGEaCiQJSQN1KB&#10;KDGK4BlFRYSCT5FXpoxiYQp1NkgTVeAp8tMHTi9haRR4Ego6Ra6ESdwAaFexjk1GpygKIiYRyaDA&#10;k1DQKfKE11nE4Rjyr7CCTpFrYQGmwPaWGnItKOgUuRYWQP4I3PKNoKBT5FpAp0LpU0xembREpkVq&#10;Fl4ASqB/hLTlS0QJsfc49X1Jb0V5u/RtLyAlFICKXBHo9yGyyzWxiHAB1AB1HV07S7IrQCUUiIpC&#10;Fd0o4mfkqkB6sdThn1KA1uH1g6SLZ2UROA63jY8SVWLAZ3J75T2DlRARCApYCZgp0nzRbiWbhwJT&#10;UaiDlrwwvnxnaEgVhT4mYH8J/Ap9yFgVBboEMNGkT2uJL9Hhc76tjxJfYhwk+VFHinwdSOulBJiQ&#10;4elKhAkFsKLQx9hKJ1UJMaGUXBT6GEXTpMSYkCErqHXSKpdRtOdKkAkFs6I4rEbAPWyvl6JMgprH&#10;CPotUSYUfvn+0MouSn2I+GNoh7vKRYOteKYPEbci3x+UDyLMt6yUwIEgGRgvkCakrxE1klqn4jrx&#10;0/sCakLC1ngGNdFLR/43Qk1M4lX4BdKEZI76pk1pWQ8istYLoAlxypTMnxj2IrQLTtKMDg1mJOvb&#10;d4tKDNtRVHN5xy5he+BY/HjFHsUjOTq9E3LtMYyftnqWYyqU+xkbbulVDFg8RLwvfR2mBRHHvjs6&#10;Z+xEIq6VF0X+KXcaOqQ+bLoQyedAUkwdnA1yVif8Blgr5BX/ek+eaTy2Vgq3Ij3ANbCLnFWast0M&#10;7jg7/dj31dNwi7pD6iinc+fszFp58aL8hhuKHlKARxdkrbyQtketvJAkUysvJMnUygtJMrXyQj+H&#10;0QMxfC//zSsvRPsg9jxFjWthUATDgi3TXwbpAiazlwYaLUZDVgK6QCiJSZOVFHM94pNTYhJPo8ey&#10;45b6NsoFh1xtkAuC74MxRJFHNW1n5rlYCBfcRdss0IgdOFuj5WlsO2phW3B3bBPZgvCF/XyN9uLk&#10;SPd0VrtTXg5Wr3nuVo4ruN42nOJc/r1YPMH2jWslPnnN8PgsNAvc/4kdbvQ6OyYzcCyC1W+DWHhu&#10;FoQFW8pWBQZrwuiTT15oTHSKNn2UVnwGqTH+iQFdwVgyFhICb2+j33lMB7QaQ8dO2Po2hBvez9Og&#10;4t2qUwF/ZwevluCAIVmdF0H57KBi2DKdF4KVO3hRR277jQhW7qAaGAfC0DiilZ6ZschiCY21sBGv&#10;9Oys7TREJA0D9wIRS8/POopGvl5bNXSIWXp+FujFyFq1ijZiqr4FeTGxL6JHDFg7AhG39OOzEC8m&#10;QgLHCrYQLxC5DHTGp2HmbuaDgTiA2KXnZyJeUJAF47MQLxC9DHQG4gUhMBA/C/EC8ctAZyz7hdef&#10;hXhBEczAEF52TXFw5AZCC/OCgpie42x0J4f/M6xVC/WC4piBo4GH4NDU3hNauBcUygyEySCM35z4&#10;jInPFE6HXizkC4doZiA0oC9cR7kzxNFYiQ4BTU9IEUtdNT21BQJLuO/1Uxrg63x8NYbRgB5EQUJw&#10;zBs8Edjkt1tgBulQNEs4ENxknpbKR/5soj+RkeKf4LzWC0hUdnxGM41VZCJhoK4gLA8TC8ONEW3C&#10;QsOgQGeYOyKZut5Hhgg1ETGA6MHytDAx0A83LE8bFSNC7dmwGIhMhRmZuBgIejKltZbGqCOztAOB&#10;z8DThMagQ9/vo8lCYEDwM1Ca4BgIQzKlhY6RKE14jDGWtSymlPjtNkBGglhsbJ5BShTpNNYnS74l&#10;uDD14xK1aVe/xxWCO5nxwYqrDpE1g7JnZBlQGictIqJem6A05u4oqxFnMij1S+ESb60dPjWakGbA&#10;kzFHnRBB0X2EI38uzTEiKho56tMe2O8EjrrMERaNHPWlQSgaYdYGSMaGkyce6xUj41eOkeF3SC33&#10;eFnugW/x83IPbxPUco8357+5OINvVcgZylO4yPMqpNDAxk2JFbjhCMyghURVyz1wcCdpiPIvU1Hk&#10;hGu6hyVutdwjEwY8UcKipU9nklkt91hlISVQkW8lCQweVGGb13KP8K05ALV2lVct96Dkl1UetdwD&#10;SXv5CVTLPSiNEXfidMTUcg/fBb+We5xt4UrVcg+hPCP/Stdyj6uI9VbLPbbXSy33EOzYWu4B92Mt&#10;96jlHsf7F/nsFWhDSqllh/yhlns8b/NegTakNVPLPSTJ1HIPSTK13EOSTC33kCRTyz1quQf1Z6T2&#10;i96lcnbjMysWXw671nKE/K2NTICVJOYEMGkt95A7u9dyj7hY4jOur5CRQrVCWsIOZ9a2tdwjyK2W&#10;e5yofj4Iw9VyD5ZELfegVVEeMbXcI8ojPsOuqeUeUR7xGeRSyz3UD3Et96jlHr6z+lb3fjfFUgKU&#10;SRgGXS33OK/lHhpITSrimGu5h7zjarkH1YXoVRy13EM9izecPMEkwqqrmB6Ppw9Pv708fbo4ffhw&#10;e3l9cfVw/HJ7//ECdWDNxafj7b13nBXIJAWAyTv/DysgI7sooUX8SQh8kvj0XVwuqDjh8fNfHn7v&#10;6xmevr7/enZ7hYJXYleLPF4WeaBA8HmRhy+e+rmLPMZovTgk+EIXHmTm7BJI1pRidEkFxKmXzdcP&#10;Dx79JkfCOf4Y20am1IKPKUspT96aPaYEfwELOIYsSXKeqSgDXTV9yV1OVSSXjtSVeINVXuBBXUC3&#10;WeXVBfNIDXU3WOXZvSMqGrZZQUspwRNMtllBjokIDSoEVnl69TxRW+ONUeUJpb0HP9mSFeUzpDei&#10;kH6bV9FptBsoN2aTWSF53yl9Y2BlaQcgIgRmhex7ana7xSwXftuJzArp+87IW8xy8Tv0ixZGVsi/&#10;oZa0W8xyBTiUpmwzo6aaSQETQA82mVEh7EpF7Xe35F8UdlAf5m1e+dJvqTn1Jq9c/KMH8tiYJN18&#10;0riofGKTVS780Tf332KVC1/aRAWIx+BRB7ZY5aKXlkRR1DFIwipqOsQNSfXpSQz9Ih05heClI4ey&#10;RVZenbC6qCvNSiWtVOqCkKg6HJibC6KA8MCu3dZiUdTRdVTrtiH6EsJDmiPV5KZxtbPAq0TwaKTl&#10;VSB4UKXY5sBQT7y+Ut6O1CkkjQy9wgVmufQdvlbbIqP0lpWZtPCpfnulEr9q1FhmJfOgVxvyL9A7&#10;EDkSRlaidwgfowK7oxVnWRRzeBCAjXEVyB2th7PYOiqov9M6SWlcufQ7D5+wyauQ/rYiqSR+fV+D&#10;b+m2JikdZ6VzwrIoijjQOVEyUArQDnSv2x5bAdmBrjjSKiswOzqPObOhgAKxA+KSZoruDetMe49x&#10;sMUtVwG4Sed1UcIxOEGhBV4HuEk7ndqVJC0MkrFCnZ8SlSI3SiRKdCNwozbPjWdgHZOkhQKsYxTt&#10;u+IUakRLqoDqmDzywoYWngF1dJJdNuU7AR2dhJmWe8FJVgY1fUhymyWdol/aSrUAl2Z7YxUYHfMg&#10;mCwFQsfiG93HHY/rerpN1L708F2cHs9wIzvURGUpGawmKkuSqYnKkmRqorIkmZqoLEnm//tEZXya&#10;kXb6Ezpzk8lDmZr+W0/+xjUNM6QtwGDwqXQwCdjXvFKUCQ5wKXpKeA2ZMv4+PiNHWEHwZFp92Wbu&#10;PU29srTUgRkhYeI3obGVTgerCnTwH+p0ZI+CbjD60XrREZ3RYy3S9ZCkOj5+LzyJOh33Xe2s1uKp&#10;f6wRxeKkv85ooT3zOdSij7M6D7qtQi6t0WZz5jaGcCnq/MgtQvzgG1ffGxsTwpRV6WILQaxXlS62&#10;7ETvcI0OrQT8+IxO2nA8ejKk7KrcuGk9XBYqGTlbSCj6HCbuSRz3btyJ8Rl2JHyPnplBRTcmvFKX&#10;LpyPYWDq8Ee2EPWTAt5Hz0tfH6nfs76t4X8Mw9e1OcSUYJ0bPJBhmrqa+ri39In23MYe7jhN6T13&#10;4zXavcIL6ceG/apxQ5DBkxnbFH5IT4Z+5So3jlwhZ1YjgyfScyNgPJWOD3+rESw15faL0tikMb0M&#10;fVjV98IfGfgZhwOaHwQ6HMbaPBxvB2d8FNGc2PND9FfnF6sh0N1Uey8BRtLxYHRkjF01jdlya9oW&#10;J4D20tgH0uhTzVgMXQIZiadRfIZTyYXPCLyP6kvDPuwwRG1orFW4H1UywiumI66xUoN4J5IHUmXo&#10;uNEnCPWFAh8lv9pobEtNVcMYERLWpgw/JRNiTauEfPxn/p6oifgMGoGvMnI0Tse0y41Xw18ZOern&#10;wdrB2pg1fJZRPPpiHfiz7Zuha+KB35I5Gst/5CsskH10zcB3yRwNxIwR0ARB18aRD/8lExrn2xR7&#10;RzfGgUld6cOrjW068Ym5AGNVEyPcmJ4hHJU6HX9vFjjnVX4vLiZxsdZesr/yXrIhhaXmGb3MM8LN&#10;+HmekT/Fap7RxRn8AdtRFXwPU7Ck5hkdfdvdmmeULYqaZ7RukJpnFNpSS8liNc8oNrWreUYIe0dh&#10;1DyjJIqaZ5Sti5pnREGjdZ/UPCO6tOYSqXlGhThqnhGlDgXfyiG6BK3WQd5xAlRmdogY5MHPckh+&#10;G4M8OOQPAKwK7haDPHikDgiT7CLnmSLmtoecXW2HFALVB1PzjKTMiJpnJEmm5hlJkql5RpJkap5R&#10;zTM6r3lGMcASn5zPVfOM7realhAKs4+gGcH1ueYZsfw4G6nmGdENkkPuNc+oPG26mme0ddjUPCPa&#10;M+VSqXlGpw2h1Dyj4IiIayU+w3lb84zYTxPFEp9BPDXPKHXMqk2MLh9Ov8YmRsFNWrOLXmYXwRf7&#10;PLvIO31/7uyiPiZCcrb1RhejVMvxk7oY/R/2vnU3rhxJ81UE/VzA5TzXzDTGDXRXlRsL9CwGM/kC&#10;sqSyhJGUnpRc9m6j332/ICOYZB5GRFbbPfB0sX7Uke1QkAzegnH5AuAL1YxyBEOmiKAEYhTyLnLP&#10;DOzkiUrLsa7GFi04wYSeOClIG4juTSQzoFBCrvaCEYzriUqJdspTyBN+0YIRpjoxUqAU8DpNJGPP&#10;8AILRgV6kQL8QcHQidWAMK364CgANJF1ipzq0EXLbuUi7xUEF7g0jg0m5KIlr1zqGkoNpYUcO79R&#10;xZULflZgJ8gwcOQluEWLfhW4RcDzqC51CvxNvNbauipgizpNXqgrdeTVMwzDslu56Ds0We9XLntt&#10;RZCGnjrfo8U6q1z06ghzwfdrZaX2ueQZuWUxwAK2aOgVvKgStohheJa88jU/YNlURzgUgld55YIf&#10;VXigXPCAKqnvxQK2aNwoG6gKW7QcYy76CQBh9THmol9rsi9gi6aNwqsOW7ToWAFbNP822KIls1z6&#10;M5DLqqMs6lAn2KIls3zhI0lPYZYvfGQQKXNZwBatZ41ZLv8EW7ToWQFbtAEiVHWYddyiJbN89W9C&#10;VfcKxko9oGjJLJ8ANRiYMnjSkZKQi5bM8glQAf4U7KIlt3wHrLU45VPsIg5BXHArYormUdmbp9hF&#10;2sFYYBdNg7JuT7GLtPutxC4CWlt1eVBGdpoEpBWpfctngRSHOrdiGyRcpaXc8lkYVlrf8n1wxC5a&#10;cCuwi/pJOblPsYu0kVLGT5JIr22rk7rTgl207Fu+FbpJmVMFu2jJLZ+FbqWcH8j/PI4A9WvVkeaz&#10;oE1pHbpo0bMCukhT9usRRYFXQy768nTRSqwio7NFFC3q7FKkO0kGyuc5oVktokiLDmkRRZpkWkSR&#10;JpkWUfQNI4qGao1JICTQ+eYDFzGhh1tE1iTw82CLOM3ZQy2CNgVm65VE3YqfRb7R3wI9D1SwF5pe&#10;mZj77eEVxSx2D60oUnlYRbFFWA3NfsGqgd4PDgYAtE+iwqvHcsxBaycqB6OoiwLzIIo4MsdDKOrj&#10;JHkARXwzevhEgj+DGsLWQDmtvcPXImPQK8Asm2SEJAq5OdhEDIXgQBNR6QFiBnuD1TOYFwOZA00k&#10;EQv2tMO+GJg5VIxgYUsWBsbAyxZsTxYQjNLemLAwBipbFMMq6lg4EyyJwcYYmKWYejkE5BsPg4HR&#10;Sbxdx0WqMQ1WoyMH0mD1mmS8uj1oIjJHkNTsiYKlMZLZcpvICwBuDjQRbI2BDIvcGsLEIEwONBGs&#10;jYGbB0008wnvQRPB4Bj5OVt0Zi3JgyaCzTHyc+IJ17LoHGgiwQbzoInWBNiOyfCgiWB5jHQONNFa&#10;1qcD7APjY+TnjHcD/L3QPweeBfbHSOfAE21Yn/fwiQSf0AMoEvw/D6IIVsjQP0AFSaKP7H/5xnNA&#10;BuyiFMESKRydWwJqCInQRSmCNZIJgUJk7jkGoIKBzT6GYJFkjlv7kBz5JiBzotn0yOvBJRzShnea&#10;Jt0kisdRZQZeYu6oYZ0UOdrHb8+ogS5KESyUzNG5xXsOi3NRimClZI4OSlFHhsawepzTH5ZKJnRQ&#10;ikiriRydsxPWSiZM2W6yV+QreybQeSBFPNEeRhHfOx5E0eIFIn1qCEXfO0JROItaDNEyhgia6mkM&#10;UbhbWgzRRYshUhzULYbo6vGWCkZAeUpOwK7FED1ErKoWQxQhidS4H2h2adm0GKJHXjYthihbFi2G&#10;KBNGKn4WHop5yC9MCcet1GKIWgwRWRLyBUKot8eztsUQtRiiFkPUYoiiIazFELUYostd8sXb0FTs&#10;NNkhIDzayR3yaPDcpbIvDnl0Ve1Qi/Yc7uzS3MH+ehZ5NCXvkgva7gwpVTD/7uCePIs7DxXB1WeR&#10;81CTEdruDFtwdwk93iHnocJFeE5n2MW1g/f9LHIeaqoH4HSGh5ocdzZ5iyFqMUTYdy2GCIEC4QRq&#10;MUSMGtNiiCJGSvT9tRiiI55QiyE6AYlpMUQ1OKEWQySuevlyGEGLITqiLJWiITUkxmw4lc5aDBG/&#10;HUR+8o1LrMUQmeJpMUQBLLGhD32v6EPBkNAihxaRQ4Rmcho5FCxA3zxyiHMeqL40jDRH8KFug2fi&#10;NV7MVEIzmm++Cn1os6XEa4RPhxDO3IuEMMfkREIEJyXT95uYD5GT5X79TcAZqTErsUEAolBnlns2&#10;UbxR6Rnu6GPP5uBCr/UMgkpk65XGLA9n6eeBUF5qzHKXGspDKz3L0/L7CYgkdWZFLNG0JciAmtAK&#10;SKJ+mrS+FZhEU0CoqLIrJgE1orXe5bMwrgn/p8qumIYRMCfKYPN5GDtCoqmyKyZinLUlQvGoaVqH&#10;mZB7quyKqRiHrdK7Ap+o32hTUSAU9ahhrbHLtwPqKyu9K0GKBnUJU7JPGuxEYBC1sRIaZqLqh1Ed&#10;az4TOrdiInoEBNbnlYo9p1Y7dSIKtKJuu9YkVwAW9RMBhtTGeoJYNGp7gt44qXeoIqyxy/cE1DJt&#10;EVMCUWKH4HyNXT4T3YBDpy67E+QibREX0EXIXFPZ5VOBUvJa7/I9sQGUUL1zBXzRPGtjLfCLpp6g&#10;NGoHZ4FftO61eaXEwiTgAQgvCrd8HiJMUG2VFAhGSBbQuOUbIuIEVbnlOwIZThq3fBY2Adqqyi2f&#10;hQB2VhMbebuSPDazdmqWGEba+qC0isRsu9JOdLK4JjJtPovoo626sUoII0ViVIo7NbjFKVjf8wWC&#10;Ua8OMhc/sF0I7KYm/wLBSJU/ueBS15ChofWtjD5S10YBYISNrO34AsII5dQVwRUIRl3Xa8dbgWE0&#10;qMoNFT84DrbTe5dvhCnALdbWbhF/1OmXKlyEx2Zpw9T3fAFi1A3qpVrCGCE1SOOX74ZuDJBqtYVC&#10;uVpHqQzAFFL6l59JuEO0hVeGIU0Aj1T4FbMxbbUjswQzWqvnOT0ljuOYVYW/wDPqtpBzvX8loNFa&#10;7V+BadQjs1zjV8zHeqttNTx4juOAmqPN76aYjxmQc/WDYJNf1v0ARVcZbzkfa21+KS04ybkf1dua&#10;MvYSHTLItbOdsg8TXT8Omr5O1RUSHdaz1j+qcZ/o+nHW7lgkEh7pOpJLXX6UcJ/xU18722I+Brw7&#10;FH7FfERY2Nrxsi3mowfAmMKvmI9JVYsp7z6No4u4ZrXzAPgDRzrzdVdMSAcdtd5BXFI5R/3x2VE2&#10;9LGLq7U25G5VzMm81tZMyDnMOAZcstqgO7KIJ8J+rT7dcd5mhNtJWzVIz83oTgwLLU6xxSli81Ag&#10;Vque+PZyFTCBPu6fL6jeJrvtGtbZIoKzxSlqEF30wgphjS1O8WQ30SOFJNPiFE/PGdLvSTLQ38+J&#10;D2UklF3yR9gBn6SdB+7nRZ+SuyOQn7eAGQ1jB935nL5zYbJdgsSw+06aMXUmgXc45DzU7XlDJb02&#10;cD9vqAwXtUuwWHZnCBEosCet8xzZBKWT+kNK5Xm/wOMlnfG8X+ARk06Y/QK0QIzlL88v5Pg63F6/&#10;XDzQGr14Cf8/vL08XF68f3v5nn4HNeauXu6Yln68+AwIGHJnXdyRkwwWdCJ63P96m4fTbckCj8HJ&#10;+wJNHknKWAZ4yCIpfGDcSyGQL8fVcNg2YLVEwkIgXyZkqCzSpk2OeAtz04AIiQISTvKNHOEri4Tw&#10;htmEjPrRz9Hhh3ELJ/kyx5VwhGHeappaDJKc8RsmIUG8k8jhF7MJBdluwqgsjvCcMUcHs2UiK11o&#10;OuHEymjlG0cN5xkTOjBmE2O2AGjNnkL4zyJHOMjMwYyMStTTb1ijhguNOcKoaBESZmEY9eiIB140&#10;JnQgbQglKnJ0FgVsfkyY6r2LoOUbBS5wdv2QzlQhkG8khC8tcoSzzBw1rKFMmNIhhJN8ea7j4UP+&#10;MpMhj8RDyGJNq4fDzGTXkVeX1iIw4G1CnhXymZmEPXOU57u6p+FVC013a7h4zJUjqEmzg78Hx1rk&#10;CM+ZzVEgoEb4vq2mE/AVnGc2IecDwWBj44KNZDeEwMl/ZnIUwD5ckPZpCw9b4AgXmslwJq8xWp4B&#10;nG+NGT62QAcnmkmHIIZA54GRwssW6eAstdpdM0gc4UCadAKK5wBZrUXS2P0WPwHF88ACN4Q1QjPn&#10;3H5wHQQ6BzRsw8hdKT1NzgP5xnMBzrbAzUFp3TAKpIPZBW9bnAtTIqKO2HKDt+0cXqyGeB2Te9ve&#10;FFsorzQHjtDI3xbonDmAUhml680pudwCQ2+RwO4Ye9g5q468boEj3GrmZOCg4CPauYnJ8RY4wrPm&#10;cJSZg8Zi7YwOvrfAEc41m7BnOc44i0yOchXTJjEJB4o2CLvNu8HggouUZPM1eY4C49k7W5jccJEn&#10;/GwOTymtDQ+LTQlXXOQJX5tDKclGs7c24I6LPOFvs3kS4HWQJ507ppTgkouU8LnZlGvm2a8cbbKD&#10;Wy7wJL+bzTO8lTDvPQVtm/1MzxH43hxKXu/94DyFoNaxSgk/k81zlleTd/11ExWqoRGdsUJYSqNz&#10;2pObjnlim5hSGuUZODqKJbnqmKcnpZH8OmFE3vlKYoyUziuro0kMlFMyCMhFKF9WveGyY0qgkppj&#10;79n+0tNDyqakMAwaEfxyDqXM+5QykKV/8uV+Ctin+8LsOtbgeu/R2sF7F/sJ75zdT0EWx9PaVuMC&#10;QG0YO/xzNs8VhBMo196puGKcTtemsGW9xbVSwIXHbTt2D1FeMluKTEzDCP3eMULDxdgi/ZeR/riS&#10;TyP9w+XcIv0v/9frixbpnwcxtEj/CA0KhSKFirRI/yCTFukfbpg8YwiK1HGZtEj/sExapD8pwvkq&#10;oZiOdJi0SH+CvTrKQw+Cx4sySa1F+mfCaJH+hN7dIv3FS5afNS3SX4l8z29qMikqgcwt0l+RH+zk&#10;6TRukf43/KLekU8pyaVvkf4fkmRapD+HciEArFb0Oxpjd+JQsUPeonV9J9ZYm5hj18QJYRNHy/lO&#10;rLc2cXSW7cTMbRNzecpdiptxyHmMydnrkPMoUQY2Wucdch5nCoZyyHmkCFA6hzul3sMD0CL9F/Hs&#10;7Bdqkf4LybRI/xbpHx4xdHAkf6B9LHG0Qov0X+ymFumv7aYW6f9E5jhsrJoWFrJHaQe2SH/RRMXj&#10;LV+OJZTYhRbpX0NonSWUvUX618TTIv3t6BgO70OQmTzxZPfJN+5CCc1vkf440kvRDC3S3wpTa5H+&#10;slzkG3dUi/Qn7aiUSYv0D6C+SMh8IbiCFunvXF4t0t+LaR1bpD/SBFukv5rQ2CL9KYJ+bJH++gpp&#10;kf6X/w2R/pA/YS/84V/4h+DEw8/Xn55f/ny7fyRt6Wn/7v7hIUR5PTwRSsM8IIWX/uV5/3B/Q/8Y&#10;/nD48P7Hh8PFr1cE+hD+44u0IDvsPz3dBGZ3t1c3P/PPL1f3D/HnsCKI3+2XF3Yp4qeLT4f7t5d/&#10;3a62P29+3oyvxn7++dW4+umnV3989+P4an7Xraefhp9+/PGn7m/UtW58c3d/c3P7RL27+PL48PT8&#10;Bn/59vLu5eXjm9evn6/vbh+vnn94vP9ekfyDo6/F9y/j++E4PY3vD27Lbx3fv5EE4IjWkCH5I5kq&#10;IPkf85q+CskfttgAA9sh/yxsjCyqIAu3mOaBgD3RaPBe52FQeewgkpQCDmeFG1LRUvAGkDUI1rPG&#10;LY/f7FYxdqjCLQ8FmaYtgXrWuOWh5ci7DRiXFW5IVDv2bQJqb51bEZeDPDyKa6pwQ/JV4oZblgBC&#10;a30r4PyRMaZ1jnAaEr9BHyvZtRJd12G+6t2D0/9I1w8dYaFX+1dMhdG/fC6QH0gQ0FV+5WREAM6K&#10;+ChtMI1jAG6qwq6cjUmbDTIWH9kFbORa7yisIJF13aRJr4T0D+jDVXblZMwBzLMy2CLQv1tr67hA&#10;9EfvtMEWmP5Ym4rsgMiQD1ZdKoQIkYQyawu5hPTvYjWP2liLmdD6VsT5A/YkAMlXuJ1A+isjpZiI&#10;NAKcJwECtcYt3xTaQAs4f8rHVHYY4d2kRrXtVYD54xRWx5nPgbYZCJ8ptQjMrhByWRtmPgX6GZzv&#10;BcZkrTCjbO3U6EiYsbWdUCD5b9SVWyD5d0CbVrjlh9IMMOL6GVcg+U9rwsyu9i3fB9NK26SEsZQG&#10;ukW1D4VbPglDrIBQE1sxB2MACK91jpBqUquc8FJhV0T4dxtA69d7V6D5dyioUZdcgebf94CZVtjl&#10;E0Go6Qq7fCv0a1xyCrtiJrTDt4D0Hzpgfivc8plAHQelb/lEDHMolFObCMrMTxOhdY2wwhLRSIpL&#10;vWsFpL925ROG05HZNGhXagHoH6s9VFZIAec/rnttN5RR/vOoiA3xM1nnKLxbGWkxCbEUQq13+SxA&#10;XdLGWuD5DygcUp/UAs5/3E7agiOwhyRiYENo7PKZmFaDdjWQzTGxG1WVmmAWEhmARrSpALRSRher&#10;UFVkV2D5T32oQ1NbwQTac2xW1bwKKH9gMWgHHQUAJXZzBCqv9K6I70cdKm23EhRoYse1XmrsiqmY&#10;VV2pAPLf6L0rpmLGcq8vY4ISTb3bqgcd4SMksoluJoVdPhVbdZMVKP5gl+8KGCk+3LB14opALMO7&#10;DUE3/HdK+A0mLQTfsF3Ejn7DlBCxeMhtYqx9Ij4vOhjiJOIWBF2gdDMOx64FQZ/iCtN7ICxFiZmy&#10;12ILgtbC71oQtCaZBneuSaYFQWuS+ecLgibHS9Ih/i78bFLaCD87qKDkRTmCY8foDoGFBIGc5keS&#10;Mi4GgSDQqHDwTx7mNFmwmRJmEOhCwYlTi4zEMzVeJrBmO0BjK4bznGYHvZQs3tx6urtlJPKV0BYG&#10;sYf122udIaqn2Qt2wEMztg67sD32kCNI8pyg0ZpSgpmMeXrgerCoMyVgN22ejCA+EVyuTckggFOX&#10;APBFjvJlecICH1onG7vHM6qo44Sj3mmdKXsY8RzKOHayyHuUcdX1Ww/ijVBLac2jorCzQmDej5Sw&#10;3zutMyWsJe4cxdY7QhY+a+xk7fco8czCiLD6vH6SgQqUM1a03ThjAMI14BHGt8YAs5HDMU76AFul&#10;QxhX3ODhfcJCHwbjwVHDlB/lAwA+r2mZcAeUtBOIxJStKdtGvrJ9+DBEzT6naSF0AJ8xGF5A7i5j&#10;jatzNxnLEW4Ap49ko8XqccfCO8yDUJT9BduZvSIY296piwB3XFzdUMJtfpz64cHEduTpoZPC29Oc&#10;LusBA5OAwz71toqgxns7hf3XTvfgkAnNOlJeUdFAjNbZIysu++L0DY6bwM05kFZkSkSjHhnDnHtk&#10;vOS9vjFwqLPcV+QQRN9SvrfsbfmKykFl84hOcqvl3+Ub6bZSEsOe/S0j5DpYtgIBii1prfUtb8XJ&#10;XiNbHmqquCRdl28cAjxLPFLRLOXf5Rvp1rxGBudEWbNqMzo7Fpa+0C6cTOZoSZOjmVinojXSL/nG&#10;/kFBCnQb52aFtyrQwR1ltjvytQpPqr0GCPU4LJXegRWGZysSwnVlNj2wBt8hosIk7AXJekbRT2vJ&#10;pFIUcHPZhOThDuveg06XWjkuYDyfBuQSM5vu+CZC6VWHkPuIUqT2YAgvnQZD7jOzaYFR3jhilG28&#10;cgC5sTOpXXK0me3yiAcvU4rB2hHAZ69ZFgy55Mx2+W4bqDKEtWwo4oXGsXVAo+NwyXlnsos379g7&#10;J0NsFKvA7hzrBXDymY3G3T7C7WGSsYjHtSMSft6SN9DkJ69GBNXba6BD/0nI49pTy/m+HAlr3pw1&#10;zqYeN47yArD62PTGuXEQ88yEjraNncaEqUyanNLyjad1z/rLuHXMBHBYRo7wSJqjFnz1cQstxRKP&#10;lFPAZrLlKAWdyHtpchxZt5tWmCKraUGgn1bOQQNHaBg1eTptjoysPtF7yGxaLCOdY8WAuzE2Da+o&#10;yXFiTRpfe2YmimTBCp96r2l+BpEH1W6aUfenwXkwzWKRGZ3aPHDGxj7S8C05UnGhMBiqhmYRrrmG&#10;gLiVVeOalA8CoX1ErUU8s7MLpXAE3J/2VoCTNw4GXlxzMBuKvqApnJ0iaJtkqnOUITiEhaN9idMB&#10;wU07hFxgwe0jnMfC0b46tuSIj6O2Z6ZinpXjrkHyf++Q/GFqW8j+MmQfF+9JyH48llvI/lvC5G8h&#10;+4hGgUEoBe+0kP0jriTurCQXMu8qUXItZL+SFoPbOZedFrDYQvahfub5RGQpPwquheznZ1ML2Sft&#10;OK2OFrJP6Oxk+U4iaSH7AbAeD8Ikkhay30L2K3mrLWQffv2Tu7eF7FcWCrlV0mHSQvYpSpA0Nnxq&#10;KJ/R7Npwy0/j2NlJ0XDLF3jCHBrTcMsXkmkh+9opw9E0uxTaZx9K7MnewfUQnR02OQe87ZLx3yGP&#10;XoVdAhR1yKPdfpdiyxzy6DhouOWL7cGR17vkKbUF2UL2XyhbkO5ugl0iMCWE/eGl1EL2Eyin+Lui&#10;e79bJT9gC9lXPb/ArhE3fwvZN6TUQvZbyH41LUni5vsWsk+X08kZLEkxLWS/REpuIfuLpdJC9k9F&#10;0kL2lydKC9lXlZQWsm/GD3YtZD/dzuUt3UL2l+dMDEptIfv7pWhayL55zrSQfVM8LWTfFE8L2TfF&#10;8/sI2YeK17D1n/e/vPxwvX98vf/ll/vr29c3h6vP908fXverbvX68er+ySkk8C78x6spKyTwuoT4&#10;D5AzqBMg32Bkf03x5c8f/+3whxCS/vLl/ZeL+xuY3EO2VgvUXwbqwy12GqgfUmW+daB+TxjeyIcZ&#10;DGx9yZ76Smx9NWA6iyg5QuuHFI48FDaPhN1oYLF59B+ghRhlc8ErD0cGnGQdPRWprSnSBbD6jHa6&#10;4JXHYKrg4UAeyHgJqP6CVx5c02m41XkM7DE+f8GrhNTX4v5OAfUZ+XPJLRe/WjtAgdNfcssnALNU&#10;nwBYgI9SO4LpL7nlU6CB19bD8pe88inQZgDoAceODb0mM4pySbOurdgTDH3GNl30ixAYEi8Nm/sE&#10;QF/tVy59bYwnofja6qe3buqXui5K7Hy1X7nsB20iCRQmtSgYxAt5Fcj5owbfXOLmMwr/klcuexVm&#10;nXK+U7+0IRao+QBPry98wtFJrBh4eNmrXPIoJ63xyo8eBuJd8solr1dUIJCS1C/9cC2WvdqxEjFf&#10;k32BmD+oWP6Efnbs2VaTGcUQJbIRkOl1+Z8g5mt7sgi/n9WyFoQIkRpFJnsEQ17MAeXjJ7L1VptP&#10;wDYcybpxpXWuQMzfrrTj5xQxX5McIaek3m2BhF+X3Gn4vXYBAyLqyA6ghdpoCREsNXuEzF8Ij0Kg&#10;El0HoAatf/lcAMuD8dqX/PLJAGCVqiPkszHMoza5FFmS9U/FRCcAnUQH8A1tWxTI+UhG01ayAp6/&#10;GC+lT6d2gXmonUyn8Pna6ivg87cYRn25nMbiq8PNp2PbabNLQB5pFFCNGO9+MdoCPn8zaFegAp+/&#10;ZJfvjbVaegAZ/sfeAYBCuyOKWPy1jnefbw2ASmhTUcDnz6gBUJ8KBT5/Odh8KuaVdkufwOdLrtaC&#10;XQGfD7wnpXdlLP6IsjoBUX7JLp+KcaNtCyocmxYKQEBVdvm2GNXBboqpAJyE1rv8lOrVel4KfP5y&#10;sPlU9FhP9Zk9hc/XjnhCE0lC6dSCPoRPlcgAzJDvWRhaGhr/1dMiOJPeYnhk7xJEnR2cSdXLArlg&#10;WTjkWKWBXOBiHHKswkAuUDkOOVZZID8vXLiF9mth2i20X5NMC+3XJNNC+zXJNDR+TTL/fKH9an4d&#10;A6DtEmhkuMqgheDL0f1fC94/B7fIEZmfg+HpIYRbEQBfAhl2JCmjQQQMENj9cp0LgXwlwB7Pl8AT&#10;wdExM0cI5CuEUZ2AsdyBzxI6GPMshlR0KjTswMPRUyLS2e0KgN0MvDSrXXqdEj8Y1006KnUX6KBo&#10;W/wEYc/Dn+Xg88nFYmW54HVltkv2YOpf50AAkg0adD5Gf5QzEPrt8TJO9eji80cVDuj8NiQc624u&#10;Nj/7jIDMb68Dhg2murqm/JgO0KqiksqCl29c+Nw/YPI7conj9RH5o+LcrRw44Mhu9vDUw+R6Yf2x&#10;SQ+GPy4AD4M/Lic4IEzpMpWDjBnPs94BLI0bonfwWaNLse/sfsXDyatswVQOonRs0QPMjMeNB7Qf&#10;5QWjmilVxtF1Ti7eKQ4KJK9/B7BRsDntM5UKENMZY8ueHB+gckBQyVsBKgdXX1J57LOAdXwHaZys&#10;22jROS+4ToR9WJAplQRhziIZIGmEJhED4NrjY63LPugYlNomwpKiPtlEcPhESZk97/jE9JZyPG4c&#10;qUsdD0dJ6Pj2h2fQuqs7loVT3KHncTro3BJD6eDn9wwJjceD1Tf4maJwHTzYgVfG4JwVI2+R0cGx&#10;h0cqtDs5YLBUuYeWyBqAq9Y4BCp342Clw3cV+HkwyzBGR7l4+PlrAdrvwdnqIfxckSMcWSbhhq0n&#10;wM+3t/2G0by7GXUyrKbhE4tNE2KuScho3lBPxAQmaol8o3qyZUTdngqmmBzJJEvHTo9NYBFCM4l3&#10;FgD0PUo5rGHNdniS841a9yD0gYbJ9/3GkSVyg+PKGFbwnZojEhB1cr45lAJVP3hw64SoTSMC5r4z&#10;dnmMkavOaZ1xlIe1y1Mg/7duP/mBQo49p3W+4gCsb69iqCnxrMIC8UbEwA+jB68fE+EhT4Tre7PJ&#10;kh9nT0rwKYY5Asq+M6KV9HPtbHUsJR67h7MPDyQ37gh+y/U8gLNvX/dSsGX0cPbhrYxNwx1pzvmG&#10;i7GMG6fCxEY0G6oGY+01eDZj0x7O/oZ3mouzv+ZJBNagvYDhBQ1Nk5vT7OOaNT7g7NvLYs2KLXD2&#10;HUIBu4dL1Gx65lMYOPt2H8nGQ8fL1Dn2B3hXI6GHsz9LpaweJ4I1hQhhZI5e06uo7k44V02OE/k+&#10;aTCDY1yAaYsJk3VNrjv5xmtPqvSgJoDTtIwa54rdRzGoTM6jFR7e2Efv0hvFhOQB8o982WP09tEH&#10;b3BsmqoHWFM48HaFq9S+wqlCQpgZVDg3OcJzLIT26umTwc5Rw3pWCdBHWxeCl1madgj5SHE50vuf&#10;R23LER5pIbTPnm5pm5UF25D7v3fk/rBFWkLAMiEAu+Q0ISDsl5YQQMD9LSHg4SpUMGgJARRmA20/&#10;hShpIWUtISCVNqBHXJKXFg3ZEgKSvApU/pYQwEdPSwhoCQHhUZBn7bWEgHqgMlnc05ELI552S7WE&#10;gAspopcvK4r+SuJrCQGPVOeBCigmmbSEgKsgFAptSkJpCQFRJjCkJJmQgUZJVyBjb6JrCQEUVEjo&#10;Pfg0rH96ZYm115YLWzUb1v8iK6QlBGh7qSUEaJJpCQGaZFpCgCaZlhDQEgI4Qkk8jC0hoMCP5vi8&#10;lhCQEE2LgPuWEHAilxh10BICKHKanPctIQAx6zGupiUEXPJp6kTQtYSAL28vOX7JjqVpCQF7srvI&#10;lRQjkFpCQCaUlhDwLyqMf0sI8ALDAb8Vb/GWEKAvIxT2io+nlhAQoH0lpFK+8XTuJBWjJQQcq8+U&#10;ImoJAWZwc0sIMMXTEgJM8bSEAFM8LSGgEE+rC3B92H+XdQGCa7mlASzTABDZHNMA/v32+gVIgw+3&#10;FzHNrZ4HcPG0//EOZLd/PBz2n+9ur26eYakKm6D4BfoD1We4eP/5X/c3iCa6+vSyD8hHAvqPqhEX&#10;MFhEHXgEvDZynq7eoNDDxTX+mnTjaxgC1ykFVn7v4+H55c+3+8cL+uHtJcExBb5XvwKgKeZNCQkx&#10;zApL4A+HD+9/fDhc/Hr1gJbDf7x/C7KHEJbxtH93//AQOca/QecYBIq6+elw//byr9C+xtWf+u2r&#10;d/Nm/Wp8N06vtkhrfwUImD9t59W4HX969zfqYDe+ubu/ubl9+sv90+3Fl8eHp+c3+Mu3l3cvLx/f&#10;vH79fH13+3j1/MPj/Vl7iApMIw1zCmMven/mIB/vX24PFw/3jzAaJUlcvaEp/fnpJkzGy9X9Q/w5&#10;q8lB3ZdaHPI1a3IgXgPc2t5b7j1k3Z2m4ITE0WInYdV+/Mv++j+faSUW//Ib91jXoaR7mNfTTdal&#10;/EDZZNef4iajHSQbK4Ni/ZAi17FNU0TXuCKUZ/w/tnIkQmJjIurmjqD/0WTINspjMIvIOo0XjOIZ&#10;r54wj2u88gQEtV95fCPFrNUY5ZkfyvAwjalLGps8vFRhkwfRdbM6MoJ+zZqrC7yU+ED4wbXBUSq5&#10;y+tMiQOcyeeVSxxjJLT0ar9yqVMkc21R5WInJhqvXPTqUqAE4SSJkzXaQIjrAYq0EnFF/xOBEH81&#10;0COt04s7aER0vNHheQRxjPasQACh0RJj1eNIUtp1jqQOLIMQ2k6fOFnn0NDhw32THsk3DiKyko2r&#10;GsqF7ExuwN6gK04zc8XseLdREUYmYOn8t0nW/p2rjYf9J9YO/wGaYnhINE1xqSniDjvVFMPxUeiD&#10;305THFCYp9AUO8oFofdYnzDdvkpV7Nax5gY/73ItsFBdiOzuol9FaKecLNdcsNdDkmmFW6m8oJRG&#10;nVuuu3RTLDtV4XaivlD1o1rfCu2FakugjkKFW6HAIG1C4ZbrL4Cb0kZaKDBAv1G4Feoj3q4au6KO&#10;WzeO2jwUKiQBPSmDpWiWo4IFUFOtf8VUrNah0ktFeGUttx6ll+pzUaRub2MVpBq7YjKA/qexy2dj&#10;qy67Up0EfJvCjnIZklQ2saxYpXeE+pnIQnWj+mAJ9zPRrVXZFWXdtjO9x2rLuMzi7kJGYa1z+a7Y&#10;rOlFVuWW7wouG1Pjlk/EGjAMCrd8HqattsWK2m7zRtsURXE3LhpT6VtR3W0KRcFqIy2yuadO2xFl&#10;fbetNlICyElzOkK89cOkKPE2YJ3X5UZ4lUdu46Rxy2ehD1WjqiPNZwGo0Rq34mxSuZHN79i3WKeo&#10;MgtFnTd13xd13qAUKl0r6rxpm54iy1LHNJEVNd6As6hMQJHSrUqsKPHW9/ROrsm/KPGGIqD1pVFU&#10;eBsmqutUY1YUeIulBCvSL+q7jWutZ0V5t06/UPNbYVInk+JJ0gRAd1AGShiHiWyNw1kZaL4H+l67&#10;YQjhK3HbhOpaVbHle6CPhexqcsv3wDbUdatxK9K4gaimjLTI4saFoOk1RVk3XRMh3Pw0VFzimuSK&#10;qm4AztN6l89DBwhwZSKKom4TTsD6+i2KunXDWlvARQ73rK7goqhbN661XU8gfUkoa7Ra711R1K2b&#10;Zm2wBH2a2G3QqsKumIp5UnuXb4ktRKywK6ZiHaxktXVXFHUDTqu28Iqqbt0GSkF9j8HUfBxt10U4&#10;pcq2KMq6AcJZk15R1q3rVT2uqOsGKDhNfEUaNyKxtPEWhd2osrky3k0+HXhBaEdUUdmtX6m6F2F3&#10;ptXSTbHgYUV+RWk3TKym4VBc8JHfWtU0CcIyo+tz3bDZQX8vdlA1J73lXms5kS33WpNMy73WJNNy&#10;rzXJtNxrTTL/fLnXX+10C7ZV8roFxbbmdYsU5HZbJy+T5nYDLXS5SCsuOvEgyTe6wciIzZT4wfRd&#10;zaSXBrefB2tPdQQiJVRKmydX/0L1KgFOkf7Jl/s5MRI8gIwdnhPBq4V+euUhYCRnSictrxsZ4x22&#10;YRuGuhsnHvvkjZ2QwUM/YTa3pTRwCRS3zkc3MD45tHfHEwkjPLfuoNZ3qfDLiCkwZ7OnlxVJfkzB&#10;ODKL8uXZhM2eKZ0qLF0vK2T0Sux0DF3fDU49g1TKAe9wZ813rBKhapqzPjssjDD2wUHYx8MU7yKS&#10;Egz+tjxXZBsLlF4/V2RdD5ROCiC8B0wYQ9pUV/VWSsZ0TmmBLZkfqWnsYXM48DQwobMvqbBK5JhK&#10;Q8vykW9cRhu+YlFpxZ5HeCUiR8rqspYwVbgITa8ch/+atyTJ02IIB0ZgCA+FTcfpZlun+tiaofi3&#10;K4cf+b4wK/BlmO3OVLmc6CAhaxwE6B/o4AMz6bjaA7weNh1j5q9hsTX58aJZO7sf7pPQP/hHTH5S&#10;6cG7RehMpvHOuCKs/qU6D7ggTDousjU5xbjkSqKoWJMfBy6NW7t/qF4SxkHXksVvJKMOxjs69wac&#10;N4EO3hmbH5ljwY8KPZjt8rofnHp6I7kmwA9+HJsfX2sow2nT8eXbx6Bt9RiEQyi023ntyuHm1Csc&#10;Rd3y2uWCLc4VMXIlOOfolbocuM3MyaDILwjZXsqRBuO1WEWpOYsuTin8TCYrPsmgWdlkfKt65VJj&#10;z+CPMrmRN5WWGwzo5jDjqTM4ujPf4/Bbmdy4xtPgwGVw5Z3RuSr4lQX/ltkoKwSo42OS4Y4NEvEO&#10;MPjJIp2zcqF7Bbo5humoG1AKLM4x8FunIx8GZgwuM3scrCWu4RqzZrbncodrZzLgewvtwrlm8yOn&#10;Kfq3ccoY9nzxbFOQkug88o26D7x0gR/ccGa7VGaY2t06F+MgBf1Wjv5KJZKIIXns7JZ5AXZeYTcq&#10;cxg4krZtzUl6McG7ZxNKH3vnuTbKm7Z3dFI4CmMfvWLAKCEVCQfnXYVC5UyImAFr1HAqMqGzdGZR&#10;XuEKMjnCIxc5egUU4YBkQuccXMshPTmH+ZoiH2j1TM5cw1nJhPD/WuLZQM6Ro6MKbRiCB6HB9oUD&#10;x2bkSHKymt7KwvUOp608tr3ipHCCxqbh5TSb7qjYXBj22tmGKIrLIl87RwC5TCNP+ETt1juZ741z&#10;CQEhgl99G6eKFjlYuXXn7QCbAG/GrbPHup7N093W0S/JHRtbh7/VHvvAugFqdXqU8j7dOtXiyHkb&#10;WifvrN16UoRXTmG5buSidqgWbOvM5Orl1p1XKkIDhBIHp7U1YCiLm0gc9frFDccwt+7o2DULqFyK&#10;8mX7ElXJjLvDq7j8GyylYo052l+l1RaV/52XUIuv+BaVv4zKx0l6GpUfTotvHZWPAyHuSBRhoJMj&#10;S5Om0zzE5afT/Kvi8qFOUhTh2EWTTB5wj8PrGBgSMf4RvxJO3JwM91AiIzYKNygoiQzGzxhWs+SG&#10;e+VINlGQU61rOP8TlcYJ52RGU+eDcy/RDJwrsOxTHkljyAsTk5j1uHBC4NCSGz0xEp0hMFIaEp3F&#10;r5gAYzrzGbD45VMworCMMgdFPD4tDG28+URY480nw+rfmdNRRuSXKw7364cbzuy/uoswAjnCs1Kg&#10;IW7KnVzmTtWCsIN3YsSwiaM6tZOXiE0cNYCdvOps4miI2Mnr0ybm529L8ARW5NXLHUEuhOMn+pqx&#10;l2u+ZjoS4mmNRcZ6nuZrjtzoSXekFb1IvqyVsW9AOMq/yjdSxRWJo8vUL1MPaVvZlHQPkC7oU8qo&#10;fUqcIcwzyUdGId84miQdn6e0XpFj0y+/d/0ynIlNv1zol/RWPtUvwyn/rfXLZE6z9Eu5ub5Sv0Qi&#10;YV35yvWbqDwg3Soou0cgkTN1m0K1CXrIklWu1mhKaq5X4mSJselLVrlGA3uAMr5Snxli4PySWaHO&#10;6Ppzrl0OSIihKPwlsxPlEvlviuxz4UtuZoVdKX99KvMJ0OaywAvBlUTJJOHEP5nzQrFUB5rPgaGU&#10;k6fxqEVrUivmYKUPM5+EfJhNn/y9BMpjpqFC89OBoMguCFjs8gLAZPj/AfBklxfv316+jwcZKZFM&#10;W9Ensd/q+iSlMkIHE9VPVSZFCbKt31Gho+PMVP1wkLGWFs8B1QaZtDQcQyZHBKHFp4oXOQbHfDli&#10;UQvly+ohzozQRafZ88SiNtr0x+9dfwzO46Y/LvVH3Oqn+mMIVPjW+uNWfDUV3BDoWd8SN2QYOQ8z&#10;THpueCxUGC2NEOdKuv6BpcFZkwteuf6CGN6gJywhSHIVshs6zsxfMMu1SIRMKcxyBQYONU4PXTDL&#10;9RfEfSnMcgUGfjzO010wy/UXBK8pzAolEiEqmtAKCyVi8DR2xRwAkxB6X4i5P9X78klAKKHGrpgF&#10;JBtr7PJpQESkxq6Yh5Xk1S5EVyiSm05LSUZgULbgVoKhsWSXTwXiU5Xe9bi80/rdjpy5vuBGLskj&#10;2Vblls/ERtBCltzyiaBwYa1z+UxsAIBQn1cEZx47R4HPGrt8JtaClLDsXb4jAp5NPSEZPuxjs/Oo&#10;7S8KbUyiQ0yNNrH0Nk90k+TpL3oH3elIRsH1ymARsXCkG5F/X5ddARlCmQIau3wqBnVmKdwmDYLS&#10;HjR2+VT0G+2go0CNjB3o6lNB9tEjnXrUkXZ3JJtVDJ0CNgSLvS66AjWkm9XOFbgh2iopUEOQU6Tt&#10;MAqdT0Po1TVcQIcYSeEFdsgQPHW1k5P898dW9Zz1Ej0EqfKK5Ip50FPqKTAqNYtgB4VdASBiZPwX&#10;CCLzrF0TlLCUWjUACShWOtElNIfFhi0gRDodL4FiYxI7xCVqg82nAulX2u1P0auJ3VYATpa9K6ZC&#10;x5qAYf3IrlvhnKhPbQkjokNhFDAisN9rKgCF5aVhWEgd+WR0/aBtWoTUZPzOBBKBKqbyK6bDwDnJ&#10;pwPoXZoCVUKJ6DAsFBR3lMs4aRd3gSWig8RQoNuRHaKPlemlMMBEpyPYUFpCIusmdTFThFui01Wo&#10;EkqENLf64iugRHTsnxJJhKywCrt8b+jARBSVmQbRoeKmwq4AEtFBkyju7shuDdy4eu9KHJFeu2lL&#10;GJG1esQXMCLdSlPJyOCS9U5QPxbnSoEiomEJKRAiS2b5ROTMmln092IWbfghlzuOdN0l86kda0Ev&#10;ABh5d1Dx8RCOdmUyB+O3LlBvg8y/9MeP+2eqmrHjFMBdCiF2uOMgCNzPixLhCIZdyi+xuZMGTtyh&#10;Y5/Td7bu7qBFn0WO6ylwPy8chnNFdtCCz+KOqz5wl0gIe6gc/b+DFnsOdzai71LyksOdhwot9Czu&#10;PKspHcfhzkNNQe82OSmRJJmUheiQ8wJOyYMOOQ81RU075DzUlLzikPNQUySMTc5JC7vkwXDIeagp&#10;p8Qh56FCfzpnVjnreZdyzxzuPFQgqZ3DnbNSdikG3ebOeQU76C9nceehQj85i5xnNeUdOp3hoSJ9&#10;K+P+1T64iPhh4ocMnAQvDWs+OGAdRAmIs05cVvLlaC6YscPm8jJVBj5ancxYmLKjJN3EQb5mYNRm&#10;EUrH5CsdRI4n7f7ObVkSp7wEBBjIA0cvaxhdi2Px0pBhJYemiT72TpohmdNZ2k6eZk9whODoZV7D&#10;zMwcnVRuMr4Hjl5uOCyXcdResjley1GOo4MtQZb60LSXDt/156anEpwFiQfQx/bqoUpDROghAMD8&#10;CwMpETrYEkiFiqP2MApQLzYuXA/0oENqZWjaQ1EAXZSjB8uAFLBICHeALZ4VqwUecARwUaLAPSQK&#10;pIFHOXrQFlveCR5Uhnj0POgN+CCCELfOFtwKFICHDbLhPY0MWVuI8FeEln38EjI4Yokh7U50Njnr&#10;5BvPvA1nI3cw+JjzB98Gc3SgA9aSE+jhwBCwZ+gjgOfNpuEHYcKk3sog5BsHM2NCIkcsynhZCoF8&#10;mVB8tx6iDnwmkaMH0jMnmAYnvZpQnkIfvYAQ+FeY0LlkJplCD/BIoD2osIEpHvhiYtMeLNMoaaoe&#10;0tMoyaeo0WA2Db9NbNrDoxp4E7oQVzCMMkdn4cLHw4QOEFfPECQutpdcRm4CsUSco9CPvQs7Rnzw&#10;Qc1kUXg4abJl4BwyJ0aSz2cHy42cf3TwEEyctQV5X8GNZJLJFehnhfLs4V63Tzx4pEIPyeVkNt2n&#10;1FUsNWsoQ8pcdTIL4L3iphFeYHKUXeDlAY+sX7qpxSO/4Qkd2mxaaj+7CdATVcqgmfZyqiUFmNxe&#10;ZtMTQw8hZM7u48zaYOclk8ODFvvo5aevJTHfS3mHdTpy9LLoExyBl5if4Ai8VP+NpOV74AGEGBJm&#10;xocj4MPWAzjYyqgJWsJauPDixabhpjMJAUcQ9UbgOtj7NemDnQcVQT6/2Dqcek7rghjnAVpAtRae&#10;DkYGeQhj6wDrt1uHx5YpoV5Y4sQrJerr4X1oUwqMiIc30tETMyyPHre3zVMAEj1UFPI+Rp4e0Aps&#10;BXzye9gtgKbkA8aDgyFfZWzdQ5jpkMvJlJhWc+wjnzEeDA5Qpvg14Ch+wLWIR4cH1APs0EjoIf90&#10;BMFEM+lBCWGP8fvQebF0onR6YEfkMA1Nuy9OejZTH71DC8pU7KOrAtH7mjjCe2pP4XwmhB6FKESO&#10;HqQVxY9T0x5EFnZBXLse5BZicuLG8SC8yGkbmvYgwbo1I4N4EGPQ0GIfPcgyhPpE8XgQaCDkyzGZ&#10;NuXZJV82tAkopQvRlq5b3BbmdhWYoGTmlxblKy2zScUD/RKUD7F9Chv5JnZ8ljonqbBzlOJolMUC&#10;c5oVg+spWQvb/97D9sOTo4XtL8P2cbCehu2H1f2tw/ZhAo1neNC8MlARnHEUsx8UlHjUfFXSZxfK&#10;81FhXjDTQvapRBuKgUMnCtpIToZOpiAWiq+pcMLRk0h6nRNO+USmcMIdlEhCb7Re4Q5KhLG+XKVf&#10;uMcTkckNt0UiVLlBtUtExijLgH1V+FD/EjdV9mTLS1Rqx4rinlbP8gnQueVzoPcsnwB9ieUzoPPK&#10;xa/zyuVPvc/Wa4ttqsep0FrEUdIgRDIIEbKRUY34cNbVUj6xAqNuHY9MrC3N38zaaKITnUy+UTeL&#10;VOlsBT/5d/lGOqzp0O75lNjrtjLKI7GppF2Pm9DZ3ER651ERz1Kdbprj9645JpC19/ub//tvh4vD&#10;PuZb/3p7wA93+8P/u7z4fLj6+Pby+b8+XR1uLy8e/vfTM54SMKFjhb+EP4xTeMwd8n95n//L1dM1&#10;WL29fLlEAB79+OML/oTf//TxcP/hDi3FhO2n/R8/vex/uX+hZXTUZ/kPn58//iGoePjh4svjw9Pz&#10;G9Cgly8vH9+8fv18fXf7ePX8w+P99WH/vP/l5Yfr/ePr/S+/3F/fvv68P9y8JljL8NPHw/769vn5&#10;/unDf9xdfbxFOCArhJDA/Q1e4hN5i6Pm+O9IRUfU4MPtRQz0qKuOF0/7H+9AdvvHw2H/+e726gYd&#10;iybI4hfoD88f0cz7z/+6v7l9e3mFAYdwRNEL0WEKS5zY5hm21FGhDED/pFEmG5/83sfD88ufb/eP&#10;F/QDsuXR7cD36teIwoWjSkjooHzeP9zfvLt/eAh/OHx4/+PD4eLXK8q5D//xTi7IHp6I+GlPvyYb&#10;nf7m9ssL5+Ljp4tPh/u3l3/dIgxj9ad+++rdvFm/Gt+N0ysAlW5erbrtn7bzatyOP737G3WwG9/c&#10;3d/c3D795f7plqcVf3netN4crj5jFuPMPl7df4Pt9nj/cnu4eLh/hAUsSeLqDU3pz083Qe1+ubp/&#10;iD+/Lrsfok0hA/kGqYSFTHMeV9nLl/dfwiKL0O+0INree3P9f3497j2otievtmjNL3YSlvDHv+yv&#10;//NZzgqw+I8k5bP2WLyiT3cYbbzqDrv+FHcYLXnZVRnc3RFbB3xPFH3s5nAY5G+x/NEQFX2+QHOi&#10;/M2A4wtPthqr/M0GJtCmK6zyBwMxUXjlLwaVV/5gMHidvhgqvcqfC/oA8+eCMrziqUYv0pqgyFCf&#10;pkYVevFS0ztVPNW0XuVSV3uVy1xjlItcZZQLXB9eLnOaYkVWudALZu2F1l5opL2dAcoTNiE90Wjr&#10;08F5fH6VDyUsMFY5jhTlkwob8eQpJ/8u38gxNhlUJGEpBPI9IbTJpF2bKt4lx1FIU/KNTf4WXt+i&#10;PZI6GQ2W/WpPs2+gKx72n1gl/Aeoh8EP2dTD5dMMt+Wpehj8eP8Y9TCGkR5fYPTsDephiraSF9jf&#10;pR9G9aKiGOWayrjaUporfeiQ1BTEeJdXeJX6ocor11VUXktdZdmpU12l0qVcU4kqz5JNrqeQllJh&#10;k+sohpQK5VAXuSHzpvP8Fp0H0kL+ERsF/i4wP7q4gtqAZVHTG+QmlT2BFjXFgZZNiK/g7QNSuZXl&#10;W+oi59y859BkfZOG5FuqAxXCdj9/7/dzciT/TzHfwBD14c3nDzCi0mEGo+7d/fVPVy9X+Z/x8+eP&#10;b277/d3+4eb28If/LwAAAAD//wMAUEsDBBQABgAIAAAAIQCgBAFp4AAAAAoBAAAPAAAAZHJzL2Rv&#10;d25yZXYueG1sTI9Ba8JAEIXvhf6HZQq91U3UiMZsRKTtSQrVQvE2ZsckmN0N2TWJ/77TU3uc9z7e&#10;vJdtRtOInjpfO6sgnkQgyBZO17ZU8HV8e1mC8AGtxsZZUnAnD5v88SHDVLvBflJ/CKXgEOtTVFCF&#10;0KZS+qIig37iWrLsXVxnMPDZlVJ3OHC4aeQ0ihbSYG35Q4Ut7SoqroebUfA+4LCdxa/9/nrZ3U/H&#10;5ON7H5NSz0/jdg0i0Bj+YPitz9Uh505nd7Pai0bBfBYljLKxmoJgYL5asnBmIU4WIPNM/p+Q/wAA&#10;AP//AwBQSwECLQAUAAYACAAAACEAtoM4kv4AAADhAQAAEwAAAAAAAAAAAAAAAAAAAAAAW0NvbnRl&#10;bnRfVHlwZXNdLnhtbFBLAQItABQABgAIAAAAIQA4/SH/1gAAAJQBAAALAAAAAAAAAAAAAAAAAC8B&#10;AABfcmVscy8ucmVsc1BLAQItABQABgAIAAAAIQCgCL2J23YAAEBZBAAOAAAAAAAAAAAAAAAAAC4C&#10;AABkcnMvZTJvRG9jLnhtbFBLAQItABQABgAIAAAAIQCgBAFp4AAAAAoBAAAPAAAAAAAAAAAAAAAA&#10;ADV5AABkcnMvZG93bnJldi54bWxQSwUGAAAAAAQABADzAAAAQn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gwBsMA&#10;AADdAAAADwAAAGRycy9kb3ducmV2LnhtbESPS4sCMRCE7wv+h9DC3taMbxknisgqHoTF172Z9Dxw&#10;0hkmUcd/bwRhj0VVfUUly9ZU4k6NKy0r6PciEMSp1SXnCs6nzc8MhPPIGivLpOBJDpaLzleCsbYP&#10;PtD96HMRIOxiVFB4X8dSurQgg65na+LgZbYx6INscqkbfAS4qeQgiibSYMlhocCa1gWl1+PNKLDD&#10;7W5/yQeH4S9PPa/+Ztml3Sv13W1XcxCeWv8f/rR3WsFoHE3g/SY8A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AgwBs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275CF" w:rsidRDefault="00E275CF" w:rsidP="00E275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JRk8kA&#10;AADdAAAADwAAAGRycy9kb3ducmV2LnhtbESPW0sDMRSE3wv+h3AEX0qbrdiLa9NSCqvWh0Iv4Oth&#10;c9ysbk6WJLZrf70RhD4OM/MNM192thEn8qF2rGA0zEAQl07XXCk4HorBDESIyBobx6TghwIsFze9&#10;OebanXlHp32sRIJwyFGBibHNpQylIYth6Fri5H04bzEm6SupPZ4T3DbyPssm0mLNacFgS2tD5df+&#10;2yr4LLbmfT29PPv+444u/eLtpdlMlLq77VZPICJ18Rr+b79qBQ/jbAp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QVJRk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275CF" w:rsidRDefault="00E275CF" w:rsidP="00E275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WnnsIA&#10;AADdAAAADwAAAGRycy9kb3ducmV2LnhtbERPzWrCQBC+C77DMoIXaTbVWkrqKlKqFC+i9gGG7CQb&#10;mp0N2a1J375zKPT48f1vdqNv1Z362AQ28JjloIjLYBuuDXzeDg8voGJCttgGJgM/FGG3nU42WNgw&#10;8IXu11QrCeFYoAGXUldoHUtHHmMWOmLhqtB7TAL7WtseBwn3rV7m+bP22LA0OOzozVH5df32UnJe&#10;4flUDbfDccQB30+OF/uLMfPZuH8FlWhM/+I/94c18LTOZa68kSegt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Faee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275CF" w:rsidRDefault="00E275CF" w:rsidP="00E275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LXpcYA&#10;AADdAAAADwAAAGRycy9kb3ducmV2LnhtbESPQUsDMRSE74L/IbyCN5ttaauuTYvUCiL0YC0Ub4/N&#10;6+7i5iUkr9313xtB8DjMzDfMcj24Tl0optazgcm4AEVcedtybeDw8XJ7DyoJssXOMxn4pgTr1fXV&#10;Ekvre36ny15qlSGcSjTQiIRS61Q15DCNfSDO3slHh5JlrLWN2Ge46/S0KBbaYct5ocFAm4aqr/3Z&#10;Gdj12/B2t5ifwmecTXV6tnLciDE3o+HpEZTQIP/hv/arNTCbFw/w+yY/Ab3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+LXp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275CF" w:rsidRDefault="00E275CF" w:rsidP="00E275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o9RcEA&#10;AADdAAAADwAAAGRycy9kb3ducmV2LnhtbERPzWrCQBC+F3yHZQpeim60tpTUVURqES/izwMM2TEb&#10;mp0N2a2Jb+8cBI8f3/982ftaXamNVWADk3EGirgItuLSwPm0GX2BignZYh2YDNwownIxeJljbkPH&#10;B7oeU6kkhGOOBlxKTa51LBx5jOPQEAt3Ca3HJLAttW2xk3Bf62mWfWqPFUuDw4bWjoq/47+Xkv07&#10;7neX7rT57bHDn53jt9XBmOFrv/oGlahPT/HDvbUGZh8T2S9v5Ano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q6PUX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275CF" w:rsidRDefault="00E275CF" w:rsidP="00E275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1NfsYA&#10;AADdAAAADwAAAGRycy9kb3ducmV2LnhtbESPQUsDMRSE74L/ITzBm81uaausTUtpFYrgoVUQb4/N&#10;6+7i5iUkz+723xtB8DjMzDfMcj26Xp0pps6zgXJSgCKuve24MfD+9nz3ACoJssXeMxm4UIL16vpq&#10;iZX1Ax/ofJRGZQinCg20IqHSOtUtOUwTH4izd/LRoWQZG20jDhnuej0tioV22HFeaDHQtqX66/jt&#10;DLwOT+HlfjE/hc84m+q0s/KxFWNub8bNIyihUf7Df+29NTCblyX8vslPQK9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E1Nf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275CF" w:rsidRDefault="00E275CF" w:rsidP="00E275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9zd8YA&#10;AADdAAAADwAAAGRycy9kb3ducmV2LnhtbESPQWsCMRSE7wX/Q3hCL1Kz2lrK1igqhAoVRFvo9bF5&#10;7i7dvCxJ6q7/3ghCj8PMfMPMl71txJl8qB0rmIwzEMSFMzWXCr6/9NMbiBCRDTaOScGFAiwXg4c5&#10;5sZ1fKDzMZYiQTjkqKCKsc2lDEVFFsPYtcTJOzlvMSbpS2k8dgluGznNsldpsea0UGFLm4qK3+Of&#10;VbDed+WzHxXr3n2ePn5mWhu900o9DvvVO4hIffwP39tbo+BlNpnC7U16AnJ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h9zd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275CF" w:rsidRDefault="00E275CF" w:rsidP="00E275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uMqcQA&#10;AADdAAAADwAAAGRycy9kb3ducmV2LnhtbESP0WoCMRRE3wv+Q7gF32pWqyJbo4hlQcSXqh9w2dxu&#10;tm5uliSu698bQejjMDNnmOW6t43oyIfasYLxKANBXDpdc6XgfCo+FiBCRNbYOCYFdwqwXg3elphr&#10;d+Mf6o6xEgnCIUcFJsY2lzKUhiyGkWuJk/frvMWYpK+k9nhLcNvISZbNpcWa04LBlraGysvxahUU&#10;+8mhu1y1L9ymn1qamb/Ft1Fq+N5vvkBE6uN/+NXeaQXT2fgTnm/SE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rjKn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275CF" w:rsidRDefault="00E275CF" w:rsidP="00E275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pOmMYA&#10;AADdAAAADwAAAGRycy9kb3ducmV2LnhtbESPQWsCMRSE7wX/Q3hCL0WztiplNYoKwUIF0RZ6fWye&#10;u4ublyWJ7vbfN4VCj8PMfMMs171txJ18qB0rmIwzEMSFMzWXCj4/9OgVRIjIBhvHpOCbAqxXg4cl&#10;5sZ1fKL7OZYiQTjkqKCKsc2lDEVFFsPYtcTJuzhvMSbpS2k8dgluG/mcZXNpsea0UGFLu4qK6/lm&#10;FWyPXfnin4pt794v+6+Z1kYftFKPw36zABGpj//hv/abUTCdTabw+yY9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rpOm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275CF" w:rsidRDefault="00E275CF" w:rsidP="00E275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6xRsMA&#10;AADdAAAADwAAAGRycy9kb3ducmV2LnhtbESP0YrCMBRE3xf8h3AF39ZUsSLVKOJSWJZ90d0PuDTX&#10;ptrclCTW+vebBcHHYWbOMJvdYFvRkw+NYwWzaQaCuHK64VrB70/5vgIRIrLG1jEpeFCA3Xb0tsFC&#10;uzsfqT/FWiQIhwIVmBi7QspQGbIYpq4jTt7ZeYsxSV9L7fGe4LaV8yxbSosNpwWDHR0MVdfTzSoo&#10;v+bf/fWmfen2w8JSbi6rD6PUZDzs1yAiDfEVfrY/tYJFPsvh/016AnL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E6xRs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275CF" w:rsidRDefault="00E275CF" w:rsidP="00E275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k1F8MA&#10;AADdAAAADwAAAGRycy9kb3ducmV2LnhtbESP0WqDQBRE3wv5h+UG+tasNjUE4yqlkFAfa/sBF/dG&#10;RfeucbdR/75bKPRxmDkzTFYsZhB3mlxnWUG8i0AQ11Z33Cj4+jw/HUE4j6xxsEwKVnJQ5JuHDFNt&#10;Z/6ge+UbEUrYpaig9X5MpXR1Swbdzo7EwbvayaAPcmqknnAO5WaQz1F0kAY7DgstjvTWUt1X30bB&#10;yzpfblXSR2dtKC73Y8m+TpR63C6vJxCeFv8f/qPfdeCS+AC/b8IT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9k1F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275CF" w:rsidRDefault="00E275CF" w:rsidP="00E275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eJkMUA&#10;AADdAAAADwAAAGRycy9kb3ducmV2LnhtbESPT4vCMBTE78J+h/AWvGmq+GftGkVWFPGkXd3zo3m2&#10;ZZuX0qRav70RBI/DzPyGmS9bU4or1a6wrGDQj0AQp1YXnCk4/W56XyCcR9ZYWiYFd3KwXHx05hhr&#10;e+MjXROfiQBhF6OC3PsqltKlORl0fVsRB+9ia4M+yDqTusZbgJtSDqNoIg0WHBZyrOgnp/Q/aYyC&#10;ZvI3PPFlrw/J+r6drTcrJ8+ZUt3PdvUNwlPr3+FXe6cVjMaDKTzfhCc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B4mQ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275CF" w:rsidRDefault="00E275CF" w:rsidP="00E275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ti5cUA&#10;AADdAAAADwAAAGRycy9kb3ducmV2LnhtbERPu27CMBTdK/EP1kXqVpy0NIIUB9FKSNABxKNDt9v4&#10;kgTi6zQ2EP4eD5U6Hp33ZNqZWlyodZVlBfEgAkGcW11xoWC/mz+NQDiPrLG2TApu5GCa9R4mmGp7&#10;5Q1dtr4QIYRdigpK75tUSpeXZNANbEMcuINtDfoA20LqFq8h3NTyOYoSabDi0FBiQx8l5aft2Sj4&#10;Wo+S8fp9OTx+rn7wxejfb10lSj32u9kbCE+d/xf/uRdawfA1DnPDm/AEZH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O2Ll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275CF" w:rsidRDefault="00E275CF" w:rsidP="00E275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8FjcYA&#10;AADdAAAADwAAAGRycy9kb3ducmV2LnhtbESPQWvCQBSE74L/YXmF3sxGm4qmrtJWtOJJo9DrI/ua&#10;BLNvQ3ZrYn99t1DwOMzMN8xi1ZtaXKl1lWUF4ygGQZxbXXGh4HzajGYgnEfWWFsmBTdysFoOBwtM&#10;te34SNfMFyJA2KWooPS+SaV0eUkGXWQb4uB92dagD7ItpG6xC3BTy0kcT6XBisNCiQ29l5Rfsm+j&#10;4Gf6iQf3MXlbP2lPt2S2tfvDVqnHh/71BYSn3t/D/+2dVpA8j+fw9yY8Abn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g8Fj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275CF" w:rsidRDefault="00E275CF" w:rsidP="00E275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E1FcEA&#10;AADdAAAADwAAAGRycy9kb3ducmV2LnhtbERPzYrCMBC+L/gOYQRva7qlLto1iojC3tTqAwzNmBab&#10;SW2i1n16cxD2+PH9z5e9bcSdOl87VvA1TkAQl07XbBScjtvPKQgfkDU2jknBkzwsF4OPOebaPfhA&#10;9yIYEUPY56igCqHNpfRlRRb92LXEkTu7zmKIsDNSd/iI4baRaZJ8S4s1x4YKW1pXVF6Km1VwdelE&#10;98UGd5fNbF8bk13/DplSo2G/+gERqA//4rf7VyvIJmncH9/EJyA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BNRX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275CF" w:rsidRDefault="00E275CF" w:rsidP="00E275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wa5sQA&#10;AADdAAAADwAAAGRycy9kb3ducmV2LnhtbESPzW7CMBCE75V4B2srcWsc/iFgEFRC4grtgeNiL0lo&#10;vA6xC2mfvq6ExHE0M99oFqvWVuJGjS8dK+glKQhi7UzJuYLPj+3bFIQPyAYrx6Tghzyslp2XBWbG&#10;3XlPt0PIRYSwz1BBEUKdSel1QRZ94mri6J1dYzFE2eTSNHiPcFvJfpqOpcWS40KBNb0XpL8O31bB&#10;rjzRaKzPMzvd6P3x9xoGk4tRqvvarucgArXhGX60d0bBcNTvwf+b+AT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/sGub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275CF" w:rsidRDefault="00E275CF" w:rsidP="00E275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d3ZcIA&#10;AADdAAAADwAAAGRycy9kb3ducmV2LnhtbERPW2vCMBR+F/Yfwhn4pumKG9oZZQqCQyd4wb0emrOm&#10;rDkpTaz13xthsMfvzjedd7YSLTW+dKzgZZiAIM6dLrlQcDquBmMQPiBrrByTght5mM+eelPMtLvy&#10;ntpDKEQsYZ+hAhNCnUnpc0MW/dDVxFH7cY3FEGFTSN3gNZbbSqZJ8iYtlhwXDNa0NJT/Hi5WQYu7&#10;W/JtFl+Tz3Kbp7vFeaMjr/rP3cc7iEBd+Df/pddaweg1TeHxJj4BOb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N3dl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275CF" w:rsidRDefault="00E275CF" w:rsidP="00E275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BsnsUA&#10;AADdAAAADwAAAGRycy9kb3ducmV2LnhtbESPQUvDQBSE70L/w/IEb3ZjqiJpt6UILR41evD4zL5m&#10;02bfC7trE/31riB4HGbmG2a1mXyvzhRiJ2zgZl6AIm7EdtwaeHvdXT+AignZYi9MBr4owmY9u1hh&#10;ZWXkFzrXqVUZwrFCAy6lodI6No48xrkMxNk7SPCYsgyttgHHDPe9LoviXnvsOC84HOjRUXOqP72B&#10;cd98HMvDu3XfYZBd/SzHshdjri6n7RJUoin9h//aT9bA7V25gN83+Qn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QGye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275CF" w:rsidRDefault="00E275CF" w:rsidP="00E275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KyTccA&#10;AADdAAAADwAAAGRycy9kb3ducmV2LnhtbESP3WoCMRSE7wt9h3AK3tWsi1bZGsVfKNJStHp/ujnu&#10;bpucLJuo27c3QsHLYWa+YcbT1hpxpsZXjhX0ugkI4tzpigsF+6/18wiED8gajWNS8EceppPHhzFm&#10;2l14S+ddKESEsM9QQRlCnUnp85Is+q6riaN3dI3FEGVTSN3gJcKtkWmSvEiLFceFEmtalJT/7k5W&#10;wfpzaX7Sj+3sIMNiNfw2o818+a5U56mdvYII1IZ7+L/9phX0B2kfbm/iE5CT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HCsk3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275CF" w:rsidRDefault="00E275CF" w:rsidP="00E275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nab8YA&#10;AADdAAAADwAAAGRycy9kb3ducmV2LnhtbESP3WrCQBSE7wu+w3IEb4pu/EmR6CpSKCpUsFro7TF7&#10;TILZsyG7xvj2bkHwcpiZb5j5sjWlaKh2hWUFw0EEgji1uuBMwe/xqz8F4TyyxtIyKbiTg+Wi8zbH&#10;RNsb/1Bz8JkIEHYJKsi9rxIpXZqTQTewFXHwzrY26IOsM6lrvAW4KeUoij6kwYLDQo4VfeaUXg5X&#10;o6DZf5+yTeOq7WX67uLxab3e6T+let12NQPhqfWv8LO90Qom8SiG/zfhCcjF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ynab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275CF" w:rsidRDefault="00E275CF" w:rsidP="00E275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o40ccA&#10;AADdAAAADwAAAGRycy9kb3ducmV2LnhtbESPT2sCMRTE74LfIbxCb5rtoqKrUbRQ6EXw30Fvz81z&#10;d3Hzsk1SXfvpTaHQ4zAzv2Fmi9bU4kbOV5YVvPUTEMS51RUXCg77j94YhA/IGmvLpOBBHhbzbmeG&#10;mbZ33tJtFwoRIewzVFCG0GRS+rwkg75vG+LoXawzGKJ0hdQO7xFuapkmyUgarDgulNjQe0n5dfdt&#10;FKwm49XXZsDrn+35RKfj+TpMXaLU60u7nIII1Ib/8F/7UysYDNMR/L6JT0DO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daONHHAAAA3QAAAA8AAAAAAAAAAAAAAAAAmAIAAGRy&#10;cy9kb3ducmV2LnhtbFBLBQYAAAAABAAEAPUAAACMAwAAAAA=&#10;" fillcolor="black" stroked="f">
                  <v:textbox>
                    <w:txbxContent>
                      <w:p w:rsidR="00E275CF" w:rsidRDefault="00E275CF" w:rsidP="00E275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9eRMcA&#10;AADdAAAADwAAAGRycy9kb3ducmV2LnhtbESPQWvCQBSE7wX/w/KE3uqmoVpJXUVtC4J60PbQ42v2&#10;NVmSfRuyW43+elcQPA4z8w0zmXW2FgdqvXGs4HmQgCDOnTZcKPj++nwag/ABWWPtmBScyMNs2nuY&#10;YKbdkXd02IdCRAj7DBWUITSZlD4vyaIfuIY4en+utRiibAupWzxGuK1lmiQjadFwXCixoWVJebX/&#10;twp+1iMz3hlKfzfnxYfeDKvF9r1S6rHfzd9ABOrCPXxrr7SCl2H6Ctc38QnI6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g/XkT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275CF" w:rsidRDefault="00E275CF" w:rsidP="00E275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X0g8MA&#10;AADdAAAADwAAAGRycy9kb3ducmV2LnhtbERPu27CMBTdK/EP1q3UDZyiFqEUEyFQ1S4dykNdr+JL&#10;HBJfB9uEwNfXQ6WOR+e9KAbbip58qB0reJ5kIIhLp2uuFOx37+M5iBCRNbaOScGNAhTL0cMCc+2u&#10;/E39NlYihXDIUYGJsculDKUhi2HiOuLEHZ23GBP0ldQerynctnKaZTNpsebUYLCjtaGy2V6sAr/6&#10;2TR3vhya7P51Cx+n4TxHo9TT47B6AxFpiP/iP/enVvDyOk1z05v0BO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UX0g8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275CF" w:rsidRDefault="00E275CF" w:rsidP="00E275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30qsYA&#10;AADdAAAADwAAAGRycy9kb3ducmV2LnhtbESPUWvCQBCE3wv9D8cKfSl6aWirRk8phUJBEbT+gDW3&#10;JsG7vZDbauyv9wqFPg4z8w0zX/beqTN1sQls4GmUgSIug224MrD/+hhOQEVBtugCk4ErRVgu7u/m&#10;WNhw4S2dd1KpBOFYoIFapC20jmVNHuMotMTJO4bOoyTZVdp2eElw73SeZa/aY8NpocaW3msqT7tv&#10;b8DlBzddjeNarnu9zn68bB831piHQf82AyXUy3/4r/1pDTy/5FP4fZOegF7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30q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275CF" w:rsidRDefault="00E275CF" w:rsidP="00E275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LErsMA&#10;AADdAAAADwAAAGRycy9kb3ducmV2LnhtbERPu27CMBTdK/UfrFupW3FKW4QCBvEQUpYODSDWS3yJ&#10;o9rXUWwg5evxUInx6Lyn895ZcaEuNJ4VvA8yEMSV1w3XCnbbzdsYRIjIGq1nUvBHAeaz56cp5tpf&#10;+YcuZaxFCuGQowITY5tLGSpDDsPAt8SJO/nOYUywq6Xu8JrCnZXDLBtJhw2nBoMtrQxVv+XZKViX&#10;rR3uCrMMh/338WiL24YOa6VeX/rFBESkPj7E/+5CK/j8+kj705v0BOT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TLErsMAAADd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275CF" w:rsidRDefault="00E275CF" w:rsidP="00E275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kuhMUA&#10;AADdAAAADwAAAGRycy9kb3ducmV2LnhtbESPT2sCMRTE7wW/Q3hCbzXR1j+sRhGpIPSk1YO3R/Lc&#10;Xd28LJvU3X77RhB6HGbmN8xi1blK3KkJpWcNw4ECQWy8LTnXcPzevs1AhIhssfJMGn4pwGrZe1lg&#10;Zn3Le7ofYi4ShEOGGooY60zKYApyGAa+Jk7exTcOY5JNLm2DbYK7So6UmkiHJaeFAmvaFGRuhx+n&#10;4bqVX94oNKfjqd3Z6flzQpXS+rXfrecgInXxP/xs76yGj/H7EB5v0hO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6S6E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275CF" w:rsidRDefault="00E275CF" w:rsidP="00E275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IS3cYA&#10;AADdAAAADwAAAGRycy9kb3ducmV2LnhtbESPQWvCQBSE74L/YXmF3nTTWItEV1FBKC0e1FJ6fGaf&#10;SUj2bdhdNf57tyB4HGbmG2a26EwjLuR8ZVnB2zABQZxbXXGh4OewGUxA+ICssbFMCm7kYTHv92aY&#10;aXvlHV32oRARwj5DBWUIbSalz0sy6Ie2JY7eyTqDIUpXSO3wGuGmkWmSfEiDFceFEltal5TX+7NR&#10;8Hf+5tN29LV0q/Bru4Ov0+OkVur1pVtOQQTqwjP8aH9qBe/jUQr/b+ITk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yIS3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275CF" w:rsidRDefault="00E275CF" w:rsidP="00E275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QNlMcA&#10;AADdAAAADwAAAGRycy9kb3ducmV2LnhtbESPzWsCMRTE70L/h/AEb5r1E12NUguFXgr146C35+a5&#10;u7h52SZRt/3rG6HgcZiZ3zCLVWMqcSPnS8sK+r0EBHFmdcm5gv3uvTsF4QOyxsoyKfghD6vlS2uB&#10;qbZ33tBtG3IRIexTVFCEUKdS+qwgg75na+Lona0zGKJ0udQO7xFuKjlIkok0WHJcKLCmt4Kyy/Zq&#10;FKxn0/X314g/fzenIx0Pp8t44BKlOu3mdQ4iUBOe4f/2h1YwGg+H8HgTn4B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L0DZTHAAAA3QAAAA8AAAAAAAAAAAAAAAAAmAIAAGRy&#10;cy9kb3ducmV2LnhtbFBLBQYAAAAABAAEAPUAAACMAwAAAAA=&#10;" fillcolor="black" stroked="f">
                  <v:textbox>
                    <w:txbxContent>
                      <w:p w:rsidR="00E275CF" w:rsidRDefault="00E275CF" w:rsidP="00E275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Fv4cUA&#10;AADdAAAADwAAAGRycy9kb3ducmV2LnhtbESPQUsDMRSE74L/ITzBm83WVilr07IURPG0rS29vm6e&#10;m6WblyWJ6frvjSD0OMzMN8xyPdpeJPKhc6xgOilAEDdOd9wq2H++PixAhIissXdMCn4owHp1e7PE&#10;UrsLbyntYisyhEOJCkyMQyllaAxZDBM3EGfvy3mLMUvfSu3xkuG2l49F8SwtdpwXDA60MdScd99W&#10;QTpt6mqWjslsP3zVele/HU61Uvd3Y/UCItIYr+H/9rtWMH+azeHvTX4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YW/h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275CF" w:rsidRDefault="00E275CF" w:rsidP="00E275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oqiMcA&#10;AADdAAAADwAAAGRycy9kb3ducmV2LnhtbESPQWvCQBSE70L/w/IKvZmNtkqbuopIW9SLNhXs8ZF9&#10;zYZm34bsNsb++m5B8DjMzDfMbNHbWnTU+sqxglGSgiAunK64VHD4eB0+gvABWWPtmBScycNifjOY&#10;Yabdid+py0MpIoR9hgpMCE0mpS8MWfSJa4ij9+VaiyHKtpS6xVOE21qO03QqLVYcFww2tDJUfOc/&#10;VoEfrV6OW/v71H2+Gd7lGzPdl0apu9t++QwiUB+u4Ut7rRU8TO4n8P8mPgE5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CqKoj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275CF" w:rsidRDefault="00E275CF" w:rsidP="00E275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275CF" w:rsidRDefault="00E275CF" w:rsidP="00E275C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E275CF" w:rsidRDefault="00E275CF" w:rsidP="00E275C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75CF" w:rsidRDefault="00E275CF" w:rsidP="00E275C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75CF" w:rsidRDefault="00E275CF" w:rsidP="00E275C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275CF" w:rsidRDefault="00E275CF" w:rsidP="00E275C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275CF" w:rsidRDefault="00E275CF" w:rsidP="00E275C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275CF" w:rsidRDefault="00E275CF" w:rsidP="00E275C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275CF" w:rsidRDefault="00E275CF" w:rsidP="00E275C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75CF" w:rsidRDefault="00E275CF" w:rsidP="00E275C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E275CF" w:rsidRDefault="00E275CF" w:rsidP="00E275C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75CF" w:rsidRDefault="00E275CF" w:rsidP="00E275C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E275CF" w:rsidRDefault="00E275CF" w:rsidP="00E275C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275CF" w:rsidRDefault="00E275CF" w:rsidP="00E275C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№90</w:t>
      </w:r>
    </w:p>
    <w:p w:rsidR="00E275CF" w:rsidRDefault="00E275CF" w:rsidP="00E275C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275CF" w:rsidRPr="00A66DFC" w:rsidRDefault="00E275CF" w:rsidP="00E275C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proofErr w:type="gram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proofErr w:type="gram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E275CF" w:rsidRPr="00A66DFC" w:rsidRDefault="00E275CF" w:rsidP="00E275C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E275CF" w:rsidRPr="00A66DFC" w:rsidRDefault="00E275CF" w:rsidP="00E275CF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передачі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E275CF" w:rsidRPr="00A66DFC" w:rsidRDefault="00E275CF" w:rsidP="00E275CF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Самолюку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Д.В</w:t>
      </w:r>
    </w:p>
    <w:p w:rsidR="00E275CF" w:rsidRPr="00A66DFC" w:rsidRDefault="00E275CF" w:rsidP="00E275CF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275CF" w:rsidRPr="00A66DFC" w:rsidRDefault="00E275CF" w:rsidP="00E275C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Відповідно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до пункту 34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частини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1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26, 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42 Закону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місцеве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самоврядування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в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Україні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», статей 12, 116, 118, 121, 122  Земельного кодексу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, Закону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землеустрій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>»,</w:t>
      </w: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Самолюка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Д.</w:t>
      </w:r>
      <w:proofErr w:type="gram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В</w:t>
      </w:r>
      <w:proofErr w:type="gram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E275CF" w:rsidRPr="00A66DFC" w:rsidRDefault="00E275CF" w:rsidP="00E275C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E275CF" w:rsidRPr="00A66DFC" w:rsidRDefault="00E275CF" w:rsidP="00E275C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Самолюку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Дмитру</w:t>
      </w:r>
      <w:proofErr w:type="spellEnd"/>
      <w:proofErr w:type="gram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В</w:t>
      </w:r>
      <w:proofErr w:type="gram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ікторовичу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обслуговування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житлового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будинку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господарських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будівель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споруд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присадибна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0,</w:t>
      </w: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1275 га, яка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область, 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район,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Л.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Українки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E275CF" w:rsidRPr="00A66DFC" w:rsidRDefault="00E275CF" w:rsidP="00E275C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Самолюку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Дмитру</w:t>
      </w:r>
      <w:proofErr w:type="spellEnd"/>
      <w:proofErr w:type="gram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В</w:t>
      </w:r>
      <w:proofErr w:type="gram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ікторовичу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A66DFC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</w:rPr>
        <w:t>який</w:t>
      </w:r>
      <w:proofErr w:type="spellEnd"/>
      <w:r w:rsidRPr="00A66DFC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A66DFC"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 w:rsidRPr="00A66DFC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A66DFC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A66DFC">
        <w:rPr>
          <w:rFonts w:ascii="Times New Roman" w:eastAsia="Calibri" w:hAnsi="Times New Roman" w:cs="Times New Roman"/>
          <w:sz w:val="24"/>
        </w:rPr>
        <w:t xml:space="preserve">: </w:t>
      </w:r>
      <w:r w:rsidR="00166EAC">
        <w:rPr>
          <w:rFonts w:ascii="Times New Roman" w:eastAsia="Calibri" w:hAnsi="Times New Roman" w:cs="Times New Roman"/>
          <w:sz w:val="24"/>
          <w:lang w:val="uk-UA"/>
        </w:rPr>
        <w:t>_______</w:t>
      </w:r>
      <w:r w:rsidRPr="00A66DFC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166EAC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_________</w:t>
      </w:r>
      <w:bookmarkStart w:id="0" w:name="_GoBack"/>
      <w:bookmarkEnd w:id="0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0,1275 га,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номер: 6823984000:01:013:0044,  для 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обслуговування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житлового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будинку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господарських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будівель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споруд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присадибна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), яка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область, 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Шепеті</w:t>
      </w:r>
      <w:r>
        <w:rPr>
          <w:rFonts w:ascii="Times New Roman" w:eastAsia="Calibri" w:hAnsi="Times New Roman" w:cs="Times New Roman"/>
          <w:sz w:val="24"/>
          <w:szCs w:val="24"/>
        </w:rPr>
        <w:t>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район, 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вул.</w:t>
      </w:r>
      <w:r w:rsidRPr="00A66DFC">
        <w:rPr>
          <w:rFonts w:ascii="Times New Roman" w:eastAsia="Calibri" w:hAnsi="Times New Roman" w:cs="Times New Roman"/>
          <w:sz w:val="24"/>
          <w:szCs w:val="24"/>
        </w:rPr>
        <w:t>Л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Українки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275CF" w:rsidRPr="00A66DFC" w:rsidRDefault="00E275CF" w:rsidP="00E275C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Самолюку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Д.В.,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якому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A66DFC">
        <w:rPr>
          <w:rFonts w:ascii="Times New Roman" w:eastAsia="Calibri" w:hAnsi="Times New Roman" w:cs="Times New Roman"/>
          <w:sz w:val="24"/>
          <w:szCs w:val="24"/>
        </w:rPr>
        <w:t>передана</w:t>
      </w:r>
      <w:proofErr w:type="gram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E275CF" w:rsidRPr="00A66DFC" w:rsidRDefault="00E275CF" w:rsidP="00E275C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66DFC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A66DFC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E275CF" w:rsidRPr="00A66DFC" w:rsidRDefault="00E275CF" w:rsidP="00E275C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75CF" w:rsidRPr="00A66DFC" w:rsidRDefault="00E275CF" w:rsidP="00E275C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75CF" w:rsidRPr="00A66DFC" w:rsidRDefault="00E275CF" w:rsidP="00E275C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75CF" w:rsidRPr="00A66DFC" w:rsidRDefault="00E275CF" w:rsidP="00E275C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75CF" w:rsidRPr="00E11D7E" w:rsidRDefault="00E275CF" w:rsidP="00E275C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A66DFC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A66DFC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A66DFC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A66DFC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DA1666" w:rsidRDefault="00DA1666"/>
    <w:sectPr w:rsidR="00DA166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5CF"/>
    <w:rsid w:val="00166EAC"/>
    <w:rsid w:val="00DA1666"/>
    <w:rsid w:val="00E2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5CF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E275C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275C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E275CF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5CF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E275C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275C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E275CF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2</Pages>
  <Words>283</Words>
  <Characters>1617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2021-09-13T10:50:00Z</dcterms:created>
  <dcterms:modified xsi:type="dcterms:W3CDTF">2021-09-14T12:29:00Z</dcterms:modified>
</cp:coreProperties>
</file>