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2238" w:rsidRPr="003F14A5" w:rsidRDefault="00352238" w:rsidP="00352238">
      <w:pPr>
        <w:pStyle w:val="HTML0"/>
        <w:tabs>
          <w:tab w:val="clear"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lang w:val="ru-RU"/>
        </w:rPr>
      </w:pPr>
      <w:r>
        <w:rPr>
          <w:noProof/>
          <w:lang w:val="ru-RU" w:eastAsia="ru-RU"/>
        </w:rPr>
        <mc:AlternateContent>
          <mc:Choice Requires="wpg">
            <w:drawing>
              <wp:anchor distT="0" distB="0" distL="114300" distR="114300" simplePos="0" relativeHeight="251659264" behindDoc="0" locked="0" layoutInCell="1" allowOverlap="1">
                <wp:simplePos x="0" y="0"/>
                <wp:positionH relativeFrom="margin">
                  <wp:posOffset>2741295</wp:posOffset>
                </wp:positionH>
                <wp:positionV relativeFrom="paragraph">
                  <wp:posOffset>74930</wp:posOffset>
                </wp:positionV>
                <wp:extent cx="431800" cy="612140"/>
                <wp:effectExtent l="0" t="0" r="6350" b="0"/>
                <wp:wrapNone/>
                <wp:docPr id="3322" name="Группа 33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1800" cy="612140"/>
                          <a:chOff x="0" y="0"/>
                          <a:chExt cx="1142" cy="1718"/>
                        </a:xfrm>
                      </wpg:grpSpPr>
                      <wps:wsp>
                        <wps:cNvPr id="3323" name="Freeform 3"/>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352238" w:rsidRDefault="00352238" w:rsidP="00352238"/>
                          </w:txbxContent>
                        </wps:txbx>
                        <wps:bodyPr rot="0" vert="horz" wrap="square" lIns="91440" tIns="45720" rIns="91440" bIns="45720" anchor="t" anchorCtr="0" upright="1">
                          <a:noAutofit/>
                        </wps:bodyPr>
                      </wps:wsp>
                      <wps:wsp>
                        <wps:cNvPr id="3324" name="Freeform 4"/>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352238" w:rsidRDefault="00352238" w:rsidP="00352238"/>
                          </w:txbxContent>
                        </wps:txbx>
                        <wps:bodyPr rot="0" vert="horz" wrap="square" lIns="91440" tIns="45720" rIns="91440" bIns="45720" anchor="t" anchorCtr="0" upright="1">
                          <a:noAutofit/>
                        </wps:bodyPr>
                      </wps:wsp>
                      <wps:wsp>
                        <wps:cNvPr id="3325" name="Freeform 5"/>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352238" w:rsidRDefault="00352238" w:rsidP="00352238"/>
                          </w:txbxContent>
                        </wps:txbx>
                        <wps:bodyPr rot="0" vert="horz" wrap="square" lIns="91440" tIns="45720" rIns="91440" bIns="45720" anchor="t" anchorCtr="0" upright="1">
                          <a:noAutofit/>
                        </wps:bodyPr>
                      </wps:wsp>
                      <wps:wsp>
                        <wps:cNvPr id="3326" name="Freeform 6"/>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352238" w:rsidRDefault="00352238" w:rsidP="00352238"/>
                          </w:txbxContent>
                        </wps:txbx>
                        <wps:bodyPr rot="0" vert="horz" wrap="square" lIns="91440" tIns="45720" rIns="91440" bIns="45720" anchor="t" anchorCtr="0" upright="1">
                          <a:noAutofit/>
                        </wps:bodyPr>
                      </wps:wsp>
                      <wps:wsp>
                        <wps:cNvPr id="3327" name="Freeform 7"/>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352238" w:rsidRDefault="00352238" w:rsidP="00352238"/>
                          </w:txbxContent>
                        </wps:txbx>
                        <wps:bodyPr rot="0" vert="horz" wrap="square" lIns="91440" tIns="45720" rIns="91440" bIns="45720" anchor="t" anchorCtr="0" upright="1">
                          <a:noAutofit/>
                        </wps:bodyPr>
                      </wps:wsp>
                      <wps:wsp>
                        <wps:cNvPr id="3328" name="Freeform 8"/>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352238" w:rsidRDefault="00352238" w:rsidP="00352238"/>
                          </w:txbxContent>
                        </wps:txbx>
                        <wps:bodyPr rot="0" vert="horz" wrap="square" lIns="91440" tIns="45720" rIns="91440" bIns="45720" anchor="t" anchorCtr="0" upright="1">
                          <a:noAutofit/>
                        </wps:bodyPr>
                      </wps:wsp>
                      <wps:wsp>
                        <wps:cNvPr id="3329" name="Freeform 9"/>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352238" w:rsidRDefault="00352238" w:rsidP="00352238"/>
                          </w:txbxContent>
                        </wps:txbx>
                        <wps:bodyPr rot="0" vert="horz" wrap="square" lIns="91440" tIns="45720" rIns="91440" bIns="45720" anchor="t" anchorCtr="0" upright="1">
                          <a:noAutofit/>
                        </wps:bodyPr>
                      </wps:wsp>
                      <wps:wsp>
                        <wps:cNvPr id="3330" name="Freeform 10"/>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352238" w:rsidRDefault="00352238" w:rsidP="00352238"/>
                          </w:txbxContent>
                        </wps:txbx>
                        <wps:bodyPr rot="0" vert="horz" wrap="square" lIns="91440" tIns="45720" rIns="91440" bIns="45720" anchor="t" anchorCtr="0" upright="1">
                          <a:noAutofit/>
                        </wps:bodyPr>
                      </wps:wsp>
                      <wps:wsp>
                        <wps:cNvPr id="3331" name="Freeform 11"/>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352238" w:rsidRDefault="00352238" w:rsidP="00352238"/>
                          </w:txbxContent>
                        </wps:txbx>
                        <wps:bodyPr rot="0" vert="horz" wrap="square" lIns="91440" tIns="45720" rIns="91440" bIns="45720" anchor="t" anchorCtr="0" upright="1">
                          <a:noAutofit/>
                        </wps:bodyPr>
                      </wps:wsp>
                      <wps:wsp>
                        <wps:cNvPr id="3332" name="Freeform 12"/>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352238" w:rsidRDefault="00352238" w:rsidP="00352238"/>
                          </w:txbxContent>
                        </wps:txbx>
                        <wps:bodyPr rot="0" vert="horz" wrap="square" lIns="91440" tIns="45720" rIns="91440" bIns="45720" anchor="t" anchorCtr="0" upright="1">
                          <a:noAutofit/>
                        </wps:bodyPr>
                      </wps:wsp>
                      <wps:wsp>
                        <wps:cNvPr id="3333" name="Freeform 13"/>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352238" w:rsidRDefault="00352238" w:rsidP="00352238"/>
                          </w:txbxContent>
                        </wps:txbx>
                        <wps:bodyPr rot="0" vert="horz" wrap="square" lIns="91440" tIns="45720" rIns="91440" bIns="45720" anchor="t" anchorCtr="0" upright="1">
                          <a:noAutofit/>
                        </wps:bodyPr>
                      </wps:wsp>
                      <wps:wsp>
                        <wps:cNvPr id="3334" name="Freeform 14"/>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352238" w:rsidRDefault="00352238" w:rsidP="00352238"/>
                          </w:txbxContent>
                        </wps:txbx>
                        <wps:bodyPr rot="0" vert="horz" wrap="square" lIns="91440" tIns="45720" rIns="91440" bIns="45720" anchor="t" anchorCtr="0" upright="1">
                          <a:noAutofit/>
                        </wps:bodyPr>
                      </wps:wsp>
                      <wps:wsp>
                        <wps:cNvPr id="3335" name="Freeform 15"/>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352238" w:rsidRDefault="00352238" w:rsidP="00352238"/>
                          </w:txbxContent>
                        </wps:txbx>
                        <wps:bodyPr rot="0" vert="horz" wrap="square" lIns="91440" tIns="45720" rIns="91440" bIns="45720" anchor="t" anchorCtr="0" upright="1">
                          <a:noAutofit/>
                        </wps:bodyPr>
                      </wps:wsp>
                      <wps:wsp>
                        <wps:cNvPr id="3336" name="Freeform 16"/>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352238" w:rsidRDefault="00352238" w:rsidP="00352238"/>
                          </w:txbxContent>
                        </wps:txbx>
                        <wps:bodyPr rot="0" vert="horz" wrap="square" lIns="91440" tIns="45720" rIns="91440" bIns="45720" anchor="t" anchorCtr="0" upright="1">
                          <a:noAutofit/>
                        </wps:bodyPr>
                      </wps:wsp>
                      <wps:wsp>
                        <wps:cNvPr id="3337" name="Freeform 17"/>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352238" w:rsidRDefault="00352238" w:rsidP="00352238"/>
                          </w:txbxContent>
                        </wps:txbx>
                        <wps:bodyPr rot="0" vert="horz" wrap="square" lIns="91440" tIns="45720" rIns="91440" bIns="45720" anchor="t" anchorCtr="0" upright="1">
                          <a:noAutofit/>
                        </wps:bodyPr>
                      </wps:wsp>
                      <wps:wsp>
                        <wps:cNvPr id="3338" name="Freeform 18"/>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352238" w:rsidRDefault="00352238" w:rsidP="00352238"/>
                          </w:txbxContent>
                        </wps:txbx>
                        <wps:bodyPr rot="0" vert="horz" wrap="square" lIns="91440" tIns="45720" rIns="91440" bIns="45720" anchor="t" anchorCtr="0" upright="1">
                          <a:noAutofit/>
                        </wps:bodyPr>
                      </wps:wsp>
                      <wps:wsp>
                        <wps:cNvPr id="3339" name="Freeform 19"/>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352238" w:rsidRDefault="00352238" w:rsidP="00352238"/>
                          </w:txbxContent>
                        </wps:txbx>
                        <wps:bodyPr rot="0" vert="horz" wrap="square" lIns="91440" tIns="45720" rIns="91440" bIns="45720" anchor="t" anchorCtr="0" upright="1">
                          <a:noAutofit/>
                        </wps:bodyPr>
                      </wps:wsp>
                      <wps:wsp>
                        <wps:cNvPr id="3340" name="Freeform 20"/>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352238" w:rsidRDefault="00352238" w:rsidP="00352238"/>
                          </w:txbxContent>
                        </wps:txbx>
                        <wps:bodyPr rot="0" vert="horz" wrap="square" lIns="91440" tIns="45720" rIns="91440" bIns="45720" anchor="t" anchorCtr="0" upright="1">
                          <a:noAutofit/>
                        </wps:bodyPr>
                      </wps:wsp>
                      <wps:wsp>
                        <wps:cNvPr id="3341" name="Freeform 21"/>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352238" w:rsidRDefault="00352238" w:rsidP="00352238"/>
                          </w:txbxContent>
                        </wps:txbx>
                        <wps:bodyPr rot="0" vert="horz" wrap="square" lIns="91440" tIns="45720" rIns="91440" bIns="45720" anchor="t" anchorCtr="0" upright="1">
                          <a:noAutofit/>
                        </wps:bodyPr>
                      </wps:wsp>
                      <wps:wsp>
                        <wps:cNvPr id="3342" name="Freeform 22"/>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352238" w:rsidRDefault="00352238" w:rsidP="00352238"/>
                          </w:txbxContent>
                        </wps:txbx>
                        <wps:bodyPr rot="0" vert="horz" wrap="square" lIns="91440" tIns="45720" rIns="91440" bIns="45720" anchor="t" anchorCtr="0" upright="1">
                          <a:noAutofit/>
                        </wps:bodyPr>
                      </wps:wsp>
                      <wps:wsp>
                        <wps:cNvPr id="3343" name="Rectangle 23"/>
                        <wps:cNvSpPr>
                          <a:spLocks noChangeArrowheads="1"/>
                        </wps:cNvSpPr>
                        <wps:spPr bwMode="auto">
                          <a:xfrm>
                            <a:off x="0" y="430"/>
                            <a:ext cx="40" cy="74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52238" w:rsidRDefault="00352238" w:rsidP="00352238"/>
                          </w:txbxContent>
                        </wps:txbx>
                        <wps:bodyPr rot="0" vert="horz" wrap="square" lIns="91440" tIns="45720" rIns="91440" bIns="45720" anchor="t" anchorCtr="0" upright="1">
                          <a:noAutofit/>
                        </wps:bodyPr>
                      </wps:wsp>
                      <wps:wsp>
                        <wps:cNvPr id="3344" name="Freeform 24"/>
                        <wps:cNvSpPr>
                          <a:spLocks/>
                        </wps:cNvSpPr>
                        <wps:spPr bwMode="auto">
                          <a:xfrm>
                            <a:off x="0" y="1178"/>
                            <a:ext cx="40" cy="163"/>
                          </a:xfrm>
                          <a:custGeom>
                            <a:avLst/>
                            <a:gdLst>
                              <a:gd name="T0" fmla="*/ 400 w 400"/>
                              <a:gd name="T1" fmla="*/ 1615 h 1632"/>
                              <a:gd name="T2" fmla="*/ 400 w 400"/>
                              <a:gd name="T3" fmla="*/ 1624 h 1632"/>
                              <a:gd name="T4" fmla="*/ 400 w 400"/>
                              <a:gd name="T5" fmla="*/ 0 h 1632"/>
                              <a:gd name="T6" fmla="*/ 0 w 400"/>
                              <a:gd name="T7" fmla="*/ 0 h 1632"/>
                              <a:gd name="T8" fmla="*/ 0 w 400"/>
                              <a:gd name="T9" fmla="*/ 1624 h 1632"/>
                              <a:gd name="T10" fmla="*/ 0 w 400"/>
                              <a:gd name="T11" fmla="*/ 1632 h 1632"/>
                              <a:gd name="T12" fmla="*/ 0 w 400"/>
                              <a:gd name="T13" fmla="*/ 1624 h 1632"/>
                              <a:gd name="T14" fmla="*/ 0 w 400"/>
                              <a:gd name="T15" fmla="*/ 1627 h 1632"/>
                              <a:gd name="T16" fmla="*/ 1 w 400"/>
                              <a:gd name="T17" fmla="*/ 1632 h 1632"/>
                              <a:gd name="T18" fmla="*/ 400 w 400"/>
                              <a:gd name="T19" fmla="*/ 1615 h 16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632">
                                <a:moveTo>
                                  <a:pt x="400" y="1615"/>
                                </a:moveTo>
                                <a:lnTo>
                                  <a:pt x="400" y="1624"/>
                                </a:lnTo>
                                <a:lnTo>
                                  <a:pt x="400" y="0"/>
                                </a:lnTo>
                                <a:lnTo>
                                  <a:pt x="0" y="0"/>
                                </a:lnTo>
                                <a:lnTo>
                                  <a:pt x="0" y="1624"/>
                                </a:lnTo>
                                <a:lnTo>
                                  <a:pt x="0" y="1632"/>
                                </a:lnTo>
                                <a:lnTo>
                                  <a:pt x="0" y="1624"/>
                                </a:lnTo>
                                <a:lnTo>
                                  <a:pt x="0" y="1627"/>
                                </a:lnTo>
                                <a:lnTo>
                                  <a:pt x="1" y="1632"/>
                                </a:lnTo>
                                <a:lnTo>
                                  <a:pt x="400" y="161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352238" w:rsidRDefault="00352238" w:rsidP="00352238"/>
                          </w:txbxContent>
                        </wps:txbx>
                        <wps:bodyPr rot="0" vert="horz" wrap="square" lIns="91440" tIns="45720" rIns="91440" bIns="45720" anchor="t" anchorCtr="0" upright="1">
                          <a:noAutofit/>
                        </wps:bodyPr>
                      </wps:wsp>
                      <wps:wsp>
                        <wps:cNvPr id="3345" name="Freeform 25"/>
                        <wps:cNvSpPr>
                          <a:spLocks/>
                        </wps:cNvSpPr>
                        <wps:spPr bwMode="auto">
                          <a:xfrm>
                            <a:off x="0" y="1339"/>
                            <a:ext cx="175" cy="210"/>
                          </a:xfrm>
                          <a:custGeom>
                            <a:avLst/>
                            <a:gdLst>
                              <a:gd name="T0" fmla="*/ 1712 w 1748"/>
                              <a:gd name="T1" fmla="*/ 1712 h 2097"/>
                              <a:gd name="T2" fmla="*/ 1617 w 1748"/>
                              <a:gd name="T3" fmla="*/ 1669 h 2097"/>
                              <a:gd name="T4" fmla="*/ 1522 w 1748"/>
                              <a:gd name="T5" fmla="*/ 1621 h 2097"/>
                              <a:gd name="T6" fmla="*/ 1429 w 1748"/>
                              <a:gd name="T7" fmla="*/ 1566 h 2097"/>
                              <a:gd name="T8" fmla="*/ 1337 w 1748"/>
                              <a:gd name="T9" fmla="*/ 1506 h 2097"/>
                              <a:gd name="T10" fmla="*/ 1247 w 1748"/>
                              <a:gd name="T11" fmla="*/ 1442 h 2097"/>
                              <a:gd name="T12" fmla="*/ 1160 w 1748"/>
                              <a:gd name="T13" fmla="*/ 1372 h 2097"/>
                              <a:gd name="T14" fmla="*/ 1076 w 1748"/>
                              <a:gd name="T15" fmla="*/ 1298 h 2097"/>
                              <a:gd name="T16" fmla="*/ 994 w 1748"/>
                              <a:gd name="T17" fmla="*/ 1220 h 2097"/>
                              <a:gd name="T18" fmla="*/ 917 w 1748"/>
                              <a:gd name="T19" fmla="*/ 1138 h 2097"/>
                              <a:gd name="T20" fmla="*/ 844 w 1748"/>
                              <a:gd name="T21" fmla="*/ 1054 h 2097"/>
                              <a:gd name="T22" fmla="*/ 776 w 1748"/>
                              <a:gd name="T23" fmla="*/ 965 h 2097"/>
                              <a:gd name="T24" fmla="*/ 711 w 1748"/>
                              <a:gd name="T25" fmla="*/ 874 h 2097"/>
                              <a:gd name="T26" fmla="*/ 652 w 1748"/>
                              <a:gd name="T27" fmla="*/ 782 h 2097"/>
                              <a:gd name="T28" fmla="*/ 599 w 1748"/>
                              <a:gd name="T29" fmla="*/ 686 h 2097"/>
                              <a:gd name="T30" fmla="*/ 551 w 1748"/>
                              <a:gd name="T31" fmla="*/ 590 h 2097"/>
                              <a:gd name="T32" fmla="*/ 510 w 1748"/>
                              <a:gd name="T33" fmla="*/ 492 h 2097"/>
                              <a:gd name="T34" fmla="*/ 474 w 1748"/>
                              <a:gd name="T35" fmla="*/ 394 h 2097"/>
                              <a:gd name="T36" fmla="*/ 445 w 1748"/>
                              <a:gd name="T37" fmla="*/ 296 h 2097"/>
                              <a:gd name="T38" fmla="*/ 423 w 1748"/>
                              <a:gd name="T39" fmla="*/ 196 h 2097"/>
                              <a:gd name="T40" fmla="*/ 408 w 1748"/>
                              <a:gd name="T41" fmla="*/ 98 h 2097"/>
                              <a:gd name="T42" fmla="*/ 400 w 1748"/>
                              <a:gd name="T43" fmla="*/ 0 h 2097"/>
                              <a:gd name="T44" fmla="*/ 5 w 1748"/>
                              <a:gd name="T45" fmla="*/ 101 h 2097"/>
                              <a:gd name="T46" fmla="*/ 23 w 1748"/>
                              <a:gd name="T47" fmla="*/ 227 h 2097"/>
                              <a:gd name="T48" fmla="*/ 48 w 1748"/>
                              <a:gd name="T49" fmla="*/ 353 h 2097"/>
                              <a:gd name="T50" fmla="*/ 80 w 1748"/>
                              <a:gd name="T51" fmla="*/ 477 h 2097"/>
                              <a:gd name="T52" fmla="*/ 122 w 1748"/>
                              <a:gd name="T53" fmla="*/ 598 h 2097"/>
                              <a:gd name="T54" fmla="*/ 171 w 1748"/>
                              <a:gd name="T55" fmla="*/ 717 h 2097"/>
                              <a:gd name="T56" fmla="*/ 226 w 1748"/>
                              <a:gd name="T57" fmla="*/ 834 h 2097"/>
                              <a:gd name="T58" fmla="*/ 289 w 1748"/>
                              <a:gd name="T59" fmla="*/ 949 h 2097"/>
                              <a:gd name="T60" fmla="*/ 355 w 1748"/>
                              <a:gd name="T61" fmla="*/ 1059 h 2097"/>
                              <a:gd name="T62" fmla="*/ 429 w 1748"/>
                              <a:gd name="T63" fmla="*/ 1167 h 2097"/>
                              <a:gd name="T64" fmla="*/ 509 w 1748"/>
                              <a:gd name="T65" fmla="*/ 1272 h 2097"/>
                              <a:gd name="T66" fmla="*/ 592 w 1748"/>
                              <a:gd name="T67" fmla="*/ 1373 h 2097"/>
                              <a:gd name="T68" fmla="*/ 680 w 1748"/>
                              <a:gd name="T69" fmla="*/ 1470 h 2097"/>
                              <a:gd name="T70" fmla="*/ 773 w 1748"/>
                              <a:gd name="T71" fmla="*/ 1562 h 2097"/>
                              <a:gd name="T72" fmla="*/ 870 w 1748"/>
                              <a:gd name="T73" fmla="*/ 1650 h 2097"/>
                              <a:gd name="T74" fmla="*/ 972 w 1748"/>
                              <a:gd name="T75" fmla="*/ 1732 h 2097"/>
                              <a:gd name="T76" fmla="*/ 1075 w 1748"/>
                              <a:gd name="T77" fmla="*/ 1811 h 2097"/>
                              <a:gd name="T78" fmla="*/ 1182 w 1748"/>
                              <a:gd name="T79" fmla="*/ 1882 h 2097"/>
                              <a:gd name="T80" fmla="*/ 1294 w 1748"/>
                              <a:gd name="T81" fmla="*/ 1950 h 2097"/>
                              <a:gd name="T82" fmla="*/ 1405 w 1748"/>
                              <a:gd name="T83" fmla="*/ 2010 h 2097"/>
                              <a:gd name="T84" fmla="*/ 1521 w 1748"/>
                              <a:gd name="T85" fmla="*/ 2065 h 2097"/>
                              <a:gd name="T86" fmla="*/ 1596 w 1748"/>
                              <a:gd name="T87" fmla="*/ 2096 h 2097"/>
                              <a:gd name="T88" fmla="*/ 1744 w 1748"/>
                              <a:gd name="T89" fmla="*/ 1725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8" h="2097">
                                <a:moveTo>
                                  <a:pt x="1748" y="1727"/>
                                </a:moveTo>
                                <a:lnTo>
                                  <a:pt x="1744" y="1725"/>
                                </a:lnTo>
                                <a:lnTo>
                                  <a:pt x="1712" y="1712"/>
                                </a:lnTo>
                                <a:lnTo>
                                  <a:pt x="1681" y="1699"/>
                                </a:lnTo>
                                <a:lnTo>
                                  <a:pt x="1649" y="1684"/>
                                </a:lnTo>
                                <a:lnTo>
                                  <a:pt x="1617" y="1669"/>
                                </a:lnTo>
                                <a:lnTo>
                                  <a:pt x="1586" y="1654"/>
                                </a:lnTo>
                                <a:lnTo>
                                  <a:pt x="1553" y="1638"/>
                                </a:lnTo>
                                <a:lnTo>
                                  <a:pt x="1522" y="1621"/>
                                </a:lnTo>
                                <a:lnTo>
                                  <a:pt x="1490" y="1603"/>
                                </a:lnTo>
                                <a:lnTo>
                                  <a:pt x="1459" y="1584"/>
                                </a:lnTo>
                                <a:lnTo>
                                  <a:pt x="1429" y="1566"/>
                                </a:lnTo>
                                <a:lnTo>
                                  <a:pt x="1398" y="1547"/>
                                </a:lnTo>
                                <a:lnTo>
                                  <a:pt x="1367" y="1527"/>
                                </a:lnTo>
                                <a:lnTo>
                                  <a:pt x="1337" y="1506"/>
                                </a:lnTo>
                                <a:lnTo>
                                  <a:pt x="1307" y="1486"/>
                                </a:lnTo>
                                <a:lnTo>
                                  <a:pt x="1277" y="1463"/>
                                </a:lnTo>
                                <a:lnTo>
                                  <a:pt x="1247" y="1442"/>
                                </a:lnTo>
                                <a:lnTo>
                                  <a:pt x="1217" y="1418"/>
                                </a:lnTo>
                                <a:lnTo>
                                  <a:pt x="1189" y="1396"/>
                                </a:lnTo>
                                <a:lnTo>
                                  <a:pt x="1160" y="1372"/>
                                </a:lnTo>
                                <a:lnTo>
                                  <a:pt x="1132" y="1349"/>
                                </a:lnTo>
                                <a:lnTo>
                                  <a:pt x="1103" y="1323"/>
                                </a:lnTo>
                                <a:lnTo>
                                  <a:pt x="1076" y="1298"/>
                                </a:lnTo>
                                <a:lnTo>
                                  <a:pt x="1048" y="1272"/>
                                </a:lnTo>
                                <a:lnTo>
                                  <a:pt x="1021" y="1246"/>
                                </a:lnTo>
                                <a:lnTo>
                                  <a:pt x="994" y="1220"/>
                                </a:lnTo>
                                <a:lnTo>
                                  <a:pt x="969" y="1193"/>
                                </a:lnTo>
                                <a:lnTo>
                                  <a:pt x="943" y="1166"/>
                                </a:lnTo>
                                <a:lnTo>
                                  <a:pt x="917" y="1138"/>
                                </a:lnTo>
                                <a:lnTo>
                                  <a:pt x="893" y="1111"/>
                                </a:lnTo>
                                <a:lnTo>
                                  <a:pt x="868" y="1082"/>
                                </a:lnTo>
                                <a:lnTo>
                                  <a:pt x="844" y="1054"/>
                                </a:lnTo>
                                <a:lnTo>
                                  <a:pt x="821" y="1024"/>
                                </a:lnTo>
                                <a:lnTo>
                                  <a:pt x="798" y="994"/>
                                </a:lnTo>
                                <a:lnTo>
                                  <a:pt x="776" y="965"/>
                                </a:lnTo>
                                <a:lnTo>
                                  <a:pt x="754" y="935"/>
                                </a:lnTo>
                                <a:lnTo>
                                  <a:pt x="733" y="905"/>
                                </a:lnTo>
                                <a:lnTo>
                                  <a:pt x="711" y="874"/>
                                </a:lnTo>
                                <a:lnTo>
                                  <a:pt x="691" y="844"/>
                                </a:lnTo>
                                <a:lnTo>
                                  <a:pt x="672" y="813"/>
                                </a:lnTo>
                                <a:lnTo>
                                  <a:pt x="652" y="782"/>
                                </a:lnTo>
                                <a:lnTo>
                                  <a:pt x="634" y="750"/>
                                </a:lnTo>
                                <a:lnTo>
                                  <a:pt x="617" y="718"/>
                                </a:lnTo>
                                <a:lnTo>
                                  <a:pt x="599" y="686"/>
                                </a:lnTo>
                                <a:lnTo>
                                  <a:pt x="583" y="654"/>
                                </a:lnTo>
                                <a:lnTo>
                                  <a:pt x="566" y="622"/>
                                </a:lnTo>
                                <a:lnTo>
                                  <a:pt x="551" y="590"/>
                                </a:lnTo>
                                <a:lnTo>
                                  <a:pt x="536" y="558"/>
                                </a:lnTo>
                                <a:lnTo>
                                  <a:pt x="522" y="525"/>
                                </a:lnTo>
                                <a:lnTo>
                                  <a:pt x="510" y="492"/>
                                </a:lnTo>
                                <a:lnTo>
                                  <a:pt x="497" y="459"/>
                                </a:lnTo>
                                <a:lnTo>
                                  <a:pt x="485" y="427"/>
                                </a:lnTo>
                                <a:lnTo>
                                  <a:pt x="474" y="394"/>
                                </a:lnTo>
                                <a:lnTo>
                                  <a:pt x="463" y="361"/>
                                </a:lnTo>
                                <a:lnTo>
                                  <a:pt x="454" y="328"/>
                                </a:lnTo>
                                <a:lnTo>
                                  <a:pt x="445" y="296"/>
                                </a:lnTo>
                                <a:lnTo>
                                  <a:pt x="437" y="263"/>
                                </a:lnTo>
                                <a:lnTo>
                                  <a:pt x="429" y="230"/>
                                </a:lnTo>
                                <a:lnTo>
                                  <a:pt x="423" y="196"/>
                                </a:lnTo>
                                <a:lnTo>
                                  <a:pt x="417" y="164"/>
                                </a:lnTo>
                                <a:lnTo>
                                  <a:pt x="412" y="130"/>
                                </a:lnTo>
                                <a:lnTo>
                                  <a:pt x="408" y="98"/>
                                </a:lnTo>
                                <a:lnTo>
                                  <a:pt x="404" y="66"/>
                                </a:lnTo>
                                <a:lnTo>
                                  <a:pt x="401" y="32"/>
                                </a:lnTo>
                                <a:lnTo>
                                  <a:pt x="400" y="0"/>
                                </a:lnTo>
                                <a:lnTo>
                                  <a:pt x="0" y="17"/>
                                </a:lnTo>
                                <a:lnTo>
                                  <a:pt x="3" y="59"/>
                                </a:lnTo>
                                <a:lnTo>
                                  <a:pt x="5" y="101"/>
                                </a:lnTo>
                                <a:lnTo>
                                  <a:pt x="11" y="145"/>
                                </a:lnTo>
                                <a:lnTo>
                                  <a:pt x="16" y="187"/>
                                </a:lnTo>
                                <a:lnTo>
                                  <a:pt x="23" y="227"/>
                                </a:lnTo>
                                <a:lnTo>
                                  <a:pt x="30" y="270"/>
                                </a:lnTo>
                                <a:lnTo>
                                  <a:pt x="39" y="312"/>
                                </a:lnTo>
                                <a:lnTo>
                                  <a:pt x="48" y="353"/>
                                </a:lnTo>
                                <a:lnTo>
                                  <a:pt x="58" y="395"/>
                                </a:lnTo>
                                <a:lnTo>
                                  <a:pt x="70" y="435"/>
                                </a:lnTo>
                                <a:lnTo>
                                  <a:pt x="80" y="477"/>
                                </a:lnTo>
                                <a:lnTo>
                                  <a:pt x="94" y="518"/>
                                </a:lnTo>
                                <a:lnTo>
                                  <a:pt x="108" y="558"/>
                                </a:lnTo>
                                <a:lnTo>
                                  <a:pt x="122" y="598"/>
                                </a:lnTo>
                                <a:lnTo>
                                  <a:pt x="137" y="639"/>
                                </a:lnTo>
                                <a:lnTo>
                                  <a:pt x="153" y="678"/>
                                </a:lnTo>
                                <a:lnTo>
                                  <a:pt x="171" y="717"/>
                                </a:lnTo>
                                <a:lnTo>
                                  <a:pt x="189" y="757"/>
                                </a:lnTo>
                                <a:lnTo>
                                  <a:pt x="207" y="795"/>
                                </a:lnTo>
                                <a:lnTo>
                                  <a:pt x="226" y="834"/>
                                </a:lnTo>
                                <a:lnTo>
                                  <a:pt x="246" y="873"/>
                                </a:lnTo>
                                <a:lnTo>
                                  <a:pt x="266" y="910"/>
                                </a:lnTo>
                                <a:lnTo>
                                  <a:pt x="289" y="949"/>
                                </a:lnTo>
                                <a:lnTo>
                                  <a:pt x="310" y="986"/>
                                </a:lnTo>
                                <a:lnTo>
                                  <a:pt x="333" y="1023"/>
                                </a:lnTo>
                                <a:lnTo>
                                  <a:pt x="355" y="1059"/>
                                </a:lnTo>
                                <a:lnTo>
                                  <a:pt x="380" y="1096"/>
                                </a:lnTo>
                                <a:lnTo>
                                  <a:pt x="403" y="1132"/>
                                </a:lnTo>
                                <a:lnTo>
                                  <a:pt x="429" y="1167"/>
                                </a:lnTo>
                                <a:lnTo>
                                  <a:pt x="455" y="1203"/>
                                </a:lnTo>
                                <a:lnTo>
                                  <a:pt x="481" y="1238"/>
                                </a:lnTo>
                                <a:lnTo>
                                  <a:pt x="509" y="1272"/>
                                </a:lnTo>
                                <a:lnTo>
                                  <a:pt x="535" y="1306"/>
                                </a:lnTo>
                                <a:lnTo>
                                  <a:pt x="563" y="1340"/>
                                </a:lnTo>
                                <a:lnTo>
                                  <a:pt x="592" y="1373"/>
                                </a:lnTo>
                                <a:lnTo>
                                  <a:pt x="621" y="1405"/>
                                </a:lnTo>
                                <a:lnTo>
                                  <a:pt x="650" y="1438"/>
                                </a:lnTo>
                                <a:lnTo>
                                  <a:pt x="680" y="1470"/>
                                </a:lnTo>
                                <a:lnTo>
                                  <a:pt x="711" y="1501"/>
                                </a:lnTo>
                                <a:lnTo>
                                  <a:pt x="741" y="1532"/>
                                </a:lnTo>
                                <a:lnTo>
                                  <a:pt x="773" y="1562"/>
                                </a:lnTo>
                                <a:lnTo>
                                  <a:pt x="806" y="1592"/>
                                </a:lnTo>
                                <a:lnTo>
                                  <a:pt x="838" y="1621"/>
                                </a:lnTo>
                                <a:lnTo>
                                  <a:pt x="870" y="1650"/>
                                </a:lnTo>
                                <a:lnTo>
                                  <a:pt x="903" y="1678"/>
                                </a:lnTo>
                                <a:lnTo>
                                  <a:pt x="937" y="1706"/>
                                </a:lnTo>
                                <a:lnTo>
                                  <a:pt x="972" y="1732"/>
                                </a:lnTo>
                                <a:lnTo>
                                  <a:pt x="1006" y="1759"/>
                                </a:lnTo>
                                <a:lnTo>
                                  <a:pt x="1041" y="1786"/>
                                </a:lnTo>
                                <a:lnTo>
                                  <a:pt x="1075" y="1811"/>
                                </a:lnTo>
                                <a:lnTo>
                                  <a:pt x="1111" y="1835"/>
                                </a:lnTo>
                                <a:lnTo>
                                  <a:pt x="1147" y="1860"/>
                                </a:lnTo>
                                <a:lnTo>
                                  <a:pt x="1182" y="1882"/>
                                </a:lnTo>
                                <a:lnTo>
                                  <a:pt x="1219" y="1906"/>
                                </a:lnTo>
                                <a:lnTo>
                                  <a:pt x="1256" y="1928"/>
                                </a:lnTo>
                                <a:lnTo>
                                  <a:pt x="1294" y="1950"/>
                                </a:lnTo>
                                <a:lnTo>
                                  <a:pt x="1330" y="1970"/>
                                </a:lnTo>
                                <a:lnTo>
                                  <a:pt x="1368" y="1991"/>
                                </a:lnTo>
                                <a:lnTo>
                                  <a:pt x="1405" y="2010"/>
                                </a:lnTo>
                                <a:lnTo>
                                  <a:pt x="1445" y="2029"/>
                                </a:lnTo>
                                <a:lnTo>
                                  <a:pt x="1483" y="2046"/>
                                </a:lnTo>
                                <a:lnTo>
                                  <a:pt x="1521" y="2065"/>
                                </a:lnTo>
                                <a:lnTo>
                                  <a:pt x="1561" y="2081"/>
                                </a:lnTo>
                                <a:lnTo>
                                  <a:pt x="1600" y="2097"/>
                                </a:lnTo>
                                <a:lnTo>
                                  <a:pt x="1596" y="2096"/>
                                </a:lnTo>
                                <a:lnTo>
                                  <a:pt x="1748" y="1727"/>
                                </a:lnTo>
                                <a:lnTo>
                                  <a:pt x="1747" y="1726"/>
                                </a:lnTo>
                                <a:lnTo>
                                  <a:pt x="1744" y="1725"/>
                                </a:lnTo>
                                <a:lnTo>
                                  <a:pt x="1748" y="172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352238" w:rsidRDefault="00352238" w:rsidP="00352238"/>
                          </w:txbxContent>
                        </wps:txbx>
                        <wps:bodyPr rot="0" vert="horz" wrap="square" lIns="91440" tIns="45720" rIns="91440" bIns="45720" anchor="t" anchorCtr="0" upright="1">
                          <a:noAutofit/>
                        </wps:bodyPr>
                      </wps:wsp>
                      <wps:wsp>
                        <wps:cNvPr id="3346" name="Freeform 26"/>
                        <wps:cNvSpPr>
                          <a:spLocks/>
                        </wps:cNvSpPr>
                        <wps:spPr bwMode="auto">
                          <a:xfrm>
                            <a:off x="160" y="1512"/>
                            <a:ext cx="419" cy="206"/>
                          </a:xfrm>
                          <a:custGeom>
                            <a:avLst/>
                            <a:gdLst>
                              <a:gd name="T0" fmla="*/ 4038 w 4190"/>
                              <a:gd name="T1" fmla="*/ 1660 h 2060"/>
                              <a:gd name="T2" fmla="*/ 4190 w 4190"/>
                              <a:gd name="T3" fmla="*/ 1660 h 2060"/>
                              <a:gd name="T4" fmla="*/ 152 w 4190"/>
                              <a:gd name="T5" fmla="*/ 0 h 2060"/>
                              <a:gd name="T6" fmla="*/ 0 w 4190"/>
                              <a:gd name="T7" fmla="*/ 369 h 2060"/>
                              <a:gd name="T8" fmla="*/ 4038 w 4190"/>
                              <a:gd name="T9" fmla="*/ 2029 h 2060"/>
                              <a:gd name="T10" fmla="*/ 4190 w 4190"/>
                              <a:gd name="T11" fmla="*/ 2029 h 2060"/>
                              <a:gd name="T12" fmla="*/ 4038 w 4190"/>
                              <a:gd name="T13" fmla="*/ 2029 h 2060"/>
                              <a:gd name="T14" fmla="*/ 4115 w 4190"/>
                              <a:gd name="T15" fmla="*/ 2060 h 2060"/>
                              <a:gd name="T16" fmla="*/ 4190 w 4190"/>
                              <a:gd name="T17" fmla="*/ 2029 h 2060"/>
                              <a:gd name="T18" fmla="*/ 4038 w 4190"/>
                              <a:gd name="T19" fmla="*/ 1660 h 20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60">
                                <a:moveTo>
                                  <a:pt x="4038" y="1660"/>
                                </a:moveTo>
                                <a:lnTo>
                                  <a:pt x="4190" y="1660"/>
                                </a:lnTo>
                                <a:lnTo>
                                  <a:pt x="152" y="0"/>
                                </a:lnTo>
                                <a:lnTo>
                                  <a:pt x="0" y="369"/>
                                </a:lnTo>
                                <a:lnTo>
                                  <a:pt x="4038" y="2029"/>
                                </a:lnTo>
                                <a:lnTo>
                                  <a:pt x="4190" y="2029"/>
                                </a:lnTo>
                                <a:lnTo>
                                  <a:pt x="4038" y="2029"/>
                                </a:lnTo>
                                <a:lnTo>
                                  <a:pt x="4115" y="2060"/>
                                </a:lnTo>
                                <a:lnTo>
                                  <a:pt x="4190" y="2029"/>
                                </a:lnTo>
                                <a:lnTo>
                                  <a:pt x="4038" y="16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352238" w:rsidRDefault="00352238" w:rsidP="00352238"/>
                          </w:txbxContent>
                        </wps:txbx>
                        <wps:bodyPr rot="0" vert="horz" wrap="square" lIns="91440" tIns="45720" rIns="91440" bIns="45720" anchor="t" anchorCtr="0" upright="1">
                          <a:noAutofit/>
                        </wps:bodyPr>
                      </wps:wsp>
                      <wps:wsp>
                        <wps:cNvPr id="3347" name="Freeform 27"/>
                        <wps:cNvSpPr>
                          <a:spLocks/>
                        </wps:cNvSpPr>
                        <wps:spPr bwMode="auto">
                          <a:xfrm>
                            <a:off x="563" y="1512"/>
                            <a:ext cx="419" cy="203"/>
                          </a:xfrm>
                          <a:custGeom>
                            <a:avLst/>
                            <a:gdLst>
                              <a:gd name="T0" fmla="*/ 4042 w 4190"/>
                              <a:gd name="T1" fmla="*/ 0 h 2031"/>
                              <a:gd name="T2" fmla="*/ 4038 w 4190"/>
                              <a:gd name="T3" fmla="*/ 2 h 2031"/>
                              <a:gd name="T4" fmla="*/ 0 w 4190"/>
                              <a:gd name="T5" fmla="*/ 1662 h 2031"/>
                              <a:gd name="T6" fmla="*/ 152 w 4190"/>
                              <a:gd name="T7" fmla="*/ 2031 h 2031"/>
                              <a:gd name="T8" fmla="*/ 4190 w 4190"/>
                              <a:gd name="T9" fmla="*/ 371 h 2031"/>
                              <a:gd name="T10" fmla="*/ 4186 w 4190"/>
                              <a:gd name="T11" fmla="*/ 372 h 2031"/>
                              <a:gd name="T12" fmla="*/ 4042 w 4190"/>
                              <a:gd name="T13" fmla="*/ 0 h 2031"/>
                              <a:gd name="T14" fmla="*/ 4039 w 4190"/>
                              <a:gd name="T15" fmla="*/ 1 h 2031"/>
                              <a:gd name="T16" fmla="*/ 4038 w 4190"/>
                              <a:gd name="T17" fmla="*/ 2 h 2031"/>
                              <a:gd name="T18" fmla="*/ 4042 w 4190"/>
                              <a:gd name="T19" fmla="*/ 0 h 20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31">
                                <a:moveTo>
                                  <a:pt x="4042" y="0"/>
                                </a:moveTo>
                                <a:lnTo>
                                  <a:pt x="4038" y="2"/>
                                </a:lnTo>
                                <a:lnTo>
                                  <a:pt x="0" y="1662"/>
                                </a:lnTo>
                                <a:lnTo>
                                  <a:pt x="152" y="2031"/>
                                </a:lnTo>
                                <a:lnTo>
                                  <a:pt x="4190" y="371"/>
                                </a:lnTo>
                                <a:lnTo>
                                  <a:pt x="4186" y="372"/>
                                </a:lnTo>
                                <a:lnTo>
                                  <a:pt x="4042" y="0"/>
                                </a:lnTo>
                                <a:lnTo>
                                  <a:pt x="4039" y="1"/>
                                </a:lnTo>
                                <a:lnTo>
                                  <a:pt x="4038" y="2"/>
                                </a:lnTo>
                                <a:lnTo>
                                  <a:pt x="404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352238" w:rsidRDefault="00352238" w:rsidP="00352238"/>
                          </w:txbxContent>
                        </wps:txbx>
                        <wps:bodyPr rot="0" vert="horz" wrap="square" lIns="91440" tIns="45720" rIns="91440" bIns="45720" anchor="t" anchorCtr="0" upright="1">
                          <a:noAutofit/>
                        </wps:bodyPr>
                      </wps:wsp>
                      <wps:wsp>
                        <wps:cNvPr id="3348" name="Freeform 28"/>
                        <wps:cNvSpPr>
                          <a:spLocks/>
                        </wps:cNvSpPr>
                        <wps:spPr bwMode="auto">
                          <a:xfrm>
                            <a:off x="968" y="1339"/>
                            <a:ext cx="174" cy="210"/>
                          </a:xfrm>
                          <a:custGeom>
                            <a:avLst/>
                            <a:gdLst>
                              <a:gd name="T0" fmla="*/ 1343 w 1744"/>
                              <a:gd name="T1" fmla="*/ 32 h 2097"/>
                              <a:gd name="T2" fmla="*/ 1332 w 1744"/>
                              <a:gd name="T3" fmla="*/ 130 h 2097"/>
                              <a:gd name="T4" fmla="*/ 1314 w 1744"/>
                              <a:gd name="T5" fmla="*/ 230 h 2097"/>
                              <a:gd name="T6" fmla="*/ 1290 w 1744"/>
                              <a:gd name="T7" fmla="*/ 328 h 2097"/>
                              <a:gd name="T8" fmla="*/ 1259 w 1744"/>
                              <a:gd name="T9" fmla="*/ 427 h 2097"/>
                              <a:gd name="T10" fmla="*/ 1222 w 1744"/>
                              <a:gd name="T11" fmla="*/ 525 h 2097"/>
                              <a:gd name="T12" fmla="*/ 1178 w 1744"/>
                              <a:gd name="T13" fmla="*/ 622 h 2097"/>
                              <a:gd name="T14" fmla="*/ 1127 w 1744"/>
                              <a:gd name="T15" fmla="*/ 718 h 2097"/>
                              <a:gd name="T16" fmla="*/ 1072 w 1744"/>
                              <a:gd name="T17" fmla="*/ 813 h 2097"/>
                              <a:gd name="T18" fmla="*/ 1011 w 1744"/>
                              <a:gd name="T19" fmla="*/ 905 h 2097"/>
                              <a:gd name="T20" fmla="*/ 946 w 1744"/>
                              <a:gd name="T21" fmla="*/ 995 h 2097"/>
                              <a:gd name="T22" fmla="*/ 876 w 1744"/>
                              <a:gd name="T23" fmla="*/ 1082 h 2097"/>
                              <a:gd name="T24" fmla="*/ 801 w 1744"/>
                              <a:gd name="T25" fmla="*/ 1166 h 2097"/>
                              <a:gd name="T26" fmla="*/ 723 w 1744"/>
                              <a:gd name="T27" fmla="*/ 1247 h 2097"/>
                              <a:gd name="T28" fmla="*/ 640 w 1744"/>
                              <a:gd name="T29" fmla="*/ 1323 h 2097"/>
                              <a:gd name="T30" fmla="*/ 555 w 1744"/>
                              <a:gd name="T31" fmla="*/ 1396 h 2097"/>
                              <a:gd name="T32" fmla="*/ 467 w 1744"/>
                              <a:gd name="T33" fmla="*/ 1463 h 2097"/>
                              <a:gd name="T34" fmla="*/ 376 w 1744"/>
                              <a:gd name="T35" fmla="*/ 1527 h 2097"/>
                              <a:gd name="T36" fmla="*/ 284 w 1744"/>
                              <a:gd name="T37" fmla="*/ 1584 h 2097"/>
                              <a:gd name="T38" fmla="*/ 190 w 1744"/>
                              <a:gd name="T39" fmla="*/ 1638 h 2097"/>
                              <a:gd name="T40" fmla="*/ 95 w 1744"/>
                              <a:gd name="T41" fmla="*/ 1684 h 2097"/>
                              <a:gd name="T42" fmla="*/ 0 w 1744"/>
                              <a:gd name="T43" fmla="*/ 1725 h 2097"/>
                              <a:gd name="T44" fmla="*/ 223 w 1744"/>
                              <a:gd name="T45" fmla="*/ 2065 h 2097"/>
                              <a:gd name="T46" fmla="*/ 338 w 1744"/>
                              <a:gd name="T47" fmla="*/ 2010 h 2097"/>
                              <a:gd name="T48" fmla="*/ 450 w 1744"/>
                              <a:gd name="T49" fmla="*/ 1950 h 2097"/>
                              <a:gd name="T50" fmla="*/ 561 w 1744"/>
                              <a:gd name="T51" fmla="*/ 1882 h 2097"/>
                              <a:gd name="T52" fmla="*/ 668 w 1744"/>
                              <a:gd name="T53" fmla="*/ 1811 h 2097"/>
                              <a:gd name="T54" fmla="*/ 773 w 1744"/>
                              <a:gd name="T55" fmla="*/ 1732 h 2097"/>
                              <a:gd name="T56" fmla="*/ 873 w 1744"/>
                              <a:gd name="T57" fmla="*/ 1650 h 2097"/>
                              <a:gd name="T58" fmla="*/ 971 w 1744"/>
                              <a:gd name="T59" fmla="*/ 1562 h 2097"/>
                              <a:gd name="T60" fmla="*/ 1063 w 1744"/>
                              <a:gd name="T61" fmla="*/ 1470 h 2097"/>
                              <a:gd name="T62" fmla="*/ 1152 w 1744"/>
                              <a:gd name="T63" fmla="*/ 1373 h 2097"/>
                              <a:gd name="T64" fmla="*/ 1235 w 1744"/>
                              <a:gd name="T65" fmla="*/ 1272 h 2097"/>
                              <a:gd name="T66" fmla="*/ 1315 w 1744"/>
                              <a:gd name="T67" fmla="*/ 1167 h 2097"/>
                              <a:gd name="T68" fmla="*/ 1389 w 1744"/>
                              <a:gd name="T69" fmla="*/ 1059 h 2097"/>
                              <a:gd name="T70" fmla="*/ 1456 w 1744"/>
                              <a:gd name="T71" fmla="*/ 949 h 2097"/>
                              <a:gd name="T72" fmla="*/ 1518 w 1744"/>
                              <a:gd name="T73" fmla="*/ 834 h 2097"/>
                              <a:gd name="T74" fmla="*/ 1573 w 1744"/>
                              <a:gd name="T75" fmla="*/ 718 h 2097"/>
                              <a:gd name="T76" fmla="*/ 1622 w 1744"/>
                              <a:gd name="T77" fmla="*/ 598 h 2097"/>
                              <a:gd name="T78" fmla="*/ 1662 w 1744"/>
                              <a:gd name="T79" fmla="*/ 477 h 2097"/>
                              <a:gd name="T80" fmla="*/ 1696 w 1744"/>
                              <a:gd name="T81" fmla="*/ 353 h 2097"/>
                              <a:gd name="T82" fmla="*/ 1720 w 1744"/>
                              <a:gd name="T83" fmla="*/ 227 h 2097"/>
                              <a:gd name="T84" fmla="*/ 1738 w 1744"/>
                              <a:gd name="T85" fmla="*/ 102 h 2097"/>
                              <a:gd name="T86" fmla="*/ 1744 w 1744"/>
                              <a:gd name="T87" fmla="*/ 9 h 2097"/>
                              <a:gd name="T88" fmla="*/ 1744 w 1744"/>
                              <a:gd name="T89" fmla="*/ 9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4" h="2097">
                                <a:moveTo>
                                  <a:pt x="1344" y="9"/>
                                </a:moveTo>
                                <a:lnTo>
                                  <a:pt x="1344" y="0"/>
                                </a:lnTo>
                                <a:lnTo>
                                  <a:pt x="1343" y="32"/>
                                </a:lnTo>
                                <a:lnTo>
                                  <a:pt x="1340" y="64"/>
                                </a:lnTo>
                                <a:lnTo>
                                  <a:pt x="1336" y="98"/>
                                </a:lnTo>
                                <a:lnTo>
                                  <a:pt x="1332" y="130"/>
                                </a:lnTo>
                                <a:lnTo>
                                  <a:pt x="1327" y="164"/>
                                </a:lnTo>
                                <a:lnTo>
                                  <a:pt x="1321" y="196"/>
                                </a:lnTo>
                                <a:lnTo>
                                  <a:pt x="1314" y="230"/>
                                </a:lnTo>
                                <a:lnTo>
                                  <a:pt x="1306" y="263"/>
                                </a:lnTo>
                                <a:lnTo>
                                  <a:pt x="1299" y="295"/>
                                </a:lnTo>
                                <a:lnTo>
                                  <a:pt x="1290" y="328"/>
                                </a:lnTo>
                                <a:lnTo>
                                  <a:pt x="1279" y="361"/>
                                </a:lnTo>
                                <a:lnTo>
                                  <a:pt x="1270" y="394"/>
                                </a:lnTo>
                                <a:lnTo>
                                  <a:pt x="1259" y="427"/>
                                </a:lnTo>
                                <a:lnTo>
                                  <a:pt x="1246" y="459"/>
                                </a:lnTo>
                                <a:lnTo>
                                  <a:pt x="1234" y="493"/>
                                </a:lnTo>
                                <a:lnTo>
                                  <a:pt x="1222" y="525"/>
                                </a:lnTo>
                                <a:lnTo>
                                  <a:pt x="1208" y="558"/>
                                </a:lnTo>
                                <a:lnTo>
                                  <a:pt x="1193" y="590"/>
                                </a:lnTo>
                                <a:lnTo>
                                  <a:pt x="1178" y="622"/>
                                </a:lnTo>
                                <a:lnTo>
                                  <a:pt x="1161" y="654"/>
                                </a:lnTo>
                                <a:lnTo>
                                  <a:pt x="1144" y="686"/>
                                </a:lnTo>
                                <a:lnTo>
                                  <a:pt x="1127" y="718"/>
                                </a:lnTo>
                                <a:lnTo>
                                  <a:pt x="1109" y="750"/>
                                </a:lnTo>
                                <a:lnTo>
                                  <a:pt x="1092" y="782"/>
                                </a:lnTo>
                                <a:lnTo>
                                  <a:pt x="1072" y="813"/>
                                </a:lnTo>
                                <a:lnTo>
                                  <a:pt x="1052" y="844"/>
                                </a:lnTo>
                                <a:lnTo>
                                  <a:pt x="1033" y="874"/>
                                </a:lnTo>
                                <a:lnTo>
                                  <a:pt x="1011" y="905"/>
                                </a:lnTo>
                                <a:lnTo>
                                  <a:pt x="990" y="935"/>
                                </a:lnTo>
                                <a:lnTo>
                                  <a:pt x="968" y="965"/>
                                </a:lnTo>
                                <a:lnTo>
                                  <a:pt x="946" y="995"/>
                                </a:lnTo>
                                <a:lnTo>
                                  <a:pt x="923" y="1024"/>
                                </a:lnTo>
                                <a:lnTo>
                                  <a:pt x="899" y="1053"/>
                                </a:lnTo>
                                <a:lnTo>
                                  <a:pt x="876" y="1082"/>
                                </a:lnTo>
                                <a:lnTo>
                                  <a:pt x="851" y="1111"/>
                                </a:lnTo>
                                <a:lnTo>
                                  <a:pt x="826" y="1138"/>
                                </a:lnTo>
                                <a:lnTo>
                                  <a:pt x="801" y="1166"/>
                                </a:lnTo>
                                <a:lnTo>
                                  <a:pt x="775" y="1193"/>
                                </a:lnTo>
                                <a:lnTo>
                                  <a:pt x="748" y="1220"/>
                                </a:lnTo>
                                <a:lnTo>
                                  <a:pt x="723" y="1247"/>
                                </a:lnTo>
                                <a:lnTo>
                                  <a:pt x="695" y="1272"/>
                                </a:lnTo>
                                <a:lnTo>
                                  <a:pt x="668" y="1298"/>
                                </a:lnTo>
                                <a:lnTo>
                                  <a:pt x="640" y="1323"/>
                                </a:lnTo>
                                <a:lnTo>
                                  <a:pt x="612" y="1349"/>
                                </a:lnTo>
                                <a:lnTo>
                                  <a:pt x="584" y="1372"/>
                                </a:lnTo>
                                <a:lnTo>
                                  <a:pt x="555" y="1396"/>
                                </a:lnTo>
                                <a:lnTo>
                                  <a:pt x="526" y="1418"/>
                                </a:lnTo>
                                <a:lnTo>
                                  <a:pt x="497" y="1442"/>
                                </a:lnTo>
                                <a:lnTo>
                                  <a:pt x="467" y="1463"/>
                                </a:lnTo>
                                <a:lnTo>
                                  <a:pt x="437" y="1486"/>
                                </a:lnTo>
                                <a:lnTo>
                                  <a:pt x="406" y="1506"/>
                                </a:lnTo>
                                <a:lnTo>
                                  <a:pt x="376" y="1527"/>
                                </a:lnTo>
                                <a:lnTo>
                                  <a:pt x="346" y="1547"/>
                                </a:lnTo>
                                <a:lnTo>
                                  <a:pt x="315" y="1566"/>
                                </a:lnTo>
                                <a:lnTo>
                                  <a:pt x="284" y="1584"/>
                                </a:lnTo>
                                <a:lnTo>
                                  <a:pt x="254" y="1603"/>
                                </a:lnTo>
                                <a:lnTo>
                                  <a:pt x="222" y="1621"/>
                                </a:lnTo>
                                <a:lnTo>
                                  <a:pt x="190" y="1638"/>
                                </a:lnTo>
                                <a:lnTo>
                                  <a:pt x="158" y="1654"/>
                                </a:lnTo>
                                <a:lnTo>
                                  <a:pt x="126" y="1669"/>
                                </a:lnTo>
                                <a:lnTo>
                                  <a:pt x="95" y="1684"/>
                                </a:lnTo>
                                <a:lnTo>
                                  <a:pt x="63" y="1699"/>
                                </a:lnTo>
                                <a:lnTo>
                                  <a:pt x="31" y="1712"/>
                                </a:lnTo>
                                <a:lnTo>
                                  <a:pt x="0" y="1725"/>
                                </a:lnTo>
                                <a:lnTo>
                                  <a:pt x="144" y="2097"/>
                                </a:lnTo>
                                <a:lnTo>
                                  <a:pt x="184" y="2081"/>
                                </a:lnTo>
                                <a:lnTo>
                                  <a:pt x="223" y="2065"/>
                                </a:lnTo>
                                <a:lnTo>
                                  <a:pt x="261" y="2046"/>
                                </a:lnTo>
                                <a:lnTo>
                                  <a:pt x="300" y="2029"/>
                                </a:lnTo>
                                <a:lnTo>
                                  <a:pt x="338" y="2010"/>
                                </a:lnTo>
                                <a:lnTo>
                                  <a:pt x="376" y="1991"/>
                                </a:lnTo>
                                <a:lnTo>
                                  <a:pt x="414" y="1970"/>
                                </a:lnTo>
                                <a:lnTo>
                                  <a:pt x="450" y="1950"/>
                                </a:lnTo>
                                <a:lnTo>
                                  <a:pt x="488" y="1928"/>
                                </a:lnTo>
                                <a:lnTo>
                                  <a:pt x="524" y="1906"/>
                                </a:lnTo>
                                <a:lnTo>
                                  <a:pt x="561" y="1882"/>
                                </a:lnTo>
                                <a:lnTo>
                                  <a:pt x="597" y="1860"/>
                                </a:lnTo>
                                <a:lnTo>
                                  <a:pt x="634" y="1835"/>
                                </a:lnTo>
                                <a:lnTo>
                                  <a:pt x="668" y="1811"/>
                                </a:lnTo>
                                <a:lnTo>
                                  <a:pt x="703" y="1786"/>
                                </a:lnTo>
                                <a:lnTo>
                                  <a:pt x="738" y="1759"/>
                                </a:lnTo>
                                <a:lnTo>
                                  <a:pt x="773" y="1732"/>
                                </a:lnTo>
                                <a:lnTo>
                                  <a:pt x="806" y="1706"/>
                                </a:lnTo>
                                <a:lnTo>
                                  <a:pt x="841" y="1678"/>
                                </a:lnTo>
                                <a:lnTo>
                                  <a:pt x="873" y="1650"/>
                                </a:lnTo>
                                <a:lnTo>
                                  <a:pt x="906" y="1621"/>
                                </a:lnTo>
                                <a:lnTo>
                                  <a:pt x="938" y="1592"/>
                                </a:lnTo>
                                <a:lnTo>
                                  <a:pt x="971" y="1562"/>
                                </a:lnTo>
                                <a:lnTo>
                                  <a:pt x="1002" y="1531"/>
                                </a:lnTo>
                                <a:lnTo>
                                  <a:pt x="1033" y="1501"/>
                                </a:lnTo>
                                <a:lnTo>
                                  <a:pt x="1063" y="1470"/>
                                </a:lnTo>
                                <a:lnTo>
                                  <a:pt x="1093" y="1438"/>
                                </a:lnTo>
                                <a:lnTo>
                                  <a:pt x="1123" y="1405"/>
                                </a:lnTo>
                                <a:lnTo>
                                  <a:pt x="1152" y="1373"/>
                                </a:lnTo>
                                <a:lnTo>
                                  <a:pt x="1181" y="1340"/>
                                </a:lnTo>
                                <a:lnTo>
                                  <a:pt x="1209" y="1306"/>
                                </a:lnTo>
                                <a:lnTo>
                                  <a:pt x="1235" y="1272"/>
                                </a:lnTo>
                                <a:lnTo>
                                  <a:pt x="1263" y="1237"/>
                                </a:lnTo>
                                <a:lnTo>
                                  <a:pt x="1289" y="1203"/>
                                </a:lnTo>
                                <a:lnTo>
                                  <a:pt x="1315" y="1167"/>
                                </a:lnTo>
                                <a:lnTo>
                                  <a:pt x="1340" y="1132"/>
                                </a:lnTo>
                                <a:lnTo>
                                  <a:pt x="1364" y="1096"/>
                                </a:lnTo>
                                <a:lnTo>
                                  <a:pt x="1389" y="1059"/>
                                </a:lnTo>
                                <a:lnTo>
                                  <a:pt x="1411" y="1023"/>
                                </a:lnTo>
                                <a:lnTo>
                                  <a:pt x="1434" y="986"/>
                                </a:lnTo>
                                <a:lnTo>
                                  <a:pt x="1456" y="949"/>
                                </a:lnTo>
                                <a:lnTo>
                                  <a:pt x="1478" y="910"/>
                                </a:lnTo>
                                <a:lnTo>
                                  <a:pt x="1498" y="873"/>
                                </a:lnTo>
                                <a:lnTo>
                                  <a:pt x="1518" y="834"/>
                                </a:lnTo>
                                <a:lnTo>
                                  <a:pt x="1537" y="795"/>
                                </a:lnTo>
                                <a:lnTo>
                                  <a:pt x="1555" y="757"/>
                                </a:lnTo>
                                <a:lnTo>
                                  <a:pt x="1573" y="718"/>
                                </a:lnTo>
                                <a:lnTo>
                                  <a:pt x="1590" y="678"/>
                                </a:lnTo>
                                <a:lnTo>
                                  <a:pt x="1607" y="638"/>
                                </a:lnTo>
                                <a:lnTo>
                                  <a:pt x="1622" y="598"/>
                                </a:lnTo>
                                <a:lnTo>
                                  <a:pt x="1636" y="558"/>
                                </a:lnTo>
                                <a:lnTo>
                                  <a:pt x="1650" y="518"/>
                                </a:lnTo>
                                <a:lnTo>
                                  <a:pt x="1662" y="477"/>
                                </a:lnTo>
                                <a:lnTo>
                                  <a:pt x="1674" y="435"/>
                                </a:lnTo>
                                <a:lnTo>
                                  <a:pt x="1685" y="395"/>
                                </a:lnTo>
                                <a:lnTo>
                                  <a:pt x="1696" y="353"/>
                                </a:lnTo>
                                <a:lnTo>
                                  <a:pt x="1705" y="312"/>
                                </a:lnTo>
                                <a:lnTo>
                                  <a:pt x="1714" y="270"/>
                                </a:lnTo>
                                <a:lnTo>
                                  <a:pt x="1720" y="227"/>
                                </a:lnTo>
                                <a:lnTo>
                                  <a:pt x="1728" y="187"/>
                                </a:lnTo>
                                <a:lnTo>
                                  <a:pt x="1733" y="145"/>
                                </a:lnTo>
                                <a:lnTo>
                                  <a:pt x="1738" y="102"/>
                                </a:lnTo>
                                <a:lnTo>
                                  <a:pt x="1741" y="59"/>
                                </a:lnTo>
                                <a:lnTo>
                                  <a:pt x="1744" y="17"/>
                                </a:lnTo>
                                <a:lnTo>
                                  <a:pt x="1744" y="9"/>
                                </a:lnTo>
                                <a:lnTo>
                                  <a:pt x="1743" y="17"/>
                                </a:lnTo>
                                <a:lnTo>
                                  <a:pt x="1744" y="12"/>
                                </a:lnTo>
                                <a:lnTo>
                                  <a:pt x="1744" y="9"/>
                                </a:lnTo>
                                <a:lnTo>
                                  <a:pt x="1344" y="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352238" w:rsidRDefault="00352238" w:rsidP="00352238"/>
                          </w:txbxContent>
                        </wps:txbx>
                        <wps:bodyPr rot="0" vert="horz" wrap="square" lIns="91440" tIns="45720" rIns="91440" bIns="45720" anchor="t" anchorCtr="0" upright="1">
                          <a:noAutofit/>
                        </wps:bodyPr>
                      </wps:wsp>
                      <wps:wsp>
                        <wps:cNvPr id="3349" name="Freeform 29"/>
                        <wps:cNvSpPr>
                          <a:spLocks/>
                        </wps:cNvSpPr>
                        <wps:spPr bwMode="auto">
                          <a:xfrm>
                            <a:off x="1102" y="0"/>
                            <a:ext cx="40" cy="1340"/>
                          </a:xfrm>
                          <a:custGeom>
                            <a:avLst/>
                            <a:gdLst>
                              <a:gd name="T0" fmla="*/ 199 w 400"/>
                              <a:gd name="T1" fmla="*/ 400 h 13403"/>
                              <a:gd name="T2" fmla="*/ 0 w 400"/>
                              <a:gd name="T3" fmla="*/ 200 h 13403"/>
                              <a:gd name="T4" fmla="*/ 0 w 400"/>
                              <a:gd name="T5" fmla="*/ 13403 h 13403"/>
                              <a:gd name="T6" fmla="*/ 400 w 400"/>
                              <a:gd name="T7" fmla="*/ 13403 h 13403"/>
                              <a:gd name="T8" fmla="*/ 400 w 400"/>
                              <a:gd name="T9" fmla="*/ 200 h 13403"/>
                              <a:gd name="T10" fmla="*/ 199 w 400"/>
                              <a:gd name="T11" fmla="*/ 0 h 13403"/>
                              <a:gd name="T12" fmla="*/ 400 w 400"/>
                              <a:gd name="T13" fmla="*/ 200 h 13403"/>
                              <a:gd name="T14" fmla="*/ 400 w 400"/>
                              <a:gd name="T15" fmla="*/ 0 h 13403"/>
                              <a:gd name="T16" fmla="*/ 199 w 400"/>
                              <a:gd name="T17" fmla="*/ 0 h 13403"/>
                              <a:gd name="T18" fmla="*/ 199 w 400"/>
                              <a:gd name="T19" fmla="*/ 400 h 134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3403">
                                <a:moveTo>
                                  <a:pt x="199" y="400"/>
                                </a:moveTo>
                                <a:lnTo>
                                  <a:pt x="0" y="200"/>
                                </a:lnTo>
                                <a:lnTo>
                                  <a:pt x="0" y="13403"/>
                                </a:lnTo>
                                <a:lnTo>
                                  <a:pt x="400" y="13403"/>
                                </a:lnTo>
                                <a:lnTo>
                                  <a:pt x="400" y="200"/>
                                </a:lnTo>
                                <a:lnTo>
                                  <a:pt x="199" y="0"/>
                                </a:lnTo>
                                <a:lnTo>
                                  <a:pt x="400" y="200"/>
                                </a:lnTo>
                                <a:lnTo>
                                  <a:pt x="400" y="0"/>
                                </a:lnTo>
                                <a:lnTo>
                                  <a:pt x="199" y="0"/>
                                </a:lnTo>
                                <a:lnTo>
                                  <a:pt x="199" y="4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352238" w:rsidRDefault="00352238" w:rsidP="00352238"/>
                          </w:txbxContent>
                        </wps:txbx>
                        <wps:bodyPr rot="0" vert="horz" wrap="square" lIns="91440" tIns="45720" rIns="91440" bIns="45720" anchor="t" anchorCtr="0" upright="1">
                          <a:noAutofit/>
                        </wps:bodyPr>
                      </wps:wsp>
                      <wps:wsp>
                        <wps:cNvPr id="3350" name="Rectangle 30"/>
                        <wps:cNvSpPr>
                          <a:spLocks noChangeArrowheads="1"/>
                        </wps:cNvSpPr>
                        <wps:spPr bwMode="auto">
                          <a:xfrm>
                            <a:off x="571" y="0"/>
                            <a:ext cx="551" cy="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52238" w:rsidRDefault="00352238" w:rsidP="00352238"/>
                          </w:txbxContent>
                        </wps:txbx>
                        <wps:bodyPr rot="0" vert="horz" wrap="square" lIns="91440" tIns="45720" rIns="91440" bIns="45720" anchor="t" anchorCtr="0" upright="1">
                          <a:noAutofit/>
                        </wps:bodyPr>
                      </wps:wsp>
                      <wps:wsp>
                        <wps:cNvPr id="3351" name="Freeform 31"/>
                        <wps:cNvSpPr>
                          <a:spLocks/>
                        </wps:cNvSpPr>
                        <wps:spPr bwMode="auto">
                          <a:xfrm>
                            <a:off x="0" y="0"/>
                            <a:ext cx="571" cy="40"/>
                          </a:xfrm>
                          <a:custGeom>
                            <a:avLst/>
                            <a:gdLst>
                              <a:gd name="T0" fmla="*/ 400 w 5711"/>
                              <a:gd name="T1" fmla="*/ 200 h 400"/>
                              <a:gd name="T2" fmla="*/ 201 w 5711"/>
                              <a:gd name="T3" fmla="*/ 400 h 400"/>
                              <a:gd name="T4" fmla="*/ 5711 w 5711"/>
                              <a:gd name="T5" fmla="*/ 400 h 400"/>
                              <a:gd name="T6" fmla="*/ 5711 w 5711"/>
                              <a:gd name="T7" fmla="*/ 0 h 400"/>
                              <a:gd name="T8" fmla="*/ 201 w 5711"/>
                              <a:gd name="T9" fmla="*/ 0 h 400"/>
                              <a:gd name="T10" fmla="*/ 0 w 5711"/>
                              <a:gd name="T11" fmla="*/ 200 h 400"/>
                              <a:gd name="T12" fmla="*/ 201 w 5711"/>
                              <a:gd name="T13" fmla="*/ 0 h 400"/>
                              <a:gd name="T14" fmla="*/ 0 w 5711"/>
                              <a:gd name="T15" fmla="*/ 0 h 400"/>
                              <a:gd name="T16" fmla="*/ 0 w 5711"/>
                              <a:gd name="T17" fmla="*/ 200 h 400"/>
                              <a:gd name="T18" fmla="*/ 400 w 5711"/>
                              <a:gd name="T19" fmla="*/ 200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711" h="400">
                                <a:moveTo>
                                  <a:pt x="400" y="200"/>
                                </a:moveTo>
                                <a:lnTo>
                                  <a:pt x="201" y="400"/>
                                </a:lnTo>
                                <a:lnTo>
                                  <a:pt x="5711" y="400"/>
                                </a:lnTo>
                                <a:lnTo>
                                  <a:pt x="5711" y="0"/>
                                </a:lnTo>
                                <a:lnTo>
                                  <a:pt x="201" y="0"/>
                                </a:lnTo>
                                <a:lnTo>
                                  <a:pt x="0" y="200"/>
                                </a:lnTo>
                                <a:lnTo>
                                  <a:pt x="201" y="0"/>
                                </a:lnTo>
                                <a:lnTo>
                                  <a:pt x="0" y="0"/>
                                </a:lnTo>
                                <a:lnTo>
                                  <a:pt x="0" y="200"/>
                                </a:lnTo>
                                <a:lnTo>
                                  <a:pt x="400" y="2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352238" w:rsidRDefault="00352238" w:rsidP="00352238"/>
                          </w:txbxContent>
                        </wps:txbx>
                        <wps:bodyPr rot="0" vert="horz" wrap="square" lIns="91440" tIns="45720" rIns="91440" bIns="45720" anchor="t" anchorCtr="0" upright="1">
                          <a:noAutofit/>
                        </wps:bodyPr>
                      </wps:wsp>
                      <wps:wsp>
                        <wps:cNvPr id="3352" name="Freeform 32"/>
                        <wps:cNvSpPr>
                          <a:spLocks/>
                        </wps:cNvSpPr>
                        <wps:spPr bwMode="auto">
                          <a:xfrm>
                            <a:off x="0" y="20"/>
                            <a:ext cx="40" cy="410"/>
                          </a:xfrm>
                          <a:custGeom>
                            <a:avLst/>
                            <a:gdLst>
                              <a:gd name="T0" fmla="*/ 201 w 400"/>
                              <a:gd name="T1" fmla="*/ 4097 h 4097"/>
                              <a:gd name="T2" fmla="*/ 400 w 400"/>
                              <a:gd name="T3" fmla="*/ 4097 h 4097"/>
                              <a:gd name="T4" fmla="*/ 400 w 400"/>
                              <a:gd name="T5" fmla="*/ 0 h 4097"/>
                              <a:gd name="T6" fmla="*/ 0 w 400"/>
                              <a:gd name="T7" fmla="*/ 0 h 4097"/>
                              <a:gd name="T8" fmla="*/ 0 w 400"/>
                              <a:gd name="T9" fmla="*/ 4097 h 4097"/>
                              <a:gd name="T10" fmla="*/ 201 w 400"/>
                              <a:gd name="T11" fmla="*/ 4097 h 4097"/>
                            </a:gdLst>
                            <a:ahLst/>
                            <a:cxnLst>
                              <a:cxn ang="0">
                                <a:pos x="T0" y="T1"/>
                              </a:cxn>
                              <a:cxn ang="0">
                                <a:pos x="T2" y="T3"/>
                              </a:cxn>
                              <a:cxn ang="0">
                                <a:pos x="T4" y="T5"/>
                              </a:cxn>
                              <a:cxn ang="0">
                                <a:pos x="T6" y="T7"/>
                              </a:cxn>
                              <a:cxn ang="0">
                                <a:pos x="T8" y="T9"/>
                              </a:cxn>
                              <a:cxn ang="0">
                                <a:pos x="T10" y="T11"/>
                              </a:cxn>
                            </a:cxnLst>
                            <a:rect l="0" t="0" r="r" b="b"/>
                            <a:pathLst>
                              <a:path w="400" h="4097">
                                <a:moveTo>
                                  <a:pt x="201" y="4097"/>
                                </a:moveTo>
                                <a:lnTo>
                                  <a:pt x="400" y="4097"/>
                                </a:lnTo>
                                <a:lnTo>
                                  <a:pt x="400" y="0"/>
                                </a:lnTo>
                                <a:lnTo>
                                  <a:pt x="0" y="0"/>
                                </a:lnTo>
                                <a:lnTo>
                                  <a:pt x="0" y="4097"/>
                                </a:lnTo>
                                <a:lnTo>
                                  <a:pt x="201" y="40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352238" w:rsidRDefault="00352238" w:rsidP="00352238"/>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3322" o:spid="_x0000_s1026" style="position:absolute;margin-left:215.85pt;margin-top:5.9pt;width:34pt;height:48.2pt;z-index:251659264;mso-position-horizontal-relative:margin"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">
                <v:shape id="Freeform 3" o:spid="_x0000_s1027" style="position:absolute;left:166;top:131;width:810;height:1455;visibility:visible;mso-wrap-style:square;v-text-anchor:top" coordsize="8096,14546"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352238" w:rsidRDefault="00352238" w:rsidP="00352238"/>
                    </w:txbxContent>
                  </v:textbox>
                </v:shape>
                <v:shape id="Freeform 4" o:spid="_x0000_s1028" style="position:absolute;left:166;top:131;width:810;height:1455;visibility:visible;mso-wrap-style:square;v-text-anchor:top" coordsize="8096,14546"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352238" w:rsidRDefault="00352238" w:rsidP="00352238"/>
                    </w:txbxContent>
                  </v:textbox>
                </v:shape>
                <v:shape id="Freeform 5" o:spid="_x0000_s1029" style="position:absolute;left:609;top:1311;width:71;height:149;visibility:visible;mso-wrap-style:square;v-text-anchor:top" coordsize="710,1491"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352238" w:rsidRDefault="00352238" w:rsidP="00352238"/>
                    </w:txbxContent>
                  </v:textbox>
                </v:shape>
                <v:shape id="Freeform 6" o:spid="_x0000_s1030" style="position:absolute;left:609;top:1311;width:71;height:149;visibility:visible;mso-wrap-style:square;v-text-anchor:top" coordsize="710,1491"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352238" w:rsidRDefault="00352238" w:rsidP="00352238"/>
                    </w:txbxContent>
                  </v:textbox>
                </v:shape>
                <v:shape id="Freeform 7" o:spid="_x0000_s1031" style="position:absolute;left:462;top:1311;width:71;height:149;visibility:visible;mso-wrap-style:square;v-text-anchor:top" coordsize="710,1491"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352238" w:rsidRDefault="00352238" w:rsidP="00352238"/>
                    </w:txbxContent>
                  </v:textbox>
                </v:shape>
                <v:shape id="Freeform 8" o:spid="_x0000_s1032" style="position:absolute;left:462;top:1311;width:71;height:149;visibility:visible;mso-wrap-style:square;v-text-anchor:top" coordsize="710,1491"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352238" w:rsidRDefault="00352238" w:rsidP="00352238"/>
                    </w:txbxContent>
                  </v:textbox>
                </v:shape>
                <v:shape id="Freeform 9" o:spid="_x0000_s1033" style="position:absolute;left:745;top:1010;width:174;height:235;visibility:visible;mso-wrap-style:square;v-text-anchor:top" coordsize="1740,2349"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352238" w:rsidRDefault="00352238" w:rsidP="00352238"/>
                    </w:txbxContent>
                  </v:textbox>
                </v:shape>
                <v:shape id="Freeform 10" o:spid="_x0000_s1034" style="position:absolute;left:745;top:1010;width:174;height:235;visibility:visible;mso-wrap-style:square;v-text-anchor:top" coordsize="1740,2349"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352238" w:rsidRDefault="00352238" w:rsidP="00352238"/>
                    </w:txbxContent>
                  </v:textbox>
                </v:shape>
                <v:shape id="Freeform 11" o:spid="_x0000_s1035" style="position:absolute;left:223;top:1010;width:174;height:235;visibility:visible;mso-wrap-style:square;v-text-anchor:top" coordsize="1740,2349"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352238" w:rsidRDefault="00352238" w:rsidP="00352238"/>
                    </w:txbxContent>
                  </v:textbox>
                </v:shape>
                <v:shape id="Freeform 12" o:spid="_x0000_s1036" style="position:absolute;left:223;top:1010;width:174;height:235;visibility:visible;mso-wrap-style:square;v-text-anchor:top" coordsize="1740,2349"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352238" w:rsidRDefault="00352238" w:rsidP="00352238"/>
                    </w:txbxContent>
                  </v:textbox>
                </v:shape>
                <v:shape id="Freeform 13" o:spid="_x0000_s1037" style="position:absolute;left:609;top:1138;width:87;height:110;visibility:visible;mso-wrap-style:square;v-text-anchor:top" coordsize="872,109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352238" w:rsidRDefault="00352238" w:rsidP="00352238"/>
                    </w:txbxContent>
                  </v:textbox>
                </v:shape>
                <v:shape id="Freeform 14" o:spid="_x0000_s1038" style="position:absolute;left:609;top:1138;width:87;height:110;visibility:visible;mso-wrap-style:square;v-text-anchor:top" coordsize="872,109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352238" w:rsidRDefault="00352238" w:rsidP="00352238"/>
                    </w:txbxContent>
                  </v:textbox>
                </v:shape>
                <v:shape id="Freeform 15" o:spid="_x0000_s1039" style="position:absolute;left:446;top:1139;width:87;height:109;visibility:visible;mso-wrap-style:square;v-text-anchor:top" coordsize="872,1093"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352238" w:rsidRDefault="00352238" w:rsidP="00352238"/>
                    </w:txbxContent>
                  </v:textbox>
                </v:shape>
                <v:shape id="Freeform 16" o:spid="_x0000_s1040" style="position:absolute;left:446;top:1139;width:87;height:109;visibility:visible;mso-wrap-style:square;v-text-anchor:top" coordsize="872,1093"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352238" w:rsidRDefault="00352238" w:rsidP="00352238"/>
                    </w:txbxContent>
                  </v:textbox>
                </v:shape>
                <v:shape id="Freeform 17" o:spid="_x0000_s1041" style="position:absolute;left:478;top:845;width:186;height:283;visibility:visible;mso-wrap-style:square;v-text-anchor:top" coordsize="1854,282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352238" w:rsidRDefault="00352238" w:rsidP="00352238"/>
                    </w:txbxContent>
                  </v:textbox>
                </v:shape>
                <v:shape id="Freeform 18" o:spid="_x0000_s1042" style="position:absolute;left:478;top:845;width:186;height:283;visibility:visible;mso-wrap-style:square;v-text-anchor:top" coordsize="1854,282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352238" w:rsidRDefault="00352238" w:rsidP="00352238"/>
                    </w:txbxContent>
                  </v:textbox>
                </v:shape>
                <v:shape id="Freeform 19" o:spid="_x0000_s1043" style="position:absolute;left:805;top:362;width:116;height:567;visibility:visible;mso-wrap-style:square;v-text-anchor:top" coordsize="1160,5677"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352238" w:rsidRDefault="00352238" w:rsidP="00352238"/>
                    </w:txbxContent>
                  </v:textbox>
                </v:shape>
                <v:shape id="Freeform 20" o:spid="_x0000_s1044" style="position:absolute;left:805;top:362;width:116;height:567;visibility:visible;mso-wrap-style:square;v-text-anchor:top" coordsize="1160,5677"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352238" w:rsidRDefault="00352238" w:rsidP="00352238"/>
                    </w:txbxContent>
                  </v:textbox>
                </v:shape>
                <v:shape id="Freeform 21" o:spid="_x0000_s1045" style="position:absolute;left:221;top:362;width:116;height:568;visibility:visible;mso-wrap-style:square;v-text-anchor:top" coordsize="1160,5676"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352238" w:rsidRDefault="00352238" w:rsidP="00352238"/>
                    </w:txbxContent>
                  </v:textbox>
                </v:shape>
                <v:shape id="Freeform 22" o:spid="_x0000_s1046" style="position:absolute;left:221;top:362;width:116;height:568;visibility:visible;mso-wrap-style:square;v-text-anchor:top" coordsize="1160,5676"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352238" w:rsidRDefault="00352238" w:rsidP="00352238"/>
                    </w:txbxContent>
                  </v:textbox>
                </v:shape>
                <v:rect id="Rectangle 23" o:spid="_x0000_s1047" style="position:absolute;top:430;width:40;height:7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" fillcolor="black" stroked="f">
                  <v:textbox>
                    <w:txbxContent>
                      <w:p w:rsidR="00352238" w:rsidRDefault="00352238" w:rsidP="00352238"/>
                    </w:txbxContent>
                  </v:textbox>
                </v:rect>
                <v:shape id="Freeform 24" o:spid="_x0000_s1048" style="position:absolute;top:1178;width:40;height:163;visibility:visible;mso-wrap-style:square;v-text-anchor:top" coordsize="400,163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" adj="-11796480,,5400" path="m400,1615r,9l400,,,,,1624r,8l,1624r,3l1,1632r399,-17xe" fillcolor="black" stroked="f">
                  <v:stroke joinstyle="round"/>
                  <v:formulas/>
                  <v:path arrowok="t" o:connecttype="custom" o:connectlocs="40,161;40,162;40,0;0,0;0,162;0,163;0,162;0,163;0,163;40,161" o:connectangles="0,0,0,0,0,0,0,0,0,0" textboxrect="0,0,400,1632"/>
                  <v:textbox>
                    <w:txbxContent>
                      <w:p w:rsidR="00352238" w:rsidRDefault="00352238" w:rsidP="00352238"/>
                    </w:txbxContent>
                  </v:textbox>
                </v:shape>
                <v:shape id="Freeform 25" o:spid="_x0000_s1049" style="position:absolute;top:1339;width:175;height:210;visibility:visible;mso-wrap-style:square;v-text-anchor:top" coordsize="1748,2097"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" adj="-11796480,,540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stroke joinstyle="round"/>
                  <v:formulas/>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textboxrect="0,0,1748,2097"/>
                  <v:textbox>
                    <w:txbxContent>
                      <w:p w:rsidR="00352238" w:rsidRDefault="00352238" w:rsidP="00352238"/>
                    </w:txbxContent>
                  </v:textbox>
                </v:shape>
                <v:shape id="Freeform 26" o:spid="_x0000_s1050" style="position:absolute;left:160;top:1512;width:419;height:206;visibility:visible;mso-wrap-style:square;v-text-anchor:top" coordsize="4190,206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" adj="-11796480,,5400" path="m4038,1660r152,l152,,,369,4038,2029r152,l4038,2029r77,31l4190,2029,4038,1660xe" fillcolor="black" stroked="f">
                  <v:stroke joinstyle="round"/>
                  <v:formulas/>
                  <v:path arrowok="t" o:connecttype="custom" o:connectlocs="404,166;419,166;15,0;0,37;404,203;419,203;404,203;412,206;419,203;404,166" o:connectangles="0,0,0,0,0,0,0,0,0,0" textboxrect="0,0,4190,2060"/>
                  <v:textbox>
                    <w:txbxContent>
                      <w:p w:rsidR="00352238" w:rsidRDefault="00352238" w:rsidP="00352238"/>
                    </w:txbxContent>
                  </v:textbox>
                </v:shape>
                <v:shape id="Freeform 27" o:spid="_x0000_s1051" style="position:absolute;left:563;top:1512;width:419;height:203;visibility:visible;mso-wrap-style:square;v-text-anchor:top" coordsize="4190,2031"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" adj="-11796480,,5400" path="m4042,r-4,2l,1662r152,369l4190,371r-4,1l4042,r-3,1l4038,2r4,-2xe" fillcolor="black" stroked="f">
                  <v:stroke joinstyle="round"/>
                  <v:formulas/>
                  <v:path arrowok="t" o:connecttype="custom" o:connectlocs="404,0;404,0;0,166;15,203;419,37;419,37;404,0;404,0;404,0;404,0" o:connectangles="0,0,0,0,0,0,0,0,0,0" textboxrect="0,0,4190,2031"/>
                  <v:textbox>
                    <w:txbxContent>
                      <w:p w:rsidR="00352238" w:rsidRDefault="00352238" w:rsidP="00352238"/>
                    </w:txbxContent>
                  </v:textbox>
                </v:shape>
                <v:shape id="Freeform 28" o:spid="_x0000_s1052" style="position:absolute;left:968;top:1339;width:174;height:210;visibility:visible;mso-wrap-style:square;v-text-anchor:top" coordsize="1744,2097"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" adj="-11796480,,540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stroke joinstyle="round"/>
                  <v:formulas/>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textboxrect="0,0,1744,2097"/>
                  <v:textbox>
                    <w:txbxContent>
                      <w:p w:rsidR="00352238" w:rsidRDefault="00352238" w:rsidP="00352238"/>
                    </w:txbxContent>
                  </v:textbox>
                </v:shape>
                <v:shape id="Freeform 29" o:spid="_x0000_s1053" style="position:absolute;left:1102;width:40;height:1340;visibility:visible;mso-wrap-style:square;v-text-anchor:top" coordsize="400,13403"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" adj="-11796480,,5400" path="m199,400l,200,,13403r400,l400,200,199,,400,200,400,,199,r,400xe" fillcolor="black" stroked="f">
                  <v:stroke joinstyle="round"/>
                  <v:formulas/>
                  <v:path arrowok="t" o:connecttype="custom" o:connectlocs="20,40;0,20;0,1340;40,1340;40,20;20,0;40,20;40,0;20,0;20,40" o:connectangles="0,0,0,0,0,0,0,0,0,0" textboxrect="0,0,400,13403"/>
                  <v:textbox>
                    <w:txbxContent>
                      <w:p w:rsidR="00352238" w:rsidRDefault="00352238" w:rsidP="00352238"/>
                    </w:txbxContent>
                  </v:textbox>
                </v:shape>
                <v:rect id="Rectangle 30" o:spid="_x0000_s1054" style="position:absolute;left:571;width:551;height: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" fillcolor="black" stroked="f">
                  <v:textbox>
                    <w:txbxContent>
                      <w:p w:rsidR="00352238" w:rsidRDefault="00352238" w:rsidP="00352238"/>
                    </w:txbxContent>
                  </v:textbox>
                </v:rect>
                <v:shape id="Freeform 31" o:spid="_x0000_s1055" style="position:absolute;width:571;height:40;visibility:visible;mso-wrap-style:square;v-text-anchor:top" coordsize="5711,4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" adj="-11796480,,5400" path="m400,200l201,400r5510,l5711,,201,,,200,201,,,,,200r400,xe" fillcolor="black" stroked="f">
                  <v:stroke joinstyle="round"/>
                  <v:formulas/>
                  <v:path arrowok="t" o:connecttype="custom" o:connectlocs="40,20;20,40;571,40;571,0;20,0;0,20;20,0;0,0;0,20;40,20" o:connectangles="0,0,0,0,0,0,0,0,0,0" textboxrect="0,0,5711,400"/>
                  <v:textbox>
                    <w:txbxContent>
                      <w:p w:rsidR="00352238" w:rsidRDefault="00352238" w:rsidP="00352238"/>
                    </w:txbxContent>
                  </v:textbox>
                </v:shape>
                <v:shape id="Freeform 32" o:spid="_x0000_s1056" style="position:absolute;top:20;width:40;height:410;visibility:visible;mso-wrap-style:square;v-text-anchor:top" coordsize="400,4097"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" adj="-11796480,,5400" path="m201,4097r199,l400,,,,,4097r201,xe" fillcolor="black" stroked="f">
                  <v:stroke joinstyle="round"/>
                  <v:formulas/>
                  <v:path arrowok="t" o:connecttype="custom" o:connectlocs="20,410;40,410;40,0;0,0;0,410;20,410" o:connectangles="0,0,0,0,0,0" textboxrect="0,0,400,4097"/>
                  <v:textbox>
                    <w:txbxContent>
                      <w:p w:rsidR="00352238" w:rsidRDefault="00352238" w:rsidP="00352238"/>
                    </w:txbxContent>
                  </v:textbox>
                </v:shape>
                <w10:wrap anchorx="margin"/>
              </v:group>
            </w:pict>
          </mc:Fallback>
        </mc:AlternateContent>
      </w:r>
    </w:p>
    <w:p w:rsidR="00352238" w:rsidRDefault="00352238" w:rsidP="00352238">
      <w:pPr>
        <w:tabs>
          <w:tab w:val="left" w:pos="708"/>
        </w:tabs>
        <w:spacing w:after="0" w:line="240" w:lineRule="auto"/>
        <w:jc w:val="center"/>
        <w:rPr>
          <w:rFonts w:ascii="Times New Roman" w:eastAsia="Arial Unicode MS" w:hAnsi="Times New Roman"/>
          <w:b/>
          <w:color w:val="000000"/>
          <w:sz w:val="24"/>
          <w:szCs w:val="24"/>
        </w:rPr>
      </w:pPr>
    </w:p>
    <w:p w:rsidR="00352238" w:rsidRDefault="00352238" w:rsidP="00352238">
      <w:pPr>
        <w:tabs>
          <w:tab w:val="left" w:pos="708"/>
        </w:tabs>
        <w:spacing w:after="0" w:line="240" w:lineRule="auto"/>
        <w:jc w:val="center"/>
        <w:rPr>
          <w:rFonts w:ascii="Times New Roman" w:eastAsia="Arial Unicode MS" w:hAnsi="Times New Roman"/>
          <w:b/>
          <w:color w:val="000000"/>
          <w:sz w:val="24"/>
          <w:szCs w:val="24"/>
        </w:rPr>
      </w:pPr>
    </w:p>
    <w:p w:rsidR="00352238" w:rsidRDefault="00352238" w:rsidP="00352238">
      <w:pPr>
        <w:tabs>
          <w:tab w:val="left" w:pos="708"/>
        </w:tabs>
        <w:spacing w:after="0" w:line="240" w:lineRule="auto"/>
        <w:jc w:val="center"/>
        <w:rPr>
          <w:rFonts w:ascii="Times New Roman" w:eastAsia="Arial Unicode MS" w:hAnsi="Times New Roman"/>
          <w:b/>
          <w:color w:val="000000"/>
          <w:sz w:val="24"/>
          <w:szCs w:val="24"/>
        </w:rPr>
      </w:pPr>
    </w:p>
    <w:p w:rsidR="00352238" w:rsidRDefault="00352238" w:rsidP="00352238">
      <w:pPr>
        <w:tabs>
          <w:tab w:val="left" w:pos="708"/>
        </w:tabs>
        <w:spacing w:after="0" w:line="240" w:lineRule="auto"/>
        <w:jc w:val="center"/>
        <w:rPr>
          <w:rFonts w:ascii="Times New Roman" w:eastAsia="Arial Unicode MS" w:hAnsi="Times New Roman"/>
          <w:b/>
          <w:color w:val="000000"/>
          <w:sz w:val="24"/>
          <w:szCs w:val="24"/>
        </w:rPr>
      </w:pPr>
    </w:p>
    <w:p w:rsidR="00352238" w:rsidRDefault="00352238" w:rsidP="00352238">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УКРАЇНА</w:t>
      </w:r>
    </w:p>
    <w:p w:rsidR="00352238" w:rsidRDefault="00352238" w:rsidP="00352238">
      <w:pPr>
        <w:keepNext/>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КРУПЕЦЬКА СІЛЬСЬКА РАДА</w:t>
      </w:r>
    </w:p>
    <w:p w:rsidR="00352238" w:rsidRDefault="00352238" w:rsidP="00352238">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СЛАВУТСЬКОГО РАЙОНУ</w:t>
      </w:r>
    </w:p>
    <w:p w:rsidR="00352238" w:rsidRDefault="00352238" w:rsidP="00352238">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ХМЕЛЬНИЦЬКОЇ ОБЛАСТІ</w:t>
      </w:r>
    </w:p>
    <w:p w:rsidR="00352238" w:rsidRDefault="00352238" w:rsidP="00352238">
      <w:pPr>
        <w:tabs>
          <w:tab w:val="left" w:pos="708"/>
        </w:tabs>
        <w:spacing w:after="0" w:line="240" w:lineRule="auto"/>
        <w:jc w:val="center"/>
        <w:rPr>
          <w:rFonts w:ascii="Times New Roman" w:eastAsia="Arial Unicode MS" w:hAnsi="Times New Roman"/>
          <w:b/>
          <w:color w:val="000000"/>
          <w:sz w:val="24"/>
          <w:szCs w:val="24"/>
        </w:rPr>
      </w:pPr>
    </w:p>
    <w:p w:rsidR="00352238" w:rsidRDefault="00352238" w:rsidP="00352238">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 xml:space="preserve"> РІШЕННЯ</w:t>
      </w:r>
    </w:p>
    <w:p w:rsidR="00352238" w:rsidRDefault="00352238" w:rsidP="00352238">
      <w:pPr>
        <w:tabs>
          <w:tab w:val="left" w:pos="708"/>
        </w:tabs>
        <w:spacing w:after="0" w:line="240" w:lineRule="auto"/>
        <w:jc w:val="center"/>
        <w:rPr>
          <w:rFonts w:ascii="Times New Roman" w:eastAsia="Arial Unicode MS" w:hAnsi="Times New Roman"/>
          <w:b/>
          <w:color w:val="000000"/>
          <w:sz w:val="24"/>
          <w:szCs w:val="24"/>
        </w:rPr>
      </w:pPr>
    </w:p>
    <w:p w:rsidR="00352238" w:rsidRDefault="00352238" w:rsidP="00352238">
      <w:pPr>
        <w:tabs>
          <w:tab w:val="left" w:pos="708"/>
        </w:tabs>
        <w:spacing w:after="0" w:line="240" w:lineRule="auto"/>
        <w:jc w:val="center"/>
        <w:rPr>
          <w:rFonts w:ascii="Times New Roman" w:eastAsia="Arial Unicode MS" w:hAnsi="Times New Roman"/>
          <w:color w:val="000000"/>
          <w:sz w:val="24"/>
          <w:szCs w:val="24"/>
        </w:rPr>
      </w:pPr>
      <w:r>
        <w:rPr>
          <w:rFonts w:ascii="Times New Roman" w:eastAsia="Arial Unicode MS" w:hAnsi="Times New Roman"/>
          <w:color w:val="000000"/>
          <w:sz w:val="24"/>
          <w:szCs w:val="24"/>
        </w:rPr>
        <w:t xml:space="preserve">  ХІ</w:t>
      </w:r>
      <w:r>
        <w:rPr>
          <w:rFonts w:ascii="Times New Roman" w:eastAsia="Arial Unicode MS" w:hAnsi="Times New Roman"/>
          <w:color w:val="000000"/>
          <w:sz w:val="24"/>
          <w:szCs w:val="24"/>
          <w:lang w:val="en-US"/>
        </w:rPr>
        <w:t>I</w:t>
      </w:r>
      <w:r>
        <w:rPr>
          <w:rFonts w:ascii="Times New Roman" w:eastAsia="Arial Unicode MS" w:hAnsi="Times New Roman"/>
          <w:color w:val="000000"/>
          <w:sz w:val="24"/>
          <w:szCs w:val="24"/>
        </w:rPr>
        <w:t xml:space="preserve">  сесії сільської ради  </w:t>
      </w:r>
      <w:r>
        <w:rPr>
          <w:rFonts w:ascii="Times New Roman" w:eastAsia="Arial Unicode MS" w:hAnsi="Times New Roman"/>
          <w:color w:val="000000"/>
          <w:sz w:val="24"/>
          <w:szCs w:val="24"/>
          <w:lang w:val="en-US"/>
        </w:rPr>
        <w:t>V</w:t>
      </w:r>
      <w:r>
        <w:rPr>
          <w:rFonts w:ascii="Times New Roman" w:eastAsia="Arial Unicode MS" w:hAnsi="Times New Roman"/>
          <w:color w:val="000000"/>
          <w:sz w:val="24"/>
          <w:szCs w:val="24"/>
        </w:rPr>
        <w:t>ІІІ скликання</w:t>
      </w:r>
    </w:p>
    <w:p w:rsidR="00352238" w:rsidRDefault="00352238" w:rsidP="00352238">
      <w:pPr>
        <w:tabs>
          <w:tab w:val="left" w:pos="708"/>
        </w:tabs>
        <w:spacing w:after="0" w:line="240" w:lineRule="auto"/>
        <w:rPr>
          <w:rFonts w:ascii="Times New Roman" w:eastAsia="Arial Unicode MS" w:hAnsi="Times New Roman"/>
          <w:color w:val="000000"/>
          <w:sz w:val="24"/>
          <w:szCs w:val="24"/>
        </w:rPr>
      </w:pPr>
    </w:p>
    <w:p w:rsidR="00352238" w:rsidRPr="00A01004" w:rsidRDefault="00352238" w:rsidP="00352238">
      <w:pPr>
        <w:tabs>
          <w:tab w:val="left" w:pos="708"/>
        </w:tabs>
        <w:spacing w:after="0" w:line="240" w:lineRule="auto"/>
        <w:rPr>
          <w:rFonts w:ascii="Times New Roman" w:eastAsia="Arial Unicode MS" w:hAnsi="Times New Roman"/>
          <w:color w:val="000000"/>
          <w:sz w:val="24"/>
          <w:szCs w:val="24"/>
        </w:rPr>
      </w:pPr>
      <w:r w:rsidRPr="00A01004">
        <w:rPr>
          <w:rFonts w:ascii="Times New Roman" w:eastAsia="Arial Unicode MS" w:hAnsi="Times New Roman"/>
          <w:color w:val="000000"/>
          <w:sz w:val="24"/>
          <w:szCs w:val="24"/>
        </w:rPr>
        <w:t>30</w:t>
      </w:r>
      <w:r>
        <w:rPr>
          <w:rFonts w:ascii="Times New Roman" w:eastAsia="Arial Unicode MS" w:hAnsi="Times New Roman"/>
          <w:color w:val="000000"/>
          <w:sz w:val="24"/>
          <w:szCs w:val="24"/>
        </w:rPr>
        <w:t>.0</w:t>
      </w:r>
      <w:r w:rsidRPr="00A01004">
        <w:rPr>
          <w:rFonts w:ascii="Times New Roman" w:eastAsia="Arial Unicode MS" w:hAnsi="Times New Roman"/>
          <w:color w:val="000000"/>
          <w:sz w:val="24"/>
          <w:szCs w:val="24"/>
        </w:rPr>
        <w:t>6</w:t>
      </w:r>
      <w:r>
        <w:rPr>
          <w:rFonts w:ascii="Times New Roman" w:eastAsia="Arial Unicode MS" w:hAnsi="Times New Roman"/>
          <w:color w:val="000000"/>
          <w:sz w:val="24"/>
          <w:szCs w:val="24"/>
        </w:rPr>
        <w:t>.2021 року                                            Крупець                                                       №</w:t>
      </w:r>
      <w:r>
        <w:rPr>
          <w:rFonts w:ascii="Times New Roman" w:eastAsia="Arial Unicode MS" w:hAnsi="Times New Roman"/>
          <w:color w:val="000000"/>
          <w:sz w:val="24"/>
          <w:szCs w:val="24"/>
        </w:rPr>
        <w:softHyphen/>
      </w:r>
      <w:r>
        <w:rPr>
          <w:rFonts w:ascii="Times New Roman" w:eastAsia="Arial Unicode MS" w:hAnsi="Times New Roman"/>
          <w:color w:val="000000"/>
          <w:sz w:val="24"/>
          <w:szCs w:val="24"/>
        </w:rPr>
        <w:softHyphen/>
      </w:r>
      <w:r>
        <w:rPr>
          <w:rFonts w:ascii="Times New Roman" w:eastAsia="Arial Unicode MS" w:hAnsi="Times New Roman"/>
          <w:color w:val="000000"/>
          <w:sz w:val="24"/>
          <w:szCs w:val="24"/>
        </w:rPr>
        <w:softHyphen/>
      </w:r>
    </w:p>
    <w:p w:rsidR="00352238" w:rsidRDefault="00352238" w:rsidP="00352238"/>
    <w:p w:rsidR="00352238" w:rsidRPr="008B65C5" w:rsidRDefault="00352238" w:rsidP="00352238">
      <w:pPr>
        <w:spacing w:after="0"/>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Про створення конкурсної комісії</w:t>
      </w:r>
      <w:r w:rsidRPr="008B65C5">
        <w:rPr>
          <w:rFonts w:ascii="Times New Roman" w:eastAsia="Times New Roman" w:hAnsi="Times New Roman" w:cs="Times New Roman"/>
          <w:b/>
          <w:sz w:val="24"/>
          <w:szCs w:val="24"/>
          <w:lang w:eastAsia="ru-RU"/>
        </w:rPr>
        <w:br/>
      </w:r>
      <w:r>
        <w:rPr>
          <w:rFonts w:ascii="Times New Roman" w:eastAsia="Times New Roman" w:hAnsi="Times New Roman" w:cs="Times New Roman"/>
          <w:b/>
          <w:sz w:val="24"/>
          <w:szCs w:val="24"/>
          <w:lang w:eastAsia="ru-RU"/>
        </w:rPr>
        <w:t>з відбору суб’єктів оціночної діяльності</w:t>
      </w:r>
    </w:p>
    <w:p w:rsidR="00352238" w:rsidRPr="008B65C5" w:rsidRDefault="00352238" w:rsidP="00352238">
      <w:pPr>
        <w:spacing w:after="0"/>
        <w:rPr>
          <w:rFonts w:ascii="Times New Roman" w:eastAsia="Times New Roman" w:hAnsi="Times New Roman" w:cs="Times New Roman"/>
          <w:sz w:val="24"/>
          <w:szCs w:val="24"/>
          <w:lang w:eastAsia="ru-RU"/>
        </w:rPr>
      </w:pPr>
    </w:p>
    <w:p w:rsidR="00352238" w:rsidRPr="004537EC" w:rsidRDefault="00352238" w:rsidP="00352238">
      <w:pPr>
        <w:spacing w:after="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Відповідно до пункту 2 частини 1 статті 26 Закону </w:t>
      </w:r>
      <w:r w:rsidRPr="004537EC">
        <w:rPr>
          <w:rFonts w:ascii="Times New Roman" w:eastAsia="Times New Roman" w:hAnsi="Times New Roman" w:cs="Times New Roman"/>
          <w:sz w:val="24"/>
          <w:szCs w:val="24"/>
          <w:lang w:eastAsia="ru-RU"/>
        </w:rPr>
        <w:t xml:space="preserve">«Про місцеве самоврядування в Україні»), </w:t>
      </w:r>
      <w:r>
        <w:rPr>
          <w:rFonts w:ascii="Times New Roman" w:eastAsia="Times New Roman" w:hAnsi="Times New Roman" w:cs="Times New Roman"/>
          <w:sz w:val="24"/>
          <w:szCs w:val="24"/>
          <w:lang w:eastAsia="ru-RU"/>
        </w:rPr>
        <w:t>статті 10, 25 Закону України «Про оцінку майна, майнових прав та професійну оціночну діяльність в Україні», з метою забезпечення єдності</w:t>
      </w:r>
      <w:r w:rsidRPr="006B349D">
        <w:rPr>
          <w:rFonts w:ascii="Times New Roman" w:eastAsia="Times New Roman" w:hAnsi="Times New Roman" w:cs="Times New Roman"/>
          <w:sz w:val="24"/>
          <w:szCs w:val="24"/>
          <w:lang w:eastAsia="ru-RU"/>
        </w:rPr>
        <w:t xml:space="preserve"> нормативно-правових вимог проведення оцінки </w:t>
      </w:r>
      <w:proofErr w:type="spellStart"/>
      <w:r w:rsidRPr="006B349D">
        <w:rPr>
          <w:rFonts w:ascii="Times New Roman" w:eastAsia="Times New Roman" w:hAnsi="Times New Roman" w:cs="Times New Roman"/>
          <w:sz w:val="24"/>
          <w:szCs w:val="24"/>
          <w:lang w:eastAsia="ru-RU"/>
        </w:rPr>
        <w:t>майна,</w:t>
      </w:r>
      <w:r w:rsidRPr="004537EC">
        <w:rPr>
          <w:rFonts w:ascii="Times New Roman" w:eastAsia="Times New Roman" w:hAnsi="Times New Roman" w:cs="Times New Roman"/>
          <w:sz w:val="24"/>
          <w:szCs w:val="24"/>
          <w:lang w:eastAsia="ru-RU"/>
        </w:rPr>
        <w:t>сільська</w:t>
      </w:r>
      <w:proofErr w:type="spellEnd"/>
      <w:r w:rsidRPr="004537EC">
        <w:rPr>
          <w:rFonts w:ascii="Times New Roman" w:eastAsia="Times New Roman" w:hAnsi="Times New Roman" w:cs="Times New Roman"/>
          <w:sz w:val="24"/>
          <w:szCs w:val="24"/>
          <w:lang w:eastAsia="ru-RU"/>
        </w:rPr>
        <w:t xml:space="preserve"> рада</w:t>
      </w:r>
    </w:p>
    <w:p w:rsidR="00352238" w:rsidRPr="00796384" w:rsidRDefault="00352238" w:rsidP="00352238">
      <w:pPr>
        <w:spacing w:after="0"/>
        <w:jc w:val="both"/>
        <w:rPr>
          <w:rFonts w:ascii="Times New Roman" w:eastAsia="Times New Roman" w:hAnsi="Times New Roman" w:cs="Times New Roman"/>
          <w:color w:val="FF0000"/>
          <w:sz w:val="24"/>
          <w:szCs w:val="24"/>
          <w:lang w:eastAsia="ru-RU"/>
        </w:rPr>
      </w:pPr>
      <w:r w:rsidRPr="00796384">
        <w:rPr>
          <w:rFonts w:ascii="Times New Roman" w:eastAsia="Times New Roman" w:hAnsi="Times New Roman" w:cs="Times New Roman"/>
          <w:color w:val="FF0000"/>
          <w:sz w:val="24"/>
          <w:szCs w:val="24"/>
          <w:lang w:eastAsia="ru-RU"/>
        </w:rPr>
        <w:tab/>
      </w:r>
    </w:p>
    <w:p w:rsidR="00352238" w:rsidRDefault="00352238" w:rsidP="00352238">
      <w:pPr>
        <w:spacing w:after="0"/>
        <w:jc w:val="both"/>
        <w:rPr>
          <w:rFonts w:ascii="Times New Roman" w:eastAsia="Times New Roman" w:hAnsi="Times New Roman" w:cs="Times New Roman"/>
          <w:sz w:val="24"/>
          <w:szCs w:val="24"/>
          <w:lang w:eastAsia="ru-RU"/>
        </w:rPr>
      </w:pPr>
      <w:r w:rsidRPr="008B65C5">
        <w:rPr>
          <w:rFonts w:ascii="Times New Roman" w:eastAsia="Times New Roman" w:hAnsi="Times New Roman" w:cs="Times New Roman"/>
          <w:sz w:val="24"/>
          <w:szCs w:val="24"/>
          <w:lang w:eastAsia="ru-RU"/>
        </w:rPr>
        <w:t>ВИРІШИЛА:</w:t>
      </w:r>
    </w:p>
    <w:p w:rsidR="00352238" w:rsidRPr="008B65C5" w:rsidRDefault="00352238" w:rsidP="00352238">
      <w:pPr>
        <w:spacing w:after="0"/>
        <w:jc w:val="both"/>
        <w:rPr>
          <w:rFonts w:ascii="Times New Roman" w:eastAsia="Times New Roman" w:hAnsi="Times New Roman" w:cs="Times New Roman"/>
          <w:bCs/>
          <w:sz w:val="24"/>
          <w:szCs w:val="24"/>
          <w:lang w:eastAsia="ru-RU"/>
        </w:rPr>
      </w:pPr>
    </w:p>
    <w:p w:rsidR="00352238" w:rsidRPr="00352238" w:rsidRDefault="00352238" w:rsidP="00352238">
      <w:pPr>
        <w:pStyle w:val="af4"/>
        <w:numPr>
          <w:ilvl w:val="0"/>
          <w:numId w:val="1"/>
        </w:numPr>
        <w:spacing w:after="0"/>
        <w:contextualSpacing w:val="0"/>
        <w:jc w:val="both"/>
        <w:rPr>
          <w:rFonts w:ascii="Times New Roman" w:eastAsia="Times New Roman" w:hAnsi="Times New Roman"/>
          <w:sz w:val="24"/>
          <w:szCs w:val="24"/>
          <w:lang w:val="uk-UA" w:eastAsia="ru-RU"/>
        </w:rPr>
      </w:pPr>
      <w:r w:rsidRPr="00352238">
        <w:rPr>
          <w:rFonts w:ascii="Times New Roman" w:eastAsia="Times New Roman" w:hAnsi="Times New Roman"/>
          <w:sz w:val="24"/>
          <w:szCs w:val="24"/>
          <w:lang w:val="uk-UA" w:eastAsia="ru-RU"/>
        </w:rPr>
        <w:t>Утворити комісію з відбору суб’єктів оціночної діяльності і затвердити її основний та додатковий склад (додаток 1).</w:t>
      </w:r>
    </w:p>
    <w:p w:rsidR="00352238" w:rsidRPr="00352238" w:rsidRDefault="00352238" w:rsidP="00352238">
      <w:pPr>
        <w:pStyle w:val="af4"/>
        <w:numPr>
          <w:ilvl w:val="0"/>
          <w:numId w:val="1"/>
        </w:numPr>
        <w:spacing w:after="0"/>
        <w:contextualSpacing w:val="0"/>
        <w:jc w:val="both"/>
        <w:rPr>
          <w:rFonts w:ascii="Times New Roman" w:eastAsia="Times New Roman" w:hAnsi="Times New Roman"/>
          <w:sz w:val="24"/>
          <w:szCs w:val="24"/>
          <w:lang w:val="uk-UA" w:eastAsia="ru-RU"/>
        </w:rPr>
      </w:pPr>
      <w:r w:rsidRPr="00352238">
        <w:rPr>
          <w:rFonts w:ascii="Times New Roman" w:eastAsia="Times New Roman" w:hAnsi="Times New Roman"/>
          <w:sz w:val="24"/>
          <w:szCs w:val="24"/>
          <w:lang w:val="uk-UA" w:eastAsia="ru-RU"/>
        </w:rPr>
        <w:t>Встановити, що створена конкурсна комісія з відбору суб’єктів оціночної діяльності у своїй роботі керується Положенням про конкурсний відбір суб’єктів оціночної діяльності, затвердженого наказом Фонду державного майна України від 31.12.2015 року №2075.</w:t>
      </w:r>
    </w:p>
    <w:p w:rsidR="00352238" w:rsidRPr="00A67979" w:rsidRDefault="00352238" w:rsidP="00352238">
      <w:pPr>
        <w:pStyle w:val="af4"/>
        <w:numPr>
          <w:ilvl w:val="0"/>
          <w:numId w:val="1"/>
        </w:numPr>
        <w:spacing w:after="0"/>
        <w:contextualSpacing w:val="0"/>
        <w:jc w:val="both"/>
        <w:rPr>
          <w:rFonts w:ascii="Times New Roman" w:eastAsia="Times New Roman" w:hAnsi="Times New Roman"/>
          <w:sz w:val="24"/>
          <w:szCs w:val="24"/>
          <w:lang w:val="ru-RU" w:eastAsia="ru-RU"/>
        </w:rPr>
      </w:pPr>
      <w:r w:rsidRPr="00A67979">
        <w:rPr>
          <w:rFonts w:ascii="Times New Roman" w:eastAsia="Times New Roman" w:hAnsi="Times New Roman"/>
          <w:sz w:val="24"/>
          <w:szCs w:val="24"/>
          <w:lang w:val="ru-RU" w:eastAsia="ru-RU"/>
        </w:rPr>
        <w:t xml:space="preserve">Контроль за </w:t>
      </w:r>
      <w:proofErr w:type="spellStart"/>
      <w:r w:rsidRPr="00A67979">
        <w:rPr>
          <w:rFonts w:ascii="Times New Roman" w:eastAsia="Times New Roman" w:hAnsi="Times New Roman"/>
          <w:sz w:val="24"/>
          <w:szCs w:val="24"/>
          <w:lang w:val="ru-RU" w:eastAsia="ru-RU"/>
        </w:rPr>
        <w:t>виконаннямрішенняпокласти</w:t>
      </w:r>
      <w:proofErr w:type="spellEnd"/>
      <w:r w:rsidRPr="00A67979">
        <w:rPr>
          <w:rFonts w:ascii="Times New Roman" w:eastAsia="Times New Roman" w:hAnsi="Times New Roman"/>
          <w:sz w:val="24"/>
          <w:szCs w:val="24"/>
          <w:lang w:val="ru-RU" w:eastAsia="ru-RU"/>
        </w:rPr>
        <w:t xml:space="preserve"> </w:t>
      </w:r>
      <w:proofErr w:type="spellStart"/>
      <w:r w:rsidRPr="00A67979">
        <w:rPr>
          <w:rFonts w:ascii="Times New Roman" w:eastAsia="Times New Roman" w:hAnsi="Times New Roman"/>
          <w:sz w:val="24"/>
          <w:szCs w:val="24"/>
          <w:lang w:val="ru-RU" w:eastAsia="ru-RU"/>
        </w:rPr>
        <w:t>напостійну</w:t>
      </w:r>
      <w:r>
        <w:rPr>
          <w:rFonts w:ascii="Times New Roman" w:eastAsia="Times New Roman" w:hAnsi="Times New Roman"/>
          <w:sz w:val="24"/>
          <w:szCs w:val="24"/>
          <w:lang w:val="ru-RU" w:eastAsia="ru-RU"/>
        </w:rPr>
        <w:t>комісіюз</w:t>
      </w:r>
      <w:proofErr w:type="spellEnd"/>
      <w:r>
        <w:rPr>
          <w:rFonts w:ascii="Times New Roman" w:eastAsia="Times New Roman" w:hAnsi="Times New Roman"/>
          <w:sz w:val="24"/>
          <w:szCs w:val="24"/>
          <w:lang w:val="ru-RU" w:eastAsia="ru-RU"/>
        </w:rPr>
        <w:t xml:space="preserve"> </w:t>
      </w:r>
      <w:proofErr w:type="spellStart"/>
      <w:r>
        <w:rPr>
          <w:rFonts w:ascii="Times New Roman" w:eastAsia="Times New Roman" w:hAnsi="Times New Roman"/>
          <w:sz w:val="24"/>
          <w:szCs w:val="24"/>
          <w:lang w:val="ru-RU" w:eastAsia="ru-RU"/>
        </w:rPr>
        <w:t>питанькомунальноївласності</w:t>
      </w:r>
      <w:proofErr w:type="spellEnd"/>
      <w:r w:rsidRPr="006B349D">
        <w:rPr>
          <w:rFonts w:ascii="Times New Roman" w:eastAsia="Times New Roman" w:hAnsi="Times New Roman"/>
          <w:sz w:val="24"/>
          <w:szCs w:val="24"/>
          <w:lang w:val="ru-RU" w:eastAsia="ru-RU"/>
        </w:rPr>
        <w:t xml:space="preserve">, </w:t>
      </w:r>
      <w:proofErr w:type="spellStart"/>
      <w:r w:rsidRPr="006B349D">
        <w:rPr>
          <w:rFonts w:ascii="Times New Roman" w:eastAsia="Times New Roman" w:hAnsi="Times New Roman"/>
          <w:sz w:val="24"/>
          <w:szCs w:val="24"/>
          <w:lang w:val="ru-RU" w:eastAsia="ru-RU"/>
        </w:rPr>
        <w:t>житлово</w:t>
      </w:r>
      <w:proofErr w:type="spellEnd"/>
      <w:r w:rsidRPr="006B349D">
        <w:rPr>
          <w:rFonts w:ascii="Times New Roman" w:eastAsia="Times New Roman" w:hAnsi="Times New Roman"/>
          <w:sz w:val="24"/>
          <w:szCs w:val="24"/>
          <w:lang w:val="ru-RU" w:eastAsia="ru-RU"/>
        </w:rPr>
        <w:t xml:space="preserve"> – </w:t>
      </w:r>
      <w:proofErr w:type="spellStart"/>
      <w:r w:rsidRPr="006B349D">
        <w:rPr>
          <w:rFonts w:ascii="Times New Roman" w:eastAsia="Times New Roman" w:hAnsi="Times New Roman"/>
          <w:sz w:val="24"/>
          <w:szCs w:val="24"/>
          <w:lang w:val="ru-RU" w:eastAsia="ru-RU"/>
        </w:rPr>
        <w:t>комунально</w:t>
      </w:r>
      <w:r>
        <w:rPr>
          <w:rFonts w:ascii="Times New Roman" w:eastAsia="Times New Roman" w:hAnsi="Times New Roman"/>
          <w:sz w:val="24"/>
          <w:szCs w:val="24"/>
          <w:lang w:val="ru-RU" w:eastAsia="ru-RU"/>
        </w:rPr>
        <w:t>гогосподарства</w:t>
      </w:r>
      <w:proofErr w:type="spellEnd"/>
      <w:r w:rsidRPr="006B349D">
        <w:rPr>
          <w:rFonts w:ascii="Times New Roman" w:eastAsia="Times New Roman" w:hAnsi="Times New Roman"/>
          <w:sz w:val="24"/>
          <w:szCs w:val="24"/>
          <w:lang w:val="ru-RU" w:eastAsia="ru-RU"/>
        </w:rPr>
        <w:t xml:space="preserve">, </w:t>
      </w:r>
      <w:proofErr w:type="spellStart"/>
      <w:r w:rsidRPr="006B349D">
        <w:rPr>
          <w:rFonts w:ascii="Times New Roman" w:eastAsia="Times New Roman" w:hAnsi="Times New Roman"/>
          <w:sz w:val="24"/>
          <w:szCs w:val="24"/>
          <w:lang w:val="ru-RU" w:eastAsia="ru-RU"/>
        </w:rPr>
        <w:t>енергозбереження</w:t>
      </w:r>
      <w:proofErr w:type="spellEnd"/>
      <w:r w:rsidRPr="006B349D">
        <w:rPr>
          <w:rFonts w:ascii="Times New Roman" w:eastAsia="Times New Roman" w:hAnsi="Times New Roman"/>
          <w:sz w:val="24"/>
          <w:szCs w:val="24"/>
          <w:lang w:val="ru-RU" w:eastAsia="ru-RU"/>
        </w:rPr>
        <w:t xml:space="preserve"> та транспорту та </w:t>
      </w:r>
      <w:proofErr w:type="spellStart"/>
      <w:proofErr w:type="gramStart"/>
      <w:r w:rsidRPr="006B349D">
        <w:rPr>
          <w:rFonts w:ascii="Times New Roman" w:eastAsia="Times New Roman" w:hAnsi="Times New Roman"/>
          <w:sz w:val="24"/>
          <w:szCs w:val="24"/>
          <w:lang w:val="ru-RU" w:eastAsia="ru-RU"/>
        </w:rPr>
        <w:t>інфраструктури</w:t>
      </w:r>
      <w:proofErr w:type="spellEnd"/>
      <w:r w:rsidRPr="00352238">
        <w:rPr>
          <w:rFonts w:ascii="Times New Roman" w:hAnsi="Times New Roman"/>
          <w:sz w:val="24"/>
          <w:szCs w:val="24"/>
          <w:lang w:val="ru-RU"/>
        </w:rPr>
        <w:t>(</w:t>
      </w:r>
      <w:proofErr w:type="gramEnd"/>
      <w:r w:rsidRPr="00352238">
        <w:rPr>
          <w:rFonts w:ascii="Times New Roman" w:hAnsi="Times New Roman"/>
          <w:sz w:val="24"/>
          <w:szCs w:val="24"/>
          <w:lang w:val="ru-RU"/>
        </w:rPr>
        <w:t>голова постійної комісіїКачаровський М.Г.)</w:t>
      </w:r>
      <w:r w:rsidRPr="00A67979">
        <w:rPr>
          <w:rFonts w:ascii="Times New Roman" w:eastAsia="Times New Roman" w:hAnsi="Times New Roman"/>
          <w:sz w:val="24"/>
          <w:szCs w:val="24"/>
          <w:lang w:val="ru-RU" w:eastAsia="ru-RU"/>
        </w:rPr>
        <w:t>.</w:t>
      </w:r>
    </w:p>
    <w:p w:rsidR="00352238" w:rsidRDefault="00352238" w:rsidP="00352238">
      <w:pPr>
        <w:spacing w:after="0"/>
        <w:jc w:val="both"/>
        <w:rPr>
          <w:rFonts w:ascii="Times New Roman" w:eastAsia="Times New Roman" w:hAnsi="Times New Roman" w:cs="Times New Roman"/>
          <w:sz w:val="24"/>
          <w:szCs w:val="24"/>
          <w:lang w:eastAsia="ru-RU"/>
        </w:rPr>
      </w:pPr>
    </w:p>
    <w:p w:rsidR="00352238" w:rsidRPr="008B65C5" w:rsidRDefault="00352238" w:rsidP="00352238">
      <w:pPr>
        <w:spacing w:after="0"/>
        <w:jc w:val="both"/>
        <w:rPr>
          <w:rFonts w:ascii="Times New Roman" w:eastAsia="Times New Roman" w:hAnsi="Times New Roman" w:cs="Times New Roman"/>
          <w:sz w:val="24"/>
          <w:szCs w:val="24"/>
          <w:lang w:eastAsia="ru-RU"/>
        </w:rPr>
      </w:pPr>
    </w:p>
    <w:p w:rsidR="00352238" w:rsidRPr="008B65C5" w:rsidRDefault="00352238" w:rsidP="00352238">
      <w:pPr>
        <w:spacing w:after="0"/>
        <w:jc w:val="both"/>
        <w:rPr>
          <w:rFonts w:ascii="Times New Roman" w:eastAsia="Times New Roman" w:hAnsi="Times New Roman" w:cs="Times New Roman"/>
          <w:sz w:val="24"/>
          <w:szCs w:val="24"/>
          <w:lang w:eastAsia="ru-RU"/>
        </w:rPr>
      </w:pPr>
    </w:p>
    <w:p w:rsidR="00352238" w:rsidRDefault="00352238" w:rsidP="00352238">
      <w:pPr>
        <w:spacing w:after="0"/>
        <w:jc w:val="both"/>
        <w:rPr>
          <w:rFonts w:ascii="Times New Roman" w:eastAsia="Times New Roman" w:hAnsi="Times New Roman" w:cs="Times New Roman"/>
          <w:sz w:val="24"/>
          <w:szCs w:val="24"/>
          <w:lang w:eastAsia="ru-RU"/>
        </w:rPr>
      </w:pPr>
      <w:r w:rsidRPr="008B65C5">
        <w:rPr>
          <w:rFonts w:ascii="Times New Roman" w:eastAsia="Times New Roman" w:hAnsi="Times New Roman" w:cs="Times New Roman"/>
          <w:sz w:val="24"/>
          <w:szCs w:val="24"/>
          <w:lang w:eastAsia="ru-RU"/>
        </w:rPr>
        <w:t xml:space="preserve">Сільський голова </w:t>
      </w:r>
      <w:r w:rsidRPr="008B65C5">
        <w:rPr>
          <w:rFonts w:ascii="Times New Roman" w:eastAsia="Times New Roman" w:hAnsi="Times New Roman" w:cs="Times New Roman"/>
          <w:sz w:val="24"/>
          <w:szCs w:val="24"/>
          <w:lang w:eastAsia="ru-RU"/>
        </w:rPr>
        <w:tab/>
      </w:r>
      <w:r w:rsidRPr="008B65C5">
        <w:rPr>
          <w:rFonts w:ascii="Times New Roman" w:eastAsia="Times New Roman" w:hAnsi="Times New Roman" w:cs="Times New Roman"/>
          <w:sz w:val="24"/>
          <w:szCs w:val="24"/>
          <w:lang w:eastAsia="ru-RU"/>
        </w:rPr>
        <w:tab/>
      </w:r>
      <w:r w:rsidRPr="008B65C5">
        <w:rPr>
          <w:rFonts w:ascii="Times New Roman" w:eastAsia="Times New Roman" w:hAnsi="Times New Roman" w:cs="Times New Roman"/>
          <w:sz w:val="24"/>
          <w:szCs w:val="24"/>
          <w:lang w:eastAsia="ru-RU"/>
        </w:rPr>
        <w:tab/>
      </w:r>
      <w:r w:rsidRPr="008B65C5">
        <w:rPr>
          <w:rFonts w:ascii="Times New Roman" w:eastAsia="Times New Roman" w:hAnsi="Times New Roman" w:cs="Times New Roman"/>
          <w:sz w:val="24"/>
          <w:szCs w:val="24"/>
          <w:lang w:eastAsia="ru-RU"/>
        </w:rPr>
        <w:tab/>
      </w:r>
      <w:r w:rsidRPr="008B65C5">
        <w:rPr>
          <w:rFonts w:ascii="Times New Roman" w:eastAsia="Times New Roman" w:hAnsi="Times New Roman" w:cs="Times New Roman"/>
          <w:sz w:val="24"/>
          <w:szCs w:val="24"/>
          <w:lang w:eastAsia="ru-RU"/>
        </w:rPr>
        <w:tab/>
        <w:t xml:space="preserve">                        Валерій МИХАЛЮК</w:t>
      </w:r>
    </w:p>
    <w:p w:rsidR="00352238" w:rsidRDefault="00352238" w:rsidP="00352238">
      <w:pPr>
        <w:spacing w:after="0"/>
        <w:jc w:val="both"/>
        <w:rPr>
          <w:rFonts w:ascii="Times New Roman" w:eastAsia="Times New Roman" w:hAnsi="Times New Roman" w:cs="Times New Roman"/>
          <w:sz w:val="24"/>
          <w:szCs w:val="24"/>
          <w:lang w:eastAsia="ru-RU"/>
        </w:rPr>
      </w:pPr>
    </w:p>
    <w:p w:rsidR="00352238" w:rsidRDefault="00352238" w:rsidP="00352238">
      <w:pPr>
        <w:spacing w:after="0"/>
        <w:jc w:val="both"/>
        <w:rPr>
          <w:rFonts w:ascii="Times New Roman" w:eastAsia="Times New Roman" w:hAnsi="Times New Roman" w:cs="Times New Roman"/>
          <w:sz w:val="24"/>
          <w:szCs w:val="24"/>
          <w:lang w:eastAsia="ru-RU"/>
        </w:rPr>
      </w:pPr>
    </w:p>
    <w:p w:rsidR="00352238" w:rsidRDefault="00352238" w:rsidP="00352238">
      <w:pPr>
        <w:spacing w:after="0"/>
        <w:jc w:val="both"/>
        <w:rPr>
          <w:rFonts w:ascii="Times New Roman" w:eastAsia="Times New Roman" w:hAnsi="Times New Roman" w:cs="Times New Roman"/>
          <w:sz w:val="24"/>
          <w:szCs w:val="24"/>
          <w:lang w:eastAsia="ru-RU"/>
        </w:rPr>
      </w:pPr>
    </w:p>
    <w:p w:rsidR="00352238" w:rsidRDefault="00352238" w:rsidP="00352238">
      <w:pPr>
        <w:spacing w:after="0"/>
        <w:jc w:val="both"/>
        <w:rPr>
          <w:rFonts w:ascii="Times New Roman" w:eastAsia="Times New Roman" w:hAnsi="Times New Roman" w:cs="Times New Roman"/>
          <w:sz w:val="24"/>
          <w:szCs w:val="24"/>
          <w:lang w:eastAsia="ru-RU"/>
        </w:rPr>
      </w:pPr>
    </w:p>
    <w:p w:rsidR="00352238" w:rsidRDefault="00352238" w:rsidP="00352238">
      <w:pPr>
        <w:spacing w:after="0"/>
        <w:jc w:val="both"/>
        <w:rPr>
          <w:rFonts w:ascii="Times New Roman" w:eastAsia="Times New Roman" w:hAnsi="Times New Roman" w:cs="Times New Roman"/>
          <w:sz w:val="24"/>
          <w:szCs w:val="24"/>
          <w:lang w:eastAsia="ru-RU"/>
        </w:rPr>
      </w:pPr>
    </w:p>
    <w:p w:rsidR="00352238" w:rsidRDefault="00352238" w:rsidP="00352238">
      <w:pPr>
        <w:spacing w:after="0"/>
        <w:jc w:val="both"/>
        <w:rPr>
          <w:rFonts w:ascii="Times New Roman" w:eastAsia="Times New Roman" w:hAnsi="Times New Roman" w:cs="Times New Roman"/>
          <w:sz w:val="24"/>
          <w:szCs w:val="24"/>
          <w:lang w:eastAsia="ru-RU"/>
        </w:rPr>
      </w:pPr>
    </w:p>
    <w:p w:rsidR="00352238" w:rsidRPr="00344FDD" w:rsidRDefault="00352238" w:rsidP="00352238">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664"/>
        <w:jc w:val="both"/>
        <w:rPr>
          <w:lang w:val="uk-UA"/>
        </w:rPr>
      </w:pPr>
      <w:r w:rsidRPr="00344FDD">
        <w:rPr>
          <w:lang w:val="uk-UA"/>
        </w:rPr>
        <w:t>Додаток</w:t>
      </w:r>
    </w:p>
    <w:p w:rsidR="00352238" w:rsidRPr="00344FDD" w:rsidRDefault="00352238" w:rsidP="00352238">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664"/>
        <w:jc w:val="both"/>
        <w:rPr>
          <w:lang w:val="uk-UA"/>
        </w:rPr>
      </w:pPr>
      <w:r w:rsidRPr="00344FDD">
        <w:rPr>
          <w:lang w:val="uk-UA"/>
        </w:rPr>
        <w:t>до рішення ХІ</w:t>
      </w:r>
      <w:r w:rsidRPr="00344FDD">
        <w:rPr>
          <w:lang w:val="en-US"/>
        </w:rPr>
        <w:t>I</w:t>
      </w:r>
      <w:r w:rsidRPr="00344FDD">
        <w:rPr>
          <w:lang w:val="uk-UA"/>
        </w:rPr>
        <w:t xml:space="preserve"> сесії </w:t>
      </w:r>
      <w:proofErr w:type="spellStart"/>
      <w:r w:rsidRPr="00344FDD">
        <w:rPr>
          <w:lang w:val="uk-UA"/>
        </w:rPr>
        <w:t>Крупецької</w:t>
      </w:r>
      <w:proofErr w:type="spellEnd"/>
      <w:r w:rsidRPr="00344FDD">
        <w:rPr>
          <w:lang w:val="uk-UA"/>
        </w:rPr>
        <w:t xml:space="preserve"> сільської ради </w:t>
      </w:r>
      <w:r w:rsidRPr="00344FDD">
        <w:t>VI</w:t>
      </w:r>
      <w:r w:rsidRPr="00344FDD">
        <w:rPr>
          <w:lang w:val="uk-UA"/>
        </w:rPr>
        <w:t xml:space="preserve">ІІ скликання  </w:t>
      </w:r>
    </w:p>
    <w:p w:rsidR="00352238" w:rsidRDefault="00352238" w:rsidP="00352238">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664"/>
        <w:jc w:val="both"/>
        <w:rPr>
          <w:lang w:val="uk-UA"/>
        </w:rPr>
      </w:pPr>
      <w:r w:rsidRPr="00344FDD">
        <w:rPr>
          <w:lang w:val="uk-UA"/>
        </w:rPr>
        <w:t>від  30.06.2021 року  №__</w:t>
      </w:r>
    </w:p>
    <w:p w:rsidR="00352238" w:rsidRPr="0030667B" w:rsidRDefault="00352238" w:rsidP="00352238">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664"/>
        <w:jc w:val="both"/>
        <w:rPr>
          <w:lang w:val="uk-UA"/>
        </w:rPr>
      </w:pPr>
    </w:p>
    <w:p w:rsidR="00352238" w:rsidRPr="00352238" w:rsidRDefault="00352238" w:rsidP="00352238">
      <w:pPr>
        <w:pStyle w:val="HTML0"/>
        <w:shd w:val="clear" w:color="auto" w:fill="FFFFFF"/>
        <w:ind w:firstLine="567"/>
        <w:jc w:val="center"/>
        <w:textAlignment w:val="baseline"/>
        <w:rPr>
          <w:rFonts w:ascii="Times New Roman" w:hAnsi="Times New Roman"/>
          <w:b/>
          <w:lang w:val="uk-UA"/>
        </w:rPr>
      </w:pPr>
      <w:r w:rsidRPr="00352238">
        <w:rPr>
          <w:rFonts w:ascii="Times New Roman" w:hAnsi="Times New Roman"/>
          <w:b/>
          <w:lang w:val="uk-UA"/>
        </w:rPr>
        <w:t>СКЛАД</w:t>
      </w:r>
    </w:p>
    <w:p w:rsidR="00352238" w:rsidRPr="00352238" w:rsidRDefault="00352238" w:rsidP="00352238">
      <w:pPr>
        <w:pStyle w:val="HTML0"/>
        <w:shd w:val="clear" w:color="auto" w:fill="FFFFFF"/>
        <w:ind w:firstLine="567"/>
        <w:jc w:val="center"/>
        <w:textAlignment w:val="baseline"/>
        <w:rPr>
          <w:rFonts w:ascii="Times New Roman" w:hAnsi="Times New Roman"/>
          <w:b/>
          <w:lang w:val="uk-UA"/>
        </w:rPr>
      </w:pPr>
      <w:r w:rsidRPr="00352238">
        <w:rPr>
          <w:rFonts w:ascii="Times New Roman" w:hAnsi="Times New Roman"/>
          <w:b/>
          <w:lang w:val="uk-UA"/>
        </w:rPr>
        <w:t>конкурсної комісії з відбору суб’єктів оціночної діяльності</w:t>
      </w:r>
    </w:p>
    <w:p w:rsidR="00352238" w:rsidRPr="0030667B" w:rsidRDefault="00352238" w:rsidP="00352238">
      <w:pPr>
        <w:pStyle w:val="HTML0"/>
        <w:shd w:val="clear" w:color="auto" w:fill="FFFFFF"/>
        <w:ind w:firstLine="567"/>
        <w:jc w:val="center"/>
        <w:textAlignment w:val="baseline"/>
        <w:rPr>
          <w:rFonts w:ascii="Times New Roman" w:hAnsi="Times New Roman"/>
          <w:b/>
        </w:rPr>
      </w:pPr>
      <w:proofErr w:type="spellStart"/>
      <w:r w:rsidRPr="0030667B">
        <w:rPr>
          <w:rFonts w:ascii="Times New Roman" w:hAnsi="Times New Roman"/>
          <w:b/>
        </w:rPr>
        <w:t>Крупецької</w:t>
      </w:r>
      <w:proofErr w:type="spellEnd"/>
      <w:r w:rsidRPr="0030667B">
        <w:rPr>
          <w:rFonts w:ascii="Times New Roman" w:hAnsi="Times New Roman"/>
          <w:b/>
        </w:rPr>
        <w:t xml:space="preserve"> </w:t>
      </w:r>
      <w:proofErr w:type="spellStart"/>
      <w:r w:rsidRPr="0030667B">
        <w:rPr>
          <w:rFonts w:ascii="Times New Roman" w:hAnsi="Times New Roman"/>
          <w:b/>
        </w:rPr>
        <w:t>сільської</w:t>
      </w:r>
      <w:proofErr w:type="spellEnd"/>
      <w:r w:rsidRPr="0030667B">
        <w:rPr>
          <w:rFonts w:ascii="Times New Roman" w:hAnsi="Times New Roman"/>
          <w:b/>
        </w:rPr>
        <w:t xml:space="preserve"> </w:t>
      </w:r>
      <w:proofErr w:type="spellStart"/>
      <w:r w:rsidRPr="0030667B">
        <w:rPr>
          <w:rFonts w:ascii="Times New Roman" w:hAnsi="Times New Roman"/>
          <w:b/>
        </w:rPr>
        <w:t>ради</w:t>
      </w:r>
      <w:proofErr w:type="spellEnd"/>
    </w:p>
    <w:p w:rsidR="00352238" w:rsidRPr="0030667B" w:rsidRDefault="00352238" w:rsidP="00352238">
      <w:pPr>
        <w:pStyle w:val="HTML0"/>
        <w:shd w:val="clear" w:color="auto" w:fill="FFFFFF"/>
        <w:ind w:firstLine="567"/>
        <w:jc w:val="center"/>
        <w:textAlignment w:val="baseline"/>
        <w:rPr>
          <w:rFonts w:ascii="Times New Roman" w:hAnsi="Times New Roman"/>
          <w:b/>
        </w:rPr>
      </w:pPr>
    </w:p>
    <w:tbl>
      <w:tblPr>
        <w:tblStyle w:val="af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0"/>
        <w:gridCol w:w="4720"/>
      </w:tblGrid>
      <w:tr w:rsidR="00352238" w:rsidRPr="0030667B" w:rsidTr="006069AA">
        <w:tc>
          <w:tcPr>
            <w:tcW w:w="4785" w:type="dxa"/>
          </w:tcPr>
          <w:p w:rsidR="00352238" w:rsidRPr="0030667B" w:rsidRDefault="00352238" w:rsidP="006069AA">
            <w:pPr>
              <w:jc w:val="both"/>
              <w:rPr>
                <w:rFonts w:ascii="Times New Roman" w:hAnsi="Times New Roman"/>
                <w:b/>
                <w:sz w:val="24"/>
                <w:szCs w:val="24"/>
              </w:rPr>
            </w:pPr>
            <w:proofErr w:type="spellStart"/>
            <w:r w:rsidRPr="0030667B">
              <w:rPr>
                <w:rFonts w:ascii="Times New Roman" w:hAnsi="Times New Roman"/>
                <w:sz w:val="24"/>
                <w:szCs w:val="24"/>
              </w:rPr>
              <w:t>Ліпська</w:t>
            </w:r>
            <w:proofErr w:type="spellEnd"/>
            <w:r w:rsidRPr="0030667B">
              <w:rPr>
                <w:rFonts w:ascii="Times New Roman" w:hAnsi="Times New Roman"/>
                <w:sz w:val="24"/>
                <w:szCs w:val="24"/>
              </w:rPr>
              <w:t xml:space="preserve"> Любов Петрівна</w:t>
            </w:r>
          </w:p>
        </w:tc>
        <w:tc>
          <w:tcPr>
            <w:tcW w:w="4786" w:type="dxa"/>
          </w:tcPr>
          <w:p w:rsidR="00352238" w:rsidRPr="00352238" w:rsidRDefault="00352238" w:rsidP="00352238">
            <w:pPr>
              <w:pStyle w:val="HTML0"/>
              <w:numPr>
                <w:ilvl w:val="0"/>
                <w:numId w:val="2"/>
              </w:numPr>
              <w:tabs>
                <w:tab w:val="clear"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5" w:firstLine="0"/>
              <w:jc w:val="both"/>
              <w:textAlignment w:val="baseline"/>
              <w:rPr>
                <w:rFonts w:ascii="Times New Roman" w:hAnsi="Times New Roman"/>
                <w:b/>
                <w:lang w:val="ru-RU"/>
              </w:rPr>
            </w:pPr>
            <w:r w:rsidRPr="00352238">
              <w:rPr>
                <w:rFonts w:ascii="Times New Roman" w:hAnsi="Times New Roman"/>
                <w:lang w:val="ru-RU"/>
              </w:rPr>
              <w:t>заступник сільського голови з питань діяльності виконавчих органів ради, голова комісії;</w:t>
            </w:r>
          </w:p>
        </w:tc>
      </w:tr>
      <w:tr w:rsidR="00352238" w:rsidRPr="0030667B" w:rsidTr="006069AA">
        <w:tc>
          <w:tcPr>
            <w:tcW w:w="4785" w:type="dxa"/>
          </w:tcPr>
          <w:p w:rsidR="00352238" w:rsidRPr="0030667B" w:rsidRDefault="00352238" w:rsidP="006069AA">
            <w:pPr>
              <w:jc w:val="both"/>
              <w:rPr>
                <w:rFonts w:ascii="Times New Roman" w:hAnsi="Times New Roman"/>
                <w:b/>
                <w:sz w:val="24"/>
                <w:szCs w:val="24"/>
              </w:rPr>
            </w:pPr>
            <w:r w:rsidRPr="0030667B">
              <w:rPr>
                <w:rFonts w:ascii="Times New Roman" w:hAnsi="Times New Roman"/>
                <w:sz w:val="24"/>
                <w:szCs w:val="24"/>
              </w:rPr>
              <w:t>Денисюк Тетяна Володимирівна</w:t>
            </w:r>
          </w:p>
        </w:tc>
        <w:tc>
          <w:tcPr>
            <w:tcW w:w="4786" w:type="dxa"/>
          </w:tcPr>
          <w:p w:rsidR="00352238" w:rsidRPr="00352238" w:rsidRDefault="00352238" w:rsidP="00352238">
            <w:pPr>
              <w:pStyle w:val="HTML0"/>
              <w:numPr>
                <w:ilvl w:val="0"/>
                <w:numId w:val="2"/>
              </w:numPr>
              <w:tabs>
                <w:tab w:val="clear"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5" w:firstLine="0"/>
              <w:jc w:val="both"/>
              <w:textAlignment w:val="baseline"/>
              <w:rPr>
                <w:rFonts w:ascii="Times New Roman" w:hAnsi="Times New Roman"/>
                <w:b/>
                <w:lang w:val="ru-RU"/>
              </w:rPr>
            </w:pPr>
            <w:r w:rsidRPr="00352238">
              <w:rPr>
                <w:rFonts w:ascii="Times New Roman" w:hAnsi="Times New Roman"/>
                <w:lang w:val="ru-RU"/>
              </w:rPr>
              <w:t>начальник відділу комунальної власності, охорони навколишнього середовища та земельних відносин, заступник голови комісії;</w:t>
            </w:r>
          </w:p>
        </w:tc>
      </w:tr>
      <w:tr w:rsidR="00352238" w:rsidRPr="0030667B" w:rsidTr="006069AA">
        <w:tc>
          <w:tcPr>
            <w:tcW w:w="4785" w:type="dxa"/>
          </w:tcPr>
          <w:p w:rsidR="00352238" w:rsidRPr="0030667B" w:rsidRDefault="00352238" w:rsidP="006069AA">
            <w:pPr>
              <w:jc w:val="both"/>
              <w:rPr>
                <w:rFonts w:ascii="Times New Roman" w:hAnsi="Times New Roman"/>
                <w:sz w:val="24"/>
                <w:szCs w:val="24"/>
              </w:rPr>
            </w:pPr>
            <w:proofErr w:type="spellStart"/>
            <w:r w:rsidRPr="0030667B">
              <w:rPr>
                <w:rFonts w:ascii="Times New Roman" w:hAnsi="Times New Roman"/>
                <w:sz w:val="24"/>
                <w:szCs w:val="24"/>
              </w:rPr>
              <w:t>Майструк</w:t>
            </w:r>
            <w:proofErr w:type="spellEnd"/>
            <w:r w:rsidRPr="0030667B">
              <w:rPr>
                <w:rFonts w:ascii="Times New Roman" w:hAnsi="Times New Roman"/>
                <w:sz w:val="24"/>
                <w:szCs w:val="24"/>
              </w:rPr>
              <w:t xml:space="preserve"> Тетяна Олександрівна</w:t>
            </w:r>
          </w:p>
        </w:tc>
        <w:tc>
          <w:tcPr>
            <w:tcW w:w="4786" w:type="dxa"/>
          </w:tcPr>
          <w:p w:rsidR="00352238" w:rsidRPr="00352238" w:rsidRDefault="00352238" w:rsidP="00352238">
            <w:pPr>
              <w:pStyle w:val="af4"/>
              <w:numPr>
                <w:ilvl w:val="0"/>
                <w:numId w:val="2"/>
              </w:numPr>
              <w:ind w:left="0" w:firstLine="318"/>
              <w:jc w:val="both"/>
              <w:rPr>
                <w:rFonts w:ascii="Times New Roman" w:hAnsi="Times New Roman"/>
                <w:sz w:val="24"/>
                <w:szCs w:val="24"/>
                <w:lang w:val="ru-RU"/>
              </w:rPr>
            </w:pPr>
            <w:r w:rsidRPr="00352238">
              <w:rPr>
                <w:rFonts w:ascii="Times New Roman" w:hAnsi="Times New Roman"/>
                <w:sz w:val="24"/>
                <w:szCs w:val="24"/>
                <w:lang w:val="ru-RU"/>
              </w:rPr>
              <w:t>головний спеціаліст з юридичної роботи загального відділу сільської ради, секретар комісії;</w:t>
            </w:r>
          </w:p>
        </w:tc>
      </w:tr>
      <w:tr w:rsidR="00352238" w:rsidRPr="0030667B" w:rsidTr="006069AA">
        <w:tc>
          <w:tcPr>
            <w:tcW w:w="4785" w:type="dxa"/>
          </w:tcPr>
          <w:p w:rsidR="00352238" w:rsidRPr="0030667B" w:rsidRDefault="00352238" w:rsidP="006069AA">
            <w:pPr>
              <w:jc w:val="both"/>
              <w:rPr>
                <w:rFonts w:ascii="Times New Roman" w:hAnsi="Times New Roman"/>
                <w:sz w:val="24"/>
                <w:szCs w:val="24"/>
              </w:rPr>
            </w:pPr>
            <w:r w:rsidRPr="0030667B">
              <w:rPr>
                <w:rFonts w:ascii="Times New Roman" w:hAnsi="Times New Roman"/>
                <w:sz w:val="24"/>
                <w:szCs w:val="24"/>
              </w:rPr>
              <w:t>Нечипорук Мальвіна Миколаївна</w:t>
            </w:r>
          </w:p>
        </w:tc>
        <w:tc>
          <w:tcPr>
            <w:tcW w:w="4786" w:type="dxa"/>
          </w:tcPr>
          <w:p w:rsidR="00352238" w:rsidRPr="00352238" w:rsidRDefault="00352238" w:rsidP="00352238">
            <w:pPr>
              <w:pStyle w:val="af4"/>
              <w:numPr>
                <w:ilvl w:val="0"/>
                <w:numId w:val="2"/>
              </w:numPr>
              <w:ind w:left="0" w:firstLine="318"/>
              <w:jc w:val="both"/>
              <w:rPr>
                <w:rFonts w:ascii="Times New Roman" w:hAnsi="Times New Roman"/>
                <w:sz w:val="24"/>
                <w:szCs w:val="24"/>
                <w:lang w:val="ru-RU"/>
              </w:rPr>
            </w:pPr>
            <w:r w:rsidRPr="00352238">
              <w:rPr>
                <w:rFonts w:ascii="Times New Roman" w:hAnsi="Times New Roman"/>
                <w:sz w:val="24"/>
                <w:szCs w:val="24"/>
                <w:lang w:val="ru-RU"/>
              </w:rPr>
              <w:t>начальник відділу-головний бухгалтер, член комісії.</w:t>
            </w:r>
          </w:p>
        </w:tc>
      </w:tr>
      <w:tr w:rsidR="00352238" w:rsidRPr="0030667B" w:rsidTr="006069AA">
        <w:tc>
          <w:tcPr>
            <w:tcW w:w="4785" w:type="dxa"/>
          </w:tcPr>
          <w:p w:rsidR="00352238" w:rsidRPr="0030667B" w:rsidRDefault="00352238" w:rsidP="006069AA">
            <w:pPr>
              <w:jc w:val="both"/>
              <w:rPr>
                <w:rFonts w:ascii="Times New Roman" w:hAnsi="Times New Roman"/>
                <w:sz w:val="24"/>
                <w:szCs w:val="24"/>
              </w:rPr>
            </w:pPr>
            <w:proofErr w:type="spellStart"/>
            <w:r w:rsidRPr="0030667B">
              <w:rPr>
                <w:rFonts w:ascii="Times New Roman" w:hAnsi="Times New Roman"/>
                <w:sz w:val="24"/>
                <w:szCs w:val="24"/>
              </w:rPr>
              <w:t>Ковба</w:t>
            </w:r>
            <w:proofErr w:type="spellEnd"/>
            <w:r w:rsidRPr="0030667B">
              <w:rPr>
                <w:rFonts w:ascii="Times New Roman" w:hAnsi="Times New Roman"/>
                <w:sz w:val="24"/>
                <w:szCs w:val="24"/>
              </w:rPr>
              <w:t xml:space="preserve"> Олександр Леонідович</w:t>
            </w:r>
          </w:p>
        </w:tc>
        <w:tc>
          <w:tcPr>
            <w:tcW w:w="4786" w:type="dxa"/>
          </w:tcPr>
          <w:p w:rsidR="00352238" w:rsidRPr="0030667B" w:rsidRDefault="00352238" w:rsidP="00352238">
            <w:pPr>
              <w:pStyle w:val="af4"/>
              <w:numPr>
                <w:ilvl w:val="0"/>
                <w:numId w:val="2"/>
              </w:numPr>
              <w:ind w:left="0" w:firstLine="318"/>
              <w:jc w:val="both"/>
              <w:rPr>
                <w:rFonts w:ascii="Times New Roman" w:hAnsi="Times New Roman"/>
                <w:sz w:val="24"/>
                <w:szCs w:val="24"/>
              </w:rPr>
            </w:pPr>
            <w:proofErr w:type="spellStart"/>
            <w:r w:rsidRPr="0030667B">
              <w:rPr>
                <w:rFonts w:ascii="Times New Roman" w:hAnsi="Times New Roman"/>
                <w:sz w:val="24"/>
                <w:szCs w:val="24"/>
              </w:rPr>
              <w:t>староста</w:t>
            </w:r>
            <w:proofErr w:type="spellEnd"/>
            <w:r w:rsidRPr="0030667B">
              <w:rPr>
                <w:rFonts w:ascii="Times New Roman" w:hAnsi="Times New Roman"/>
                <w:sz w:val="24"/>
                <w:szCs w:val="24"/>
              </w:rPr>
              <w:t xml:space="preserve"> </w:t>
            </w:r>
            <w:proofErr w:type="spellStart"/>
            <w:r w:rsidRPr="0030667B">
              <w:rPr>
                <w:rFonts w:ascii="Times New Roman" w:hAnsi="Times New Roman"/>
                <w:sz w:val="24"/>
                <w:szCs w:val="24"/>
              </w:rPr>
              <w:t>Стриганськогостаростинського</w:t>
            </w:r>
            <w:proofErr w:type="spellEnd"/>
            <w:r w:rsidRPr="0030667B">
              <w:rPr>
                <w:rFonts w:ascii="Times New Roman" w:hAnsi="Times New Roman"/>
                <w:sz w:val="24"/>
                <w:szCs w:val="24"/>
              </w:rPr>
              <w:t xml:space="preserve"> </w:t>
            </w:r>
            <w:proofErr w:type="spellStart"/>
            <w:r w:rsidRPr="0030667B">
              <w:rPr>
                <w:rFonts w:ascii="Times New Roman" w:hAnsi="Times New Roman"/>
                <w:sz w:val="24"/>
                <w:szCs w:val="24"/>
              </w:rPr>
              <w:t>округу</w:t>
            </w:r>
            <w:proofErr w:type="spellEnd"/>
          </w:p>
        </w:tc>
      </w:tr>
    </w:tbl>
    <w:p w:rsidR="00352238" w:rsidRPr="0030667B" w:rsidRDefault="00352238" w:rsidP="00352238">
      <w:pPr>
        <w:pStyle w:val="HTML0"/>
        <w:shd w:val="clear" w:color="auto" w:fill="FFFFFF"/>
        <w:ind w:firstLine="567"/>
        <w:jc w:val="center"/>
        <w:textAlignment w:val="baseline"/>
        <w:rPr>
          <w:rFonts w:ascii="Times New Roman" w:hAnsi="Times New Roman"/>
          <w:b/>
        </w:rPr>
      </w:pPr>
    </w:p>
    <w:p w:rsidR="00352238" w:rsidRPr="00352238" w:rsidRDefault="00352238" w:rsidP="00352238">
      <w:pPr>
        <w:pStyle w:val="HTML0"/>
        <w:shd w:val="clear" w:color="auto" w:fill="FFFFFF"/>
        <w:ind w:firstLine="567"/>
        <w:jc w:val="center"/>
        <w:textAlignment w:val="baseline"/>
        <w:rPr>
          <w:rFonts w:ascii="Times New Roman" w:hAnsi="Times New Roman"/>
          <w:b/>
          <w:lang w:val="ru-RU"/>
        </w:rPr>
      </w:pPr>
      <w:r w:rsidRPr="00352238">
        <w:rPr>
          <w:rFonts w:ascii="Times New Roman" w:hAnsi="Times New Roman"/>
          <w:b/>
          <w:lang w:val="ru-RU"/>
        </w:rPr>
        <w:t>Додатковий склад комісії, яким доручається виконувати обов’язки у разі відсутності членів комісії з основного складу та секретаря комісії</w:t>
      </w:r>
    </w:p>
    <w:p w:rsidR="00352238" w:rsidRPr="00352238" w:rsidRDefault="00352238" w:rsidP="00352238">
      <w:pPr>
        <w:pStyle w:val="HTML0"/>
        <w:shd w:val="clear" w:color="auto" w:fill="FFFFFF"/>
        <w:ind w:firstLine="567"/>
        <w:jc w:val="center"/>
        <w:textAlignment w:val="baseline"/>
        <w:rPr>
          <w:rFonts w:ascii="Times New Roman" w:hAnsi="Times New Roman"/>
          <w:b/>
          <w:lang w:val="ru-RU"/>
        </w:rPr>
      </w:pPr>
    </w:p>
    <w:tbl>
      <w:tblPr>
        <w:tblStyle w:val="af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3"/>
        <w:gridCol w:w="4687"/>
      </w:tblGrid>
      <w:tr w:rsidR="00352238" w:rsidRPr="0030667B" w:rsidTr="006069AA">
        <w:tc>
          <w:tcPr>
            <w:tcW w:w="4785" w:type="dxa"/>
          </w:tcPr>
          <w:p w:rsidR="00352238" w:rsidRPr="0030667B" w:rsidRDefault="00352238" w:rsidP="006069AA">
            <w:pPr>
              <w:jc w:val="both"/>
              <w:rPr>
                <w:rFonts w:ascii="Times New Roman" w:hAnsi="Times New Roman"/>
                <w:b/>
                <w:sz w:val="24"/>
                <w:szCs w:val="24"/>
              </w:rPr>
            </w:pPr>
            <w:r>
              <w:rPr>
                <w:rFonts w:ascii="Times New Roman" w:hAnsi="Times New Roman"/>
                <w:sz w:val="24"/>
                <w:szCs w:val="24"/>
              </w:rPr>
              <w:t>Мазур Валентина Михайлівна</w:t>
            </w:r>
          </w:p>
        </w:tc>
        <w:tc>
          <w:tcPr>
            <w:tcW w:w="4786" w:type="dxa"/>
          </w:tcPr>
          <w:p w:rsidR="00352238" w:rsidRPr="00352238" w:rsidRDefault="00352238" w:rsidP="00352238">
            <w:pPr>
              <w:pStyle w:val="HTML0"/>
              <w:numPr>
                <w:ilvl w:val="0"/>
                <w:numId w:val="2"/>
              </w:numPr>
              <w:tabs>
                <w:tab w:val="clear"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5" w:firstLine="0"/>
              <w:jc w:val="both"/>
              <w:textAlignment w:val="baseline"/>
              <w:rPr>
                <w:rFonts w:ascii="Times New Roman" w:hAnsi="Times New Roman"/>
                <w:b/>
                <w:lang w:val="ru-RU"/>
              </w:rPr>
            </w:pPr>
            <w:r w:rsidRPr="00352238">
              <w:rPr>
                <w:rFonts w:ascii="Times New Roman" w:hAnsi="Times New Roman"/>
                <w:lang w:val="ru-RU"/>
              </w:rPr>
              <w:t>секретар сільської ради, заступник голови комісії;</w:t>
            </w:r>
          </w:p>
        </w:tc>
      </w:tr>
      <w:tr w:rsidR="00352238" w:rsidRPr="0030667B" w:rsidTr="006069AA">
        <w:tc>
          <w:tcPr>
            <w:tcW w:w="4785" w:type="dxa"/>
          </w:tcPr>
          <w:p w:rsidR="00352238" w:rsidRPr="0030667B" w:rsidRDefault="00352238" w:rsidP="006069AA">
            <w:pPr>
              <w:jc w:val="both"/>
              <w:rPr>
                <w:rFonts w:ascii="Times New Roman" w:hAnsi="Times New Roman"/>
                <w:sz w:val="24"/>
                <w:szCs w:val="24"/>
              </w:rPr>
            </w:pPr>
            <w:proofErr w:type="spellStart"/>
            <w:r>
              <w:rPr>
                <w:rFonts w:ascii="Times New Roman" w:hAnsi="Times New Roman"/>
                <w:sz w:val="24"/>
                <w:szCs w:val="24"/>
              </w:rPr>
              <w:t>Самчук</w:t>
            </w:r>
            <w:proofErr w:type="spellEnd"/>
            <w:r>
              <w:rPr>
                <w:rFonts w:ascii="Times New Roman" w:hAnsi="Times New Roman"/>
                <w:sz w:val="24"/>
                <w:szCs w:val="24"/>
              </w:rPr>
              <w:t xml:space="preserve"> Василь Маркович</w:t>
            </w:r>
          </w:p>
        </w:tc>
        <w:tc>
          <w:tcPr>
            <w:tcW w:w="4786" w:type="dxa"/>
          </w:tcPr>
          <w:p w:rsidR="00352238" w:rsidRPr="00352238" w:rsidRDefault="00352238" w:rsidP="00352238">
            <w:pPr>
              <w:pStyle w:val="af4"/>
              <w:numPr>
                <w:ilvl w:val="0"/>
                <w:numId w:val="2"/>
              </w:numPr>
              <w:ind w:left="0" w:firstLine="318"/>
              <w:jc w:val="both"/>
              <w:rPr>
                <w:rFonts w:ascii="Times New Roman" w:hAnsi="Times New Roman"/>
                <w:sz w:val="24"/>
                <w:szCs w:val="24"/>
                <w:lang w:val="ru-RU"/>
              </w:rPr>
            </w:pPr>
            <w:r w:rsidRPr="00352238">
              <w:rPr>
                <w:rFonts w:ascii="Times New Roman" w:hAnsi="Times New Roman"/>
                <w:sz w:val="24"/>
                <w:szCs w:val="24"/>
                <w:lang w:val="ru-RU"/>
              </w:rPr>
              <w:t>начальник служби у справах дітей, секретар комісії;</w:t>
            </w:r>
          </w:p>
        </w:tc>
      </w:tr>
      <w:tr w:rsidR="00352238" w:rsidRPr="0030667B" w:rsidTr="006069AA">
        <w:tc>
          <w:tcPr>
            <w:tcW w:w="4785" w:type="dxa"/>
          </w:tcPr>
          <w:p w:rsidR="00352238" w:rsidRPr="0030667B" w:rsidRDefault="00352238" w:rsidP="006069AA">
            <w:pPr>
              <w:jc w:val="both"/>
              <w:rPr>
                <w:rFonts w:ascii="Times New Roman" w:hAnsi="Times New Roman"/>
                <w:sz w:val="24"/>
                <w:szCs w:val="24"/>
              </w:rPr>
            </w:pPr>
            <w:proofErr w:type="spellStart"/>
            <w:r>
              <w:rPr>
                <w:rFonts w:ascii="Times New Roman" w:hAnsi="Times New Roman"/>
                <w:sz w:val="24"/>
                <w:szCs w:val="24"/>
              </w:rPr>
              <w:t>Голубовська</w:t>
            </w:r>
            <w:proofErr w:type="spellEnd"/>
            <w:r>
              <w:rPr>
                <w:rFonts w:ascii="Times New Roman" w:hAnsi="Times New Roman"/>
                <w:sz w:val="24"/>
                <w:szCs w:val="24"/>
              </w:rPr>
              <w:t xml:space="preserve"> Олександра Михайлівна</w:t>
            </w:r>
          </w:p>
        </w:tc>
        <w:tc>
          <w:tcPr>
            <w:tcW w:w="4786" w:type="dxa"/>
          </w:tcPr>
          <w:p w:rsidR="00352238" w:rsidRPr="00352238" w:rsidRDefault="00352238" w:rsidP="00352238">
            <w:pPr>
              <w:pStyle w:val="af4"/>
              <w:numPr>
                <w:ilvl w:val="0"/>
                <w:numId w:val="2"/>
              </w:numPr>
              <w:ind w:left="0" w:firstLine="318"/>
              <w:jc w:val="both"/>
              <w:rPr>
                <w:rFonts w:ascii="Times New Roman" w:hAnsi="Times New Roman"/>
                <w:sz w:val="24"/>
                <w:szCs w:val="24"/>
                <w:lang w:val="ru-RU"/>
              </w:rPr>
            </w:pPr>
            <w:r w:rsidRPr="00352238">
              <w:rPr>
                <w:rFonts w:ascii="Times New Roman" w:hAnsi="Times New Roman"/>
                <w:sz w:val="24"/>
                <w:szCs w:val="24"/>
                <w:lang w:val="ru-RU"/>
              </w:rPr>
              <w:t>начальник фінансового відділу, член комісії.</w:t>
            </w:r>
          </w:p>
        </w:tc>
      </w:tr>
      <w:tr w:rsidR="00352238" w:rsidRPr="0030667B" w:rsidTr="006069AA">
        <w:tc>
          <w:tcPr>
            <w:tcW w:w="4785" w:type="dxa"/>
          </w:tcPr>
          <w:p w:rsidR="00352238" w:rsidRPr="0030667B" w:rsidRDefault="00352238" w:rsidP="006069AA">
            <w:pPr>
              <w:jc w:val="both"/>
              <w:rPr>
                <w:rFonts w:ascii="Times New Roman" w:hAnsi="Times New Roman"/>
                <w:sz w:val="24"/>
                <w:szCs w:val="24"/>
              </w:rPr>
            </w:pPr>
            <w:proofErr w:type="spellStart"/>
            <w:r>
              <w:rPr>
                <w:rFonts w:ascii="Times New Roman" w:hAnsi="Times New Roman"/>
                <w:sz w:val="24"/>
                <w:szCs w:val="24"/>
              </w:rPr>
              <w:t>Шатковський</w:t>
            </w:r>
            <w:proofErr w:type="spellEnd"/>
            <w:r>
              <w:rPr>
                <w:rFonts w:ascii="Times New Roman" w:hAnsi="Times New Roman"/>
                <w:sz w:val="24"/>
                <w:szCs w:val="24"/>
              </w:rPr>
              <w:t xml:space="preserve"> Костянтин </w:t>
            </w:r>
            <w:proofErr w:type="spellStart"/>
            <w:r>
              <w:rPr>
                <w:rFonts w:ascii="Times New Roman" w:hAnsi="Times New Roman"/>
                <w:sz w:val="24"/>
                <w:szCs w:val="24"/>
              </w:rPr>
              <w:t>Вацлавович</w:t>
            </w:r>
            <w:proofErr w:type="spellEnd"/>
          </w:p>
        </w:tc>
        <w:tc>
          <w:tcPr>
            <w:tcW w:w="4786" w:type="dxa"/>
          </w:tcPr>
          <w:p w:rsidR="00352238" w:rsidRPr="0030667B" w:rsidRDefault="00352238" w:rsidP="00352238">
            <w:pPr>
              <w:pStyle w:val="af4"/>
              <w:numPr>
                <w:ilvl w:val="0"/>
                <w:numId w:val="2"/>
              </w:numPr>
              <w:ind w:left="0" w:firstLine="318"/>
              <w:jc w:val="both"/>
              <w:rPr>
                <w:rFonts w:ascii="Times New Roman" w:hAnsi="Times New Roman"/>
                <w:sz w:val="24"/>
                <w:szCs w:val="24"/>
              </w:rPr>
            </w:pPr>
            <w:proofErr w:type="spellStart"/>
            <w:r>
              <w:rPr>
                <w:rFonts w:ascii="Times New Roman" w:hAnsi="Times New Roman"/>
                <w:sz w:val="24"/>
                <w:szCs w:val="24"/>
              </w:rPr>
              <w:t>староста</w:t>
            </w:r>
            <w:proofErr w:type="spellEnd"/>
            <w:r>
              <w:rPr>
                <w:rFonts w:ascii="Times New Roman" w:hAnsi="Times New Roman"/>
                <w:sz w:val="24"/>
                <w:szCs w:val="24"/>
              </w:rPr>
              <w:t xml:space="preserve"> </w:t>
            </w:r>
            <w:proofErr w:type="spellStart"/>
            <w:r>
              <w:rPr>
                <w:rFonts w:ascii="Times New Roman" w:hAnsi="Times New Roman"/>
                <w:sz w:val="24"/>
                <w:szCs w:val="24"/>
              </w:rPr>
              <w:t>Полянського</w:t>
            </w:r>
            <w:proofErr w:type="spellEnd"/>
            <w:r>
              <w:rPr>
                <w:rFonts w:ascii="Times New Roman" w:hAnsi="Times New Roman"/>
                <w:sz w:val="24"/>
                <w:szCs w:val="24"/>
              </w:rPr>
              <w:t xml:space="preserve"> </w:t>
            </w:r>
            <w:proofErr w:type="spellStart"/>
            <w:r w:rsidRPr="0030667B">
              <w:rPr>
                <w:rFonts w:ascii="Times New Roman" w:hAnsi="Times New Roman"/>
                <w:sz w:val="24"/>
                <w:szCs w:val="24"/>
              </w:rPr>
              <w:t>старостинського</w:t>
            </w:r>
            <w:proofErr w:type="spellEnd"/>
            <w:r w:rsidRPr="0030667B">
              <w:rPr>
                <w:rFonts w:ascii="Times New Roman" w:hAnsi="Times New Roman"/>
                <w:sz w:val="24"/>
                <w:szCs w:val="24"/>
              </w:rPr>
              <w:t xml:space="preserve"> </w:t>
            </w:r>
            <w:proofErr w:type="spellStart"/>
            <w:r w:rsidRPr="0030667B">
              <w:rPr>
                <w:rFonts w:ascii="Times New Roman" w:hAnsi="Times New Roman"/>
                <w:sz w:val="24"/>
                <w:szCs w:val="24"/>
              </w:rPr>
              <w:t>округу</w:t>
            </w:r>
            <w:proofErr w:type="spellEnd"/>
          </w:p>
        </w:tc>
      </w:tr>
    </w:tbl>
    <w:p w:rsidR="00352238" w:rsidRPr="0030667B" w:rsidRDefault="00352238" w:rsidP="00352238">
      <w:pPr>
        <w:pStyle w:val="HTML0"/>
        <w:shd w:val="clear" w:color="auto" w:fill="FFFFFF"/>
        <w:ind w:firstLine="567"/>
        <w:jc w:val="center"/>
        <w:textAlignment w:val="baseline"/>
        <w:rPr>
          <w:rFonts w:ascii="Times New Roman" w:hAnsi="Times New Roman"/>
          <w:b/>
        </w:rPr>
      </w:pPr>
    </w:p>
    <w:p w:rsidR="00352238" w:rsidRPr="0030667B" w:rsidRDefault="00352238" w:rsidP="00352238">
      <w:pPr>
        <w:pStyle w:val="HTML0"/>
        <w:shd w:val="clear" w:color="auto" w:fill="FFFFFF"/>
        <w:ind w:firstLine="567"/>
        <w:jc w:val="center"/>
        <w:textAlignment w:val="baseline"/>
        <w:rPr>
          <w:rFonts w:ascii="Times New Roman" w:hAnsi="Times New Roman"/>
          <w:b/>
        </w:rPr>
      </w:pPr>
    </w:p>
    <w:p w:rsidR="00352238" w:rsidRDefault="00352238" w:rsidP="00352238">
      <w:pPr>
        <w:spacing w:after="0"/>
        <w:jc w:val="both"/>
        <w:rPr>
          <w:rFonts w:ascii="Times New Roman" w:eastAsia="Times New Roman" w:hAnsi="Times New Roman" w:cs="Times New Roman"/>
          <w:sz w:val="24"/>
          <w:szCs w:val="24"/>
          <w:lang w:eastAsia="ru-RU"/>
        </w:rPr>
      </w:pPr>
      <w:r w:rsidRPr="008B65C5">
        <w:rPr>
          <w:rFonts w:ascii="Times New Roman" w:eastAsia="Times New Roman" w:hAnsi="Times New Roman" w:cs="Times New Roman"/>
          <w:sz w:val="24"/>
          <w:szCs w:val="24"/>
          <w:lang w:eastAsia="ru-RU"/>
        </w:rPr>
        <w:t xml:space="preserve">Сільський голова </w:t>
      </w:r>
      <w:r w:rsidRPr="008B65C5">
        <w:rPr>
          <w:rFonts w:ascii="Times New Roman" w:eastAsia="Times New Roman" w:hAnsi="Times New Roman" w:cs="Times New Roman"/>
          <w:sz w:val="24"/>
          <w:szCs w:val="24"/>
          <w:lang w:eastAsia="ru-RU"/>
        </w:rPr>
        <w:tab/>
      </w:r>
      <w:r w:rsidRPr="008B65C5">
        <w:rPr>
          <w:rFonts w:ascii="Times New Roman" w:eastAsia="Times New Roman" w:hAnsi="Times New Roman" w:cs="Times New Roman"/>
          <w:sz w:val="24"/>
          <w:szCs w:val="24"/>
          <w:lang w:eastAsia="ru-RU"/>
        </w:rPr>
        <w:tab/>
      </w:r>
      <w:r w:rsidRPr="008B65C5">
        <w:rPr>
          <w:rFonts w:ascii="Times New Roman" w:eastAsia="Times New Roman" w:hAnsi="Times New Roman" w:cs="Times New Roman"/>
          <w:sz w:val="24"/>
          <w:szCs w:val="24"/>
          <w:lang w:eastAsia="ru-RU"/>
        </w:rPr>
        <w:tab/>
      </w:r>
      <w:r w:rsidRPr="008B65C5">
        <w:rPr>
          <w:rFonts w:ascii="Times New Roman" w:eastAsia="Times New Roman" w:hAnsi="Times New Roman" w:cs="Times New Roman"/>
          <w:sz w:val="24"/>
          <w:szCs w:val="24"/>
          <w:lang w:eastAsia="ru-RU"/>
        </w:rPr>
        <w:tab/>
      </w:r>
      <w:r w:rsidRPr="008B65C5">
        <w:rPr>
          <w:rFonts w:ascii="Times New Roman" w:eastAsia="Times New Roman" w:hAnsi="Times New Roman" w:cs="Times New Roman"/>
          <w:sz w:val="24"/>
          <w:szCs w:val="24"/>
          <w:lang w:eastAsia="ru-RU"/>
        </w:rPr>
        <w:tab/>
        <w:t xml:space="preserve">                        Валерій МИХАЛЮК</w:t>
      </w:r>
    </w:p>
    <w:p w:rsidR="00E839D3" w:rsidRDefault="00E839D3">
      <w:bookmarkStart w:id="0" w:name="_GoBack"/>
      <w:bookmarkEnd w:id="0"/>
    </w:p>
    <w:sectPr w:rsidR="00E839D3">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2013E4"/>
    <w:multiLevelType w:val="hybridMultilevel"/>
    <w:tmpl w:val="F82AE4CC"/>
    <w:lvl w:ilvl="0" w:tplc="969EB346">
      <w:start w:val="31"/>
      <w:numFmt w:val="bullet"/>
      <w:lvlText w:val="-"/>
      <w:lvlJc w:val="left"/>
      <w:pPr>
        <w:ind w:left="720" w:hanging="360"/>
      </w:pPr>
      <w:rPr>
        <w:rFonts w:ascii="Times New Roman" w:eastAsia="Times New Roman" w:hAnsi="Times New Roman" w:cs="Times New Roman"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367D14B6"/>
    <w:multiLevelType w:val="multilevel"/>
    <w:tmpl w:val="EEE43634"/>
    <w:lvl w:ilvl="0">
      <w:start w:val="1"/>
      <w:numFmt w:val="decimal"/>
      <w:lvlText w:val="%1."/>
      <w:lvlJc w:val="left"/>
      <w:pPr>
        <w:ind w:left="360" w:hanging="360"/>
      </w:pPr>
      <w:rPr>
        <w:lang w:val="uk-UA"/>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08"/>
  <w:hyphenationZone w:val="425"/>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2238"/>
    <w:rsid w:val="00352238"/>
    <w:rsid w:val="00E839D3"/>
  </w:rsids>
  <m:mathPr>
    <m:mathFont m:val="Cambria Math"/>
    <m:brkBin m:val="before"/>
    <m:brkBinSub m:val="--"/>
    <m:smallFrac m:val="0"/>
    <m:dispDef/>
    <m:lMargin m:val="0"/>
    <m:rMargin m:val="0"/>
    <m:defJc m:val="centerGroup"/>
    <m:wrapIndent m:val="1440"/>
    <m:intLim m:val="subSup"/>
    <m:naryLim m:val="undOvr"/>
  </m:mathPr>
  <w:themeFontLang w:val="pt-B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4AF6209-15C4-4939-BEBB-383EB08CAD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52238"/>
    <w:rPr>
      <w:lang w:val="uk-UA" w:eastAsia="uk-UA"/>
    </w:rPr>
  </w:style>
  <w:style w:type="paragraph" w:styleId="1">
    <w:name w:val="heading 1"/>
    <w:basedOn w:val="a"/>
    <w:next w:val="a"/>
    <w:link w:val="10"/>
    <w:uiPriority w:val="9"/>
    <w:qFormat/>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semiHidden/>
    <w:unhideWhenUsed/>
    <w:qFormat/>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semiHidden/>
    <w:unhideWhenUsed/>
    <w:qFormat/>
    <w:pPr>
      <w:keepNext/>
      <w:keepLines/>
      <w:spacing w:before="200" w:after="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semiHidden/>
    <w:unhideWhenUsed/>
    <w:qFormat/>
    <w:pPr>
      <w:keepNext/>
      <w:keepLines/>
      <w:spacing w:before="200" w:after="0"/>
      <w:outlineLvl w:val="3"/>
    </w:pPr>
    <w:rPr>
      <w:rFonts w:asciiTheme="majorHAnsi" w:eastAsiaTheme="majorEastAsia" w:hAnsiTheme="majorHAnsi" w:cstheme="majorBidi"/>
      <w:b/>
      <w:bCs/>
      <w:i/>
      <w:iCs/>
      <w:color w:val="5B9BD5" w:themeColor="accent1"/>
    </w:rPr>
  </w:style>
  <w:style w:type="paragraph" w:styleId="5">
    <w:name w:val="heading 5"/>
    <w:basedOn w:val="a"/>
    <w:next w:val="a"/>
    <w:link w:val="50"/>
    <w:uiPriority w:val="9"/>
    <w:semiHidden/>
    <w:unhideWhenUsed/>
    <w:qFormat/>
    <w:pPr>
      <w:keepNext/>
      <w:keepLines/>
      <w:spacing w:before="200" w:after="0"/>
      <w:outlineLvl w:val="4"/>
    </w:pPr>
    <w:rPr>
      <w:rFonts w:asciiTheme="majorHAnsi" w:eastAsiaTheme="majorEastAsia" w:hAnsiTheme="majorHAnsi" w:cstheme="majorBidi"/>
      <w:color w:val="1F4D78" w:themeColor="accent1" w:themeShade="7F"/>
    </w:rPr>
  </w:style>
  <w:style w:type="paragraph" w:styleId="6">
    <w:name w:val="heading 6"/>
    <w:basedOn w:val="a"/>
    <w:next w:val="a"/>
    <w:link w:val="60"/>
    <w:uiPriority w:val="9"/>
    <w:semiHidden/>
    <w:unhideWhenUsed/>
    <w:qFormat/>
    <w:pPr>
      <w:keepNext/>
      <w:keepLines/>
      <w:spacing w:before="200" w:after="0"/>
      <w:outlineLvl w:val="5"/>
    </w:pPr>
    <w:rPr>
      <w:rFonts w:asciiTheme="majorHAnsi" w:eastAsiaTheme="majorEastAsia" w:hAnsiTheme="majorHAnsi" w:cstheme="majorBidi"/>
      <w:i/>
      <w:iCs/>
      <w:color w:val="1F4D78" w:themeColor="accent1" w:themeShade="7F"/>
    </w:rPr>
  </w:style>
  <w:style w:type="paragraph" w:styleId="7">
    <w:name w:val="heading 7"/>
    <w:basedOn w:val="a"/>
    <w:next w:val="a"/>
    <w:link w:val="70"/>
    <w:uiPriority w:val="9"/>
    <w:semiHidden/>
    <w:unhideWhenUsed/>
    <w:qFormat/>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pPr>
      <w:keepNext/>
      <w:keepLines/>
      <w:spacing w:before="200" w:after="0"/>
      <w:outlineLvl w:val="7"/>
    </w:pPr>
    <w:rPr>
      <w:rFonts w:asciiTheme="majorHAnsi" w:eastAsiaTheme="majorEastAsia" w:hAnsiTheme="majorHAnsi" w:cstheme="majorBidi"/>
      <w:color w:val="5B9BD5" w:themeColor="accent1"/>
      <w:sz w:val="20"/>
      <w:szCs w:val="20"/>
    </w:rPr>
  </w:style>
  <w:style w:type="paragraph" w:styleId="9">
    <w:name w:val="heading 9"/>
    <w:basedOn w:val="a"/>
    <w:next w:val="a"/>
    <w:link w:val="90"/>
    <w:uiPriority w:val="9"/>
    <w:semiHidden/>
    <w:unhideWhenUsed/>
    <w:qFormat/>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sz w:val="52"/>
      <w:szCs w:val="52"/>
    </w:rPr>
  </w:style>
  <w:style w:type="character" w:customStyle="1" w:styleId="a4">
    <w:name w:val="Заголовок Знак"/>
    <w:basedOn w:val="a0"/>
    <w:link w:val="a3"/>
    <w:uiPriority w:val="10"/>
    <w:rPr>
      <w:rFonts w:asciiTheme="majorHAnsi" w:eastAsiaTheme="majorEastAsia" w:hAnsiTheme="majorHAnsi" w:cstheme="majorBidi"/>
      <w:color w:val="323E4F" w:themeColor="text2" w:themeShade="BF"/>
      <w:spacing w:val="5"/>
      <w:sz w:val="52"/>
      <w:szCs w:val="52"/>
    </w:rPr>
  </w:style>
  <w:style w:type="paragraph" w:styleId="a5">
    <w:name w:val="Subtitle"/>
    <w:basedOn w:val="a"/>
    <w:next w:val="a"/>
    <w:link w:val="a6"/>
    <w:uiPriority w:val="11"/>
    <w:qFormat/>
    <w:pPr>
      <w:numPr>
        <w:ilvl w:val="1"/>
      </w:numPr>
    </w:pPr>
    <w:rPr>
      <w:rFonts w:asciiTheme="majorHAnsi" w:eastAsiaTheme="majorEastAsia" w:hAnsiTheme="majorHAnsi" w:cstheme="majorBidi"/>
      <w:i/>
      <w:iCs/>
      <w:color w:val="5B9BD5" w:themeColor="accent1"/>
      <w:spacing w:val="15"/>
      <w:sz w:val="24"/>
      <w:szCs w:val="24"/>
    </w:rPr>
  </w:style>
  <w:style w:type="character" w:customStyle="1" w:styleId="a6">
    <w:name w:val="Подзаголовок Знак"/>
    <w:basedOn w:val="a0"/>
    <w:link w:val="a5"/>
    <w:uiPriority w:val="11"/>
    <w:rPr>
      <w:rFonts w:asciiTheme="majorHAnsi" w:eastAsiaTheme="majorEastAsia" w:hAnsiTheme="majorHAnsi" w:cstheme="majorBidi"/>
      <w:i/>
      <w:iCs/>
      <w:color w:val="5B9BD5" w:themeColor="accent1"/>
      <w:spacing w:val="15"/>
      <w:sz w:val="24"/>
      <w:szCs w:val="24"/>
    </w:rPr>
  </w:style>
  <w:style w:type="character" w:customStyle="1" w:styleId="10">
    <w:name w:val="Заголовок 1 Знак"/>
    <w:basedOn w:val="a0"/>
    <w:link w:val="1"/>
    <w:uiPriority w:val="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Pr>
      <w:rFonts w:asciiTheme="majorHAnsi" w:eastAsiaTheme="majorEastAsia" w:hAnsiTheme="majorHAnsi" w:cstheme="majorBidi"/>
      <w:b/>
      <w:bCs/>
      <w:i/>
      <w:iCs/>
      <w:color w:val="5B9BD5" w:themeColor="accent1"/>
    </w:rPr>
  </w:style>
  <w:style w:type="character" w:customStyle="1" w:styleId="50">
    <w:name w:val="Заголовок 5 Знак"/>
    <w:basedOn w:val="a0"/>
    <w:link w:val="5"/>
    <w:uiPriority w:val="9"/>
    <w:rPr>
      <w:rFonts w:asciiTheme="majorHAnsi" w:eastAsiaTheme="majorEastAsia" w:hAnsiTheme="majorHAnsi" w:cstheme="majorBidi"/>
      <w:color w:val="1F4D78" w:themeColor="accent1" w:themeShade="7F"/>
    </w:rPr>
  </w:style>
  <w:style w:type="character" w:customStyle="1" w:styleId="60">
    <w:name w:val="Заголовок 6 Знак"/>
    <w:basedOn w:val="a0"/>
    <w:link w:val="6"/>
    <w:uiPriority w:val="9"/>
    <w:rPr>
      <w:rFonts w:asciiTheme="majorHAnsi" w:eastAsiaTheme="majorEastAsia" w:hAnsiTheme="majorHAnsi" w:cstheme="majorBidi"/>
      <w:i/>
      <w:iCs/>
      <w:color w:val="1F4D78" w:themeColor="accent1" w:themeShade="7F"/>
    </w:rPr>
  </w:style>
  <w:style w:type="character" w:customStyle="1" w:styleId="70">
    <w:name w:val="Заголовок 7 Знак"/>
    <w:basedOn w:val="a0"/>
    <w:link w:val="7"/>
    <w:uiPriority w:val="9"/>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Pr>
      <w:rFonts w:asciiTheme="majorHAnsi" w:eastAsiaTheme="majorEastAsia" w:hAnsiTheme="majorHAnsi" w:cstheme="majorBidi"/>
      <w:color w:val="5B9BD5" w:themeColor="accent1"/>
      <w:sz w:val="20"/>
      <w:szCs w:val="20"/>
    </w:rPr>
  </w:style>
  <w:style w:type="character" w:customStyle="1" w:styleId="90">
    <w:name w:val="Заголовок 9 Знак"/>
    <w:basedOn w:val="a0"/>
    <w:link w:val="9"/>
    <w:uiPriority w:val="9"/>
    <w:rPr>
      <w:rFonts w:asciiTheme="majorHAnsi" w:eastAsiaTheme="majorEastAsia" w:hAnsiTheme="majorHAnsi" w:cstheme="majorBidi"/>
      <w:i/>
      <w:iCs/>
      <w:color w:val="404040" w:themeColor="text1" w:themeTint="BF"/>
      <w:sz w:val="20"/>
      <w:szCs w:val="20"/>
    </w:rPr>
  </w:style>
  <w:style w:type="character" w:styleId="a7">
    <w:name w:val="Subtle Emphasis"/>
    <w:basedOn w:val="a0"/>
    <w:uiPriority w:val="19"/>
    <w:qFormat/>
    <w:rPr>
      <w:i/>
      <w:iCs/>
      <w:color w:val="808080" w:themeColor="text1" w:themeTint="7F"/>
    </w:rPr>
  </w:style>
  <w:style w:type="character" w:styleId="a8">
    <w:name w:val="Emphasis"/>
    <w:basedOn w:val="a0"/>
    <w:uiPriority w:val="20"/>
    <w:qFormat/>
    <w:rPr>
      <w:i/>
      <w:iCs/>
    </w:rPr>
  </w:style>
  <w:style w:type="character" w:styleId="a9">
    <w:name w:val="Intense Emphasis"/>
    <w:basedOn w:val="a0"/>
    <w:uiPriority w:val="21"/>
    <w:qFormat/>
    <w:rPr>
      <w:b/>
      <w:bCs/>
      <w:i/>
      <w:iCs/>
      <w:color w:val="5B9BD5" w:themeColor="accent1"/>
    </w:rPr>
  </w:style>
  <w:style w:type="character" w:styleId="aa">
    <w:name w:val="Strong"/>
    <w:basedOn w:val="a0"/>
    <w:uiPriority w:val="22"/>
    <w:qFormat/>
    <w:rPr>
      <w:b/>
      <w:bCs/>
    </w:rPr>
  </w:style>
  <w:style w:type="paragraph" w:styleId="21">
    <w:name w:val="Quote"/>
    <w:basedOn w:val="a"/>
    <w:next w:val="a"/>
    <w:link w:val="22"/>
    <w:uiPriority w:val="29"/>
    <w:qFormat/>
    <w:rPr>
      <w:i/>
      <w:iCs/>
      <w:color w:val="000000" w:themeColor="text1"/>
    </w:rPr>
  </w:style>
  <w:style w:type="character" w:customStyle="1" w:styleId="22">
    <w:name w:val="Цитата 2 Знак"/>
    <w:basedOn w:val="a0"/>
    <w:link w:val="21"/>
    <w:uiPriority w:val="29"/>
    <w:rPr>
      <w:i/>
      <w:iCs/>
      <w:color w:val="000000" w:themeColor="text1"/>
    </w:rPr>
  </w:style>
  <w:style w:type="paragraph" w:styleId="ab">
    <w:name w:val="Intense Quote"/>
    <w:basedOn w:val="a"/>
    <w:next w:val="a"/>
    <w:link w:val="ac"/>
    <w:uiPriority w:val="30"/>
    <w:qFormat/>
    <w:pPr>
      <w:pBdr>
        <w:bottom w:val="single" w:sz="4" w:space="4" w:color="5B9BD5" w:themeColor="accent1"/>
      </w:pBdr>
      <w:spacing w:before="200" w:after="280"/>
      <w:ind w:left="936" w:right="936"/>
    </w:pPr>
    <w:rPr>
      <w:b/>
      <w:bCs/>
      <w:i/>
      <w:iCs/>
      <w:color w:val="5B9BD5" w:themeColor="accent1"/>
    </w:rPr>
  </w:style>
  <w:style w:type="character" w:customStyle="1" w:styleId="ac">
    <w:name w:val="Выделенная цитата Знак"/>
    <w:basedOn w:val="a0"/>
    <w:link w:val="ab"/>
    <w:uiPriority w:val="30"/>
    <w:rPr>
      <w:b/>
      <w:bCs/>
      <w:i/>
      <w:iCs/>
      <w:color w:val="5B9BD5" w:themeColor="accent1"/>
    </w:rPr>
  </w:style>
  <w:style w:type="character" w:styleId="ad">
    <w:name w:val="Subtle Reference"/>
    <w:basedOn w:val="a0"/>
    <w:uiPriority w:val="31"/>
    <w:qFormat/>
    <w:rPr>
      <w:smallCaps/>
      <w:color w:val="ED7D31" w:themeColor="accent2"/>
      <w:u w:val="single"/>
    </w:rPr>
  </w:style>
  <w:style w:type="character" w:styleId="ae">
    <w:name w:val="Intense Reference"/>
    <w:basedOn w:val="a0"/>
    <w:uiPriority w:val="32"/>
    <w:qFormat/>
    <w:rPr>
      <w:b/>
      <w:bCs/>
      <w:smallCaps/>
      <w:color w:val="ED7D31" w:themeColor="accent2"/>
      <w:spacing w:val="5"/>
      <w:u w:val="single"/>
    </w:rPr>
  </w:style>
  <w:style w:type="character" w:styleId="af">
    <w:name w:val="Book Title"/>
    <w:basedOn w:val="a0"/>
    <w:uiPriority w:val="33"/>
    <w:qFormat/>
    <w:rPr>
      <w:b/>
      <w:bCs/>
      <w:smallCaps/>
      <w:spacing w:val="5"/>
    </w:rPr>
  </w:style>
  <w:style w:type="paragraph" w:styleId="af0">
    <w:name w:val="caption"/>
    <w:basedOn w:val="a"/>
    <w:next w:val="a"/>
    <w:uiPriority w:val="35"/>
    <w:semiHidden/>
    <w:unhideWhenUsed/>
    <w:qFormat/>
    <w:pPr>
      <w:spacing w:line="240" w:lineRule="auto"/>
    </w:pPr>
    <w:rPr>
      <w:b/>
      <w:bCs/>
      <w:color w:val="5B9BD5" w:themeColor="accent1"/>
      <w:sz w:val="18"/>
      <w:szCs w:val="18"/>
    </w:rPr>
  </w:style>
  <w:style w:type="paragraph" w:styleId="af1">
    <w:name w:val="TOC Heading"/>
    <w:basedOn w:val="1"/>
    <w:next w:val="a"/>
    <w:uiPriority w:val="39"/>
    <w:semiHidden/>
    <w:unhideWhenUsed/>
    <w:qFormat/>
    <w:pPr>
      <w:outlineLvl w:val="9"/>
    </w:pPr>
  </w:style>
  <w:style w:type="paragraph" w:styleId="af2">
    <w:name w:val="No Spacing"/>
    <w:uiPriority w:val="1"/>
    <w:qFormat/>
    <w:pPr>
      <w:spacing w:after="0" w:line="240" w:lineRule="auto"/>
    </w:pPr>
  </w:style>
  <w:style w:type="character" w:customStyle="1" w:styleId="HTML">
    <w:name w:val="Стандартный HTML Знак"/>
    <w:aliases w:val="Знак2 Знак, Знак2 Знак"/>
    <w:link w:val="HTML0"/>
    <w:uiPriority w:val="99"/>
    <w:locked/>
    <w:rsid w:val="00352238"/>
    <w:rPr>
      <w:rFonts w:ascii="Courier New" w:hAnsi="Courier New" w:cs="Courier New"/>
    </w:rPr>
  </w:style>
  <w:style w:type="paragraph" w:styleId="HTML0">
    <w:name w:val="HTML Preformatted"/>
    <w:aliases w:val="Знак2, Знак2"/>
    <w:basedOn w:val="a"/>
    <w:link w:val="HTML"/>
    <w:uiPriority w:val="99"/>
    <w:unhideWhenUsed/>
    <w:rsid w:val="00352238"/>
    <w:pPr>
      <w:tabs>
        <w:tab w:val="left" w:pos="708"/>
      </w:tabs>
      <w:spacing w:after="0" w:line="240" w:lineRule="auto"/>
    </w:pPr>
    <w:rPr>
      <w:rFonts w:ascii="Courier New" w:hAnsi="Courier New" w:cs="Courier New"/>
      <w:lang w:val="en-US" w:eastAsia="ja-JP"/>
    </w:rPr>
  </w:style>
  <w:style w:type="character" w:customStyle="1" w:styleId="HTML1">
    <w:name w:val="Стандартный HTML Знак1"/>
    <w:basedOn w:val="a0"/>
    <w:uiPriority w:val="99"/>
    <w:semiHidden/>
    <w:rsid w:val="00352238"/>
    <w:rPr>
      <w:rFonts w:ascii="Consolas" w:hAnsi="Consolas"/>
      <w:sz w:val="20"/>
      <w:szCs w:val="20"/>
      <w:lang w:val="uk-UA" w:eastAsia="uk-UA"/>
    </w:rPr>
  </w:style>
  <w:style w:type="character" w:customStyle="1" w:styleId="af3">
    <w:name w:val="Абзац списка Знак"/>
    <w:link w:val="af4"/>
    <w:uiPriority w:val="34"/>
    <w:locked/>
    <w:rsid w:val="00352238"/>
  </w:style>
  <w:style w:type="paragraph" w:styleId="af4">
    <w:name w:val="List Paragraph"/>
    <w:basedOn w:val="a"/>
    <w:link w:val="af3"/>
    <w:uiPriority w:val="34"/>
    <w:qFormat/>
    <w:rsid w:val="00352238"/>
    <w:pPr>
      <w:ind w:left="720"/>
      <w:contextualSpacing/>
    </w:pPr>
    <w:rPr>
      <w:lang w:val="en-US" w:eastAsia="ja-JP"/>
    </w:rPr>
  </w:style>
  <w:style w:type="paragraph" w:styleId="af5">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f6"/>
    <w:uiPriority w:val="99"/>
    <w:unhideWhenUsed/>
    <w:qFormat/>
    <w:rsid w:val="00352238"/>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af6">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f5"/>
    <w:uiPriority w:val="99"/>
    <w:locked/>
    <w:rsid w:val="00352238"/>
    <w:rPr>
      <w:rFonts w:ascii="Times New Roman" w:eastAsia="Times New Roman" w:hAnsi="Times New Roman" w:cs="Times New Roman"/>
      <w:sz w:val="24"/>
      <w:szCs w:val="24"/>
      <w:lang w:val="ru-RU" w:eastAsia="ru-RU"/>
    </w:rPr>
  </w:style>
  <w:style w:type="table" w:styleId="af7">
    <w:name w:val="Table Grid"/>
    <w:basedOn w:val="a1"/>
    <w:uiPriority w:val="59"/>
    <w:rsid w:val="00352238"/>
    <w:pPr>
      <w:spacing w:after="0" w:line="240" w:lineRule="auto"/>
    </w:pPr>
    <w:rPr>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777\Desktop\temp\&#1087;&#1088;&#1086;&#1077;&#1082;&#1090;&#1080;\new.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new</Template>
  <TotalTime>0</TotalTime>
  <Pages>2</Pages>
  <Words>380</Words>
  <Characters>2171</Characters>
  <Application>Microsoft Office Word</Application>
  <DocSecurity>0</DocSecurity>
  <Lines>18</Lines>
  <Paragraphs>5</Paragraphs>
  <ScaleCrop>false</ScaleCrop>
  <Company>SPecialiST RePack</Company>
  <LinksUpToDate>false</LinksUpToDate>
  <CharactersWithSpaces>2546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777</dc:creator>
  <cp:lastModifiedBy>777</cp:lastModifiedBy>
  <cp:revision>1</cp:revision>
  <dcterms:created xsi:type="dcterms:W3CDTF">2021-06-22T05:16:00Z</dcterms:created>
  <dcterms:modified xsi:type="dcterms:W3CDTF">2021-06-22T05:16:00Z</dcterms:modified>
</cp:coreProperties>
</file>