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70B" w:rsidRPr="000209E7" w:rsidRDefault="0035370B" w:rsidP="0035370B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0209E7">
        <w:rPr>
          <w:rFonts w:ascii="Times New Roman" w:eastAsia="Calibri" w:hAnsi="Times New Roman" w:cs="Times New Roman"/>
          <w:color w:val="FF0000"/>
        </w:rPr>
        <w:t>ПРОЕКТ</w:t>
      </w:r>
    </w:p>
    <w:p w:rsidR="0035370B" w:rsidRPr="000209E7" w:rsidRDefault="0035370B" w:rsidP="0035370B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35370B" w:rsidRPr="000209E7" w:rsidRDefault="00DB0490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DB049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jyo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g3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Kjyo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Gi3sUA&#10;AADdAAAADwAAAGRycy9kb3ducmV2LnhtbERPy2oCMRTdF/oP4RbciGZUsHVqlCKM2i4KPqDby+R2&#10;Mu3kZkiijn69WRS6PJz3fNnZRpzJh9qxgtEwA0FcOl1zpeB4KAYvIEJE1tg4JgVXCrBcPD7MMdfu&#10;wjs672MlUgiHHBWYGNtcylAashiGriVO3LfzFmOCvpLa4yWF20aOs2wqLdacGgy2tDJU/u5PVsFP&#10;8Wm+Vs+3te/PdnTrFx+b5n2qVO+pe3sFEamL/+I/91YrmIwmaW56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IaL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VlOsMA&#10;AADdAAAADwAAAGRycy9kb3ducmV2LnhtbESP3YrCMBCF74V9hzDC3oimbkHcahRZdBFvpLoPMDRj&#10;U2wmpYm2+/ZGELw8nJ+Ps1z3thZ3an3lWMF0koAgLpyuuFTwd96N5yB8QNZYOyYF/+RhvfoYLDHT&#10;ruOc7qdQijjCPkMFJoQmk9IXhiz6iWuIo3dxrcUQZVtK3WIXx20tv5JkJi1WHAkGG/oxVFxPNxsh&#10;xxSPh0t33v322OH2YHi0yZX6HPabBYhAfXiHX+29VpBO029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VlO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JqesMA&#10;AADdAAAADwAAAGRycy9kb3ducmV2LnhtbERPS0sDMRC+C/6HMEJvNtuHVdamRWoLRfBgFcTbsJnu&#10;Lm4mIZl2t/++OQgeP773cj24Tp0pptazgcm4AEVcedtybeDrc3f/BCoJssXOMxm4UIL16vZmiaX1&#10;PX/Q+SC1yiGcSjTQiIRS61Q15DCNfSDO3NFHh5JhrLWN2Odw1+lpUSy0w5ZzQ4OBNg1Vv4eTM/De&#10;b8Pb4+LhGH7ifKrTq5XvjRgzuhtenkEJDfIv/nPvrYHZZJ735zf5CejV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Jqe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UaQcQA&#10;AADdAAAADwAAAGRycy9kb3ducmV2LnhtbESPy2rDMBBF94X8g5hCNqWRHZcQ3CjGhCYUb0IeHzBY&#10;E8vUGhlLjZ2/rwqFLi/3cbibYrKduNPgW8cK0kUCgrh2uuVGwfWyf12D8AFZY+eYFDzIQ7GdPW0w&#10;127kE93PoRFxhH2OCkwIfS6lrw1Z9AvXE0fv5gaLIcqhkXrAMY7bTi6TZCUtthwJBnvaGaq/zt82&#10;Qo4ZHqvbeNkfJhzxozL8Up6Umj9P5TuIQFP4D/+1P7WCLH1L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FGk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xRlsYA&#10;AADd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XAzm5d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xR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BUc8YA&#10;AADdAAAADwAAAGRycy9kb3ducmV2LnhtbESPUWvCMBSF3wf7D+EOfJGZaucYnVHmIChMEN1gr5fm&#10;2pY1NyWJtvv3iyDs8XDO+Q5nsRpsKy7kQ+NYwXSSgSAunWm4UvD1qR9fQISIbLB1TAp+KcBqeX+3&#10;wMK4ng90OcZKJAiHAhXUMXaFlKGsyWKYuI44eSfnLcYkfSWNxz7BbStnWfYsLTacFmrs6L2m8ud4&#10;tgrW+77K/bhcD+7jtPmea230Tis1ehjeXkFEGuJ/+NbeGgX59CmH65v0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BU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GWQs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tYzPI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xlk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Vpn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A6eZn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Vpn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+tr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jKYz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vra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SE8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jEy09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qYSE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uffcMA&#10;AADdAAAADwAAAGRycy9kb3ducmV2LnhtbERPy2rCQBTdF/oPwy1010xMRWzqREIlpbiq0XZ9ydw8&#10;aOZOyIwx/r2zELo8nPdmO5teTDS6zrKCRRSDIK6s7rhRcDoWL2sQziNr7C2Tgis52GaPDxtMtb3w&#10;gabSNyKEsEtRQev9kErpqpYMusgOxIGr7WjQBzg2Uo94CeGml0kcr6TBjkNDiwN9tFT9lWej4Lz6&#10;TU5c7/V3ubt+vu2K3MmfRqnnpzl/B+Fp9v/iu/tLK3hdLMPc8C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uff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RF4cgA&#10;AADdAAAADwAAAGRycy9kb3ducmV2LnhtbESPT2vCQBTE70K/w/IKvenGPwSN2YgKhbaHSq0evD2z&#10;zySafZtmt5p+e7dQ6HGYmd8w6aIztbhS6yrLCoaDCARxbnXFhYLd53N/CsJ5ZI21ZVLwQw4W2UMv&#10;xUTbG3/QdesLESDsElRQet8kUrq8JINuYBvi4J1sa9AH2RZSt3gLcFPLURTF0mDFYaHEhtYl5Zft&#10;t1Gw30zj2Wb1Ojm/vR9xbPTXQVexUk+P3XIOwlPn/8N/7RetYDyczOD3TXgCMr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REX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+4UsMA&#10;AADdAAAADwAAAGRycy9kb3ducmV2LnhtbERPy2rCQBTdF/yH4QrumomPikRH0RatdGWj4PaSuU1C&#10;M3dCZkxiv95ZFFweznu16U0lWmpcaVnBOIpBEGdWl5wruJz3rwsQziNrrCyTgjs52KwHLytMtO34&#10;m9rU5yKEsEtQQeF9nUjpsoIMusjWxIH7sY1BH2CTS91gF8JNJSdxPJcGSw4NBdb0XlD2m96Mgr/5&#10;FU/uc7L7mGpP99niYL9OB6VGw367BOGp90/xv/uoFUzHb2F/eBOegFw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+4U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tOccUA&#10;AADdAAAADwAAAGRycy9kb3ducmV2LnhtbESP0WrCQBRE34X+w3ILvplNrBZNs0opCr5V037AJXu7&#10;Ccnejdmtpv16tyD0cZiZM0yxHW0nLjT4xrGCLElBEFdON2wUfH7sZysQPiBr7ByTgh/ysN08TArM&#10;tbvyiS5lMCJC2OeooA6hz6X0VU0WfeJ64uh9ucFiiHIwUg94jXDbyXmaPkuLDceFGnt6q6lqy2+r&#10;4OzmSz2WO3xvd+tjY8zi/HtaKDV9HF9fQAQaw3/43j5oBU/ZMoO/N/EJ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05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habsQA&#10;AADdAAAADwAAAGRycy9kb3ducmV2LnhtbESPT4vCMBTE78J+h/AWvGmq4r9qlF1B8Kq7B4/P5NnW&#10;bV66TdTqpzeC4HGYmd8w82VjS3Gh2heOFfS6CQhi7UzBmYLfn3VnAsIHZIOlY1JwIw/LxUdrjqlx&#10;V97SZRcyESHsU1SQh1ClUnqdk0XfdRVx9I6uthiirDNparxGuC1lP0lG0mLBcSHHilY56b/d2SrY&#10;FAcajvRxaifferu//4fB+GSUan82XzMQgZrwDr/aG6Ng0Bv24fkmP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4Wm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MAcIA&#10;AADdAAAADwAAAGRycy9kb3ducmV2LnhtbERPXWvCMBR9H/gfwhV8m2kVx1aNZQ6EyaYwJ/p6aa5N&#10;sbkpTVbrv18GAx/PN2eR97YWHbW+cqwgHScgiAunKy4VHL7Xj88gfEDWWDsmBTfykC8HDwvMtLvy&#10;F3X7UIpYwj5DBSaEJpPSF4Ys+rFriKN2dq3FEGFbSt3iNZbbWk6S5ElarDguGGzozVBx2f9YBR3u&#10;bsnJrLYvm+qzmOxWxw8deTUa9q9zEIH6cDf/p9+1gmk6m8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/Qw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8qFcUA&#10;AADdAAAADwAAAGRycy9kb3ducmV2LnhtbESPQUvDQBSE70L/w/IEb3bTqEVit6UIFY+a9uDxmX3N&#10;pmbfC7trE/31riB4HGbmG2a1mXyvzhRiJ2xgMS9AETdiO24NHPa763tQMSFb7IXJwBdF2KxnFyus&#10;rIz8Suc6tSpDOFZowKU0VFrHxpHHOJeBOHtHCR5TlqHVNuCY4b7XZVEstceO84LDgR4dNR/1pzcw&#10;PjXvp/L4Zt13GGRXv8ip7MWYq8tp+wAq0ZT+w3/tZ2vgZnF3C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yoV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jJKccA&#10;AADdAAAADwAAAGRycy9kb3ducmV2LnhtbESPW2sCMRSE34X+h3AKvmlWi61sjWK9gIileOn7cXPc&#10;XU1Olk2q679vhEIfh5n5hhlNGmvElWpfOlbQ6yYgiDOnS84VHPbLzhCED8gajWNScCcPk/FTa4Sp&#10;djfe0nUXchEh7FNUUIRQpVL6rCCLvusq4uidXG0xRFnnUtd4i3BrZD9JXqXFkuNCgRXNCsouux+r&#10;YPk1N+f+53b6LcNs8XY0w/XHfKNU+7mZvoMI1IT/8F97pRW89AYDeLyJT0C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IyS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2a58YA&#10;AADdAAAADwAAAGRycy9kb3ducmV2LnhtbESP3YrCMBSE7xd8h3AEbxZNVSxSjSKC6MIK/oG3x+bY&#10;FpuT0sTaffuNsLCXw8x8w8yXrSlFQ7UrLCsYDiIQxKnVBWcKLudNfwrCeWSNpWVS8EMOlovOxxwT&#10;bV98pObkMxEg7BJUkHtfJVK6NCeDbmAr4uDdbW3QB1lnUtf4CnBTylEUxdJgwWEhx4rWOaWP09Mo&#10;aA7ft2zXuOrrMf10k/Ftu93rq1K9bruagfDU+v/wX3unFYyHkxjeb8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2a5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BDtc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Hb6A7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kEO1yAAAAN0AAAAPAAAAAAAAAAAAAAAAAJgCAABk&#10;cnMvZG93bnJldi54bWxQSwUGAAAAAAQABAD1AAAAjQMAAAAA&#10;" fillcolor="black" stroked="f"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YUycQA&#10;AADdAAAADwAAAGRycy9kb3ducmV2LnhtbERPz2vCMBS+D/wfwhN2m6kORapR1G0wUA9VDx6fzbMN&#10;bV5Kk2nnX78cBh4/vt/zZWdrcaPWG8cKhoMEBHHutOFCwen49TYF4QOyxtoxKfglD8tF72WOqXZ3&#10;zuh2CIWIIexTVFCG0KRS+rwki37gGuLIXV1rMUTYFlK3eI/htpajJJlIi4ZjQ4kNbUrKq8OPVXDe&#10;Tsw0MzS67B7rT70bV+v9R6XUa79bzUAE6sJT/O/+1greh+M4N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mFMn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+P58YA&#10;AADdAAAADwAAAGRycy9kb3ducmV2LnhtbESPQWsCMRSE7wX/Q3iF3mpWi2K3RhFL0YsHbUuvj83r&#10;ZrublzWJuvrrjSD0OMzMN8x03tlGHMmHyrGCQT8DQVw4XXGp4Ovz43kCIkRkjY1jUnCmAPNZ72GK&#10;uXYn3tJxF0uRIBxyVGBibHMpQ2HIYui7ljh5v85bjEn6UmqPpwS3jRxm2VharDgtGGxpaaiodwer&#10;wC9+3usLH77r7LI5h9Vft5+gUerpsVu8gYjUxf/wvb3WCl4Go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+P5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1JdcIA&#10;AADdAAAADwAAAGRycy9kb3ducmV2LnhtbERPzWoCMRC+F3yHMIKXolktWF2NIgWhUClofYBxM+4u&#10;JpNlM9W1T28OQo8f3/9y3XmnrtTGOrCB8SgDRVwEW3Np4PizHc5ARUG26AKTgTtFWK96L0vMbbjx&#10;nq4HKVUK4ZijgUqkybWORUUe4yg0xIk7h9ajJNiW2rZ4S+He6UmWTbXHmlNDhQ19VFRcDr/egJuc&#10;3PzrPe7kftS77M/L/vXbGjPod5sFKKFO/sVP96c18Daepv3pTXoCevU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jUl1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3jqsYA&#10;AADdAAAADwAAAGRycy9kb3ducmV2LnhtbESPQWvCQBSE70L/w/IKvekmFkRSV2krQi49NKZ4fWaf&#10;2eDu25DdauqvdwuFHoeZ+YZZbUZnxYWG0HlWkM8yEMSN1x23Cur9broEESKyRuuZFPxQgM36YbLC&#10;Qvsrf9Kliq1IEA4FKjAx9oWUoTHkMMx8T5y8kx8cxiSHVuoBrwnurJxn2UI67DgtGOzp3VBzrr6d&#10;gm3V23ldmrdw+Po4Hm1529Fhq9TT4/j6AiLSGP/Df+1SK3jOF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3jq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gybMQA&#10;AADdAAAADwAAAGRycy9kb3ducmV2LnhtbESPQWsCMRSE7wX/Q3iCt5poYSurUUQUBE+1evD2SJ67&#10;q5uXZZO66783hUKPw8x8wyxWvavFg9pQedYwGSsQxMbbigsNp+/d+wxEiMgWa8+k4UkBVsvB2wJz&#10;6zv+oscxFiJBOOSooYyxyaUMpiSHYewb4uRdfeswJtkW0rbYJbir5VSpTDqsOC2U2NCmJHM//jgN&#10;t508eKPQnE/nbm8/L9uMaqX1aNiv5yAi9fE//NfeWw0fk2w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IMm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012cUA&#10;AADdAAAADwAAAGRycy9kb3ducmV2LnhtbESPT4vCMBTE7wt+h/AEb2uqBZFqFBUWFmUP/kE8Pptn&#10;W9q8lCRq/fYbYWGPw8z8hpkvO9OIBzlfWVYwGiYgiHOrKy4UnI5fn1MQPiBrbCyTghd5WC56H3PM&#10;tH3ynh6HUIgIYZ+hgjKENpPS5yUZ9EPbEkfvZp3BEKUrpHb4jHDTyHGSTKTBiuNCiS1tSsrrw90o&#10;uNx3fPtJtyu3DmfbHX09vk5rpQb9bjUDEagL/+G/9rdWkI4mK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XTXZ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4Xf8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W89UYD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8uF3/HAAAA3QAAAA8AAAAAAAAAAAAAAAAAmAIAAGRy&#10;cy9kb3ducmV2LnhtbFBLBQYAAAAABAAEAPUAAACMAwAAAAA=&#10;" fillcolor="black" stroked="f"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5I5cUA&#10;AADdAAAADwAAAGRycy9kb3ducmV2LnhtbESPzWrDMBCE74W8g9hCb42chobgRAkmEFp6cn5Krxtr&#10;Y5laKyOpivv2VaHQ4zAz3zDr7Wh7kciHzrGC2bQAQdw43XGr4HzaPy5BhIissXdMCr4pwHYzuVtj&#10;qd2ND5SOsRUZwqFEBSbGoZQyNIYshqkbiLN3dd5izNK3Unu8Zbjt5VNRLKTFjvOCwYF2hprP45dV&#10;kC67upqnj2QOb75qvatf3i+1Ug/3Y7UCEWmM/+G/9qtWMJ8tnu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Hkj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s2YMYA&#10;AADdAAAADwAAAGRycy9kb3ducmV2LnhtbESPQWvCQBSE74X+h+UVvNVNFEKNriKi0vZSjYI9PrKv&#10;2WD2bchuY9pf3y0Uehxm5htmsRpsI3rqfO1YQTpOQBCXTtdcKTifdo9PIHxA1tg4JgVf5GG1vL9b&#10;YK7djY/UF6ESEcI+RwUmhDaX0peGLPqxa4mj9+E6iyHKrpK6w1uE20ZOkiSTFmuOCwZb2hgqr8Wn&#10;VeDTzfbyar9n/fve8FvxYrJDZZQaPQzrOYhAQ/gP/7WftYJpmmXw+yY+Ab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ks2Y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УКРАЇНА</w:t>
      </w:r>
    </w:p>
    <w:p w:rsidR="0035370B" w:rsidRPr="000209E7" w:rsidRDefault="0035370B" w:rsidP="0035370B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СЛАВУТСЬКОГО РАЙОНУ</w:t>
      </w: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0209E7">
        <w:rPr>
          <w:rFonts w:ascii="Times New Roman" w:eastAsia="Calibri" w:hAnsi="Times New Roman" w:cs="Times New Roman"/>
          <w:b/>
        </w:rPr>
        <w:t>ХМЕЛЬНИЦЬКОЇ ОБЛАСТІ</w:t>
      </w:r>
    </w:p>
    <w:p w:rsidR="0035370B" w:rsidRPr="000209E7" w:rsidRDefault="0035370B" w:rsidP="0035370B">
      <w:pPr>
        <w:spacing w:after="0" w:line="240" w:lineRule="auto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</w:t>
      </w:r>
      <w:r w:rsidR="00DB0490" w:rsidRPr="00DB0490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ByLwna0XgAAFtZBAAOAAAAAAAAAAAAAAAAAC4CAABkcnMvZTJv&#10;RG9jLnhtbFBLAQItABQABgAIAAAAIQDfzpAw4gAAAA0BAAAPAAAAAAAAAAAAAAAAACt7AABkcnMv&#10;ZG93bnJldi54bWxQSwUGAAAAAAQABADzAAAAOnwAAAAA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RJz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jyZhbn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6ESc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4oWMgA&#10;AADdAAAADwAAAGRycy9kb3ducmV2LnhtbESPQWsCMRSE74X+h/AKvUjN2sJat0YRYW31IGgLvT42&#10;r5utm5clibr11zcFocdhZr5hpvPetuJEPjSOFYyGGQjiyumGawUf7+XDM4gQkTW2jknBDwWYz25v&#10;plhod+YdnfaxFgnCoUAFJsaukDJUhiyGoeuIk/flvMWYpK+l9nhOcNvKxyzLpcWG04LBjpaGqsP+&#10;aBV8l1vzuRxfVn4w2dFlUG5e23Wu1P1dv3gBEamP/+Fr+00reBrlE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D3ih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V1Z8EA&#10;AADdAAAADwAAAGRycy9kb3ducmV2LnhtbERPzWrCQBC+F/oOyxS8FN2oYCV1FRGV4kXUPsCQHbOh&#10;2dmQXU18e+dQ8Pjx/S9Wva/VndpYBTYwHmWgiItgKy4N/F52wzmomJAt1oHJwIMirJbvbwvMbej4&#10;RPdzKpWEcMzRgEupybWOhSOPcRQaYuGuofWYBLalti12Eu5rPcmymfZYsTQ4bGjjqPg737yUHKd4&#10;PFy7y27fY4fbg+PP9cmYwUe//gaVqE8v8b/7xxqYjr9kv7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ldW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IFXMYA&#10;AADdAAAADwAAAGRycy9kb3ducmV2LnhtbESPQUsDMRSE74L/ITzBm81u1VbWpqW0CiL00FYQb4/N&#10;6+7i5iUkz+76740geBxm5htmsRpdr84UU+fZQDkpQBHX3nbcGHg7Pt88gEqCbLH3TAa+KcFqeXmx&#10;wMr6gfd0PkijMoRThQZakVBpneqWHKaJD8TZO/noULKMjbYRhwx3vZ4WxUw77DgvtBho01L9efhy&#10;BnbDU3idz+5P4SPeTXXaWnnfiDHXV+P6EZTQKP/hv/aLNXBbzk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IFX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Oi8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sspjC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tOi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w+sMYA&#10;AADdAAAADwAAAGRycy9kb3ducmV2LnhtbESPQUsDMRSE70L/Q3iCN5ttq23ZNi2lKojgwSqU3h6b&#10;193FzUtInt313xtB8DjMzDfMeju4Tl0optazgcm4AEVcedtybeDj/el2CSoJssXOMxn4pgTbzehq&#10;jaX1Pb/R5SC1yhBOJRpoREKpdaoacpjGPhBn7+yjQ8ky1tpG7DPcdXpaFHPtsOW80GCgfUPV5+HL&#10;GXjtH8PLYn5/Dqd4N9XpwcpxL8bcXA+7FSihQf7Df+1na2A2Wcz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w+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UGus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L59OkB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7lBr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H5ZMUA&#10;AADdAAAADwAAAGRycy9kb3ducmV2LnhtbESP3WoCMRSE7wu+QzhC72pWW39YjSKWBSm98ecBDpvj&#10;ZnVzsiRx3b69KRR6OczMN8xq09tGdORD7VjBeJSBIC6drrlScD4VbwsQISJrbByTgh8KsFkPXlaY&#10;a/fgA3XHWIkE4ZCjAhNjm0sZSkMWw8i1xMm7OG8xJukrqT0+Etw2cpJlM2mx5rRgsKWdofJ2vFsF&#10;xdfku7vdtS/ctv+wNDXXxadR6nXYb5cgIvXxP/zX3msF7+P5FH7fp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Eflk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9VsYA&#10;AADdAAAADwAAAGRycy9kb3ducmV2LnhtbESPQWsCMRSE7wX/Q3hCL1KzVmrL1igqhAoVRFvo9bF5&#10;7i7dvCxJ6q7/3ghCj8PMfMPMl71txJl8qB0rmIwzEMSFMzWXCr6/9NMbiBCRDTaOScGFAiwXg4c5&#10;5sZ1fKDzMZYiQTjkqKCKsc2lDEVFFsPYtcTJOzlvMSbpS2k8dgluG/mcZTNpsea0UGFLm4qK3+Of&#10;VbDed+XUj4p17z5PHz8vWhu900o9DvvVO4hIffwP39tbo2A6eZ3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s9V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/CiM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3g2g9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wo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VM3M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eBPmhj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VVM3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vwW8YA&#10;AADdAAAADwAAAGRycy9kb3ducmV2LnhtbESPT2vCQBTE70K/w/IKvdVNLNga3QSppJSeNLU9P7Iv&#10;fzD7NmTXGL99tyB4HGbmN8wmm0wnRhpca1lBPI9AEJdWt1wrOH7nz28gnEfW2FkmBVdykKUPsw0m&#10;2l74QGPhaxEg7BJU0HjfJ1K6siGDbm574uBVdjDogxxqqQe8BLjp5CKKltJgy2GhwZ7eGypPxdko&#10;OC9/F0euvvS+2F0/Vrt86+RPrdTT47Rdg/A0+Xv41v7UCl7i1xX8vwlPQK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4vwW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dW5sUA&#10;AADdAAAADwAAAGRycy9kb3ducmV2LnhtbERPPW/CMBDdK/U/WIfEVpwAikLARFAJqXQoKoWB7YiP&#10;JCU+p7EL6b+vh0odn973Iu9NI27UudqygngUgSAurK65VHD42DylIJxH1thYJgU/5CBfPj4sMNP2&#10;zu902/tShBB2GSqovG8zKV1RkUE3si1x4C62M+gD7EqpO7yHcNPIcRQl0mDNoaHClp4rKq77b6Pg&#10;uEuT2W69nX6+vp1xYvTXSdeJUsNBv5qD8NT7f/Gf+0UrmMRp2B/ehCc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1b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xjsYA&#10;AADdAAAADwAAAGRycy9kb3ducmV2LnhtbESPQWvCQBSE7wX/w/KE3uomsUiIrlIttcVT1EKvj+wz&#10;Cc2+DdltTPrruwXB4zAz3zCrzWAa0VPnassK4lkEgriwuuZSwef57SkF4TyyxsYyKRjJwWY9eVhh&#10;pu2Vj9SffCkChF2GCirv20xKV1Rk0M1sSxy8i+0M+iC7UuoOrwFuGplE0UIarDksVNjSrqLi+/Rj&#10;FPwuvjB378n2da49jc/p3h7yvVKP0+FlCcLT4O/hW/tDK5jHaQz/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Mxj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n8QcQA&#10;AADdAAAADwAAAGRycy9kb3ducmV2LnhtbESP0WrCQBRE3wv+w3ILvtWN0YpNXUVEoW/W6Adcsreb&#10;YPZuzK4a+/WuIPg4zMwZZrbobC0u1PrKsYLhIAFBXDhdsVFw2G8+piB8QNZYOyYFN/KwmPfeZphp&#10;d+UdXfJgRISwz1BBGUKTSemLkiz6gWuIo/fnWoshytZI3eI1wm0t0ySZSIsVx4USG1qVVBzzs1Vw&#10;cumn7vI1bo/rr9/KmPHpfzdWqv/eLb9BBOrCK/xs/2gFo+E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5/E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TTssYA&#10;AADdAAAADwAAAGRycy9kb3ducmV2LnhtbESPzW7CMBCE75X6DtZW4gYORNA0jUGAVIkrP4cet/aS&#10;pI3XaWxCytPXlZB6HM3MN5piNdhG9NT52rGC6SQBQaydqblUcDq+jTMQPiAbbByTgh/ysFo+PhSY&#10;G3flPfWHUIoIYZ+jgiqENpfS64os+olriaN3dp3FEGVXStPhNcJtI2dJspAWa44LFba0rUh/HS5W&#10;wa7+oPlCn19sttH799t3SJ8/jVKjp2H9CiLQEP7D9/bOKEinWQp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5TTs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4MsIA&#10;AADdAAAADwAAAGRycy9kb3ducmV2LnhtbERPXWvCMBR9H/gfwhV8m2l1DFdNRQXBsU2YyvZ6aa5N&#10;sbkpTaz13y+DwR7PN2ex7G0tOmp95VhBOk5AEBdOV1wqOB23jzMQPiBrrB2Tgjt5WOaDhwVm2t34&#10;k7pDKEUsYZ+hAhNCk0npC0MW/dg1xFE7u9ZiiLAtpW7xFsttLSdJ8iwtVhwXDDa0MVRcDleroMP9&#10;Pfk264+X1+q9mOzXX2868mo07FdzEIH68G/+S++0gmk6e4L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dLg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OjycUA&#10;AADdAAAADwAAAGRycy9kb3ducmV2LnhtbESPQUvDQBSE70L/w/IEb3bTiFJit0UKFY8ae+jxNfua&#10;Tc2+F3bXJvrrXUHwOMzMN8xqM/leXSjETtjAYl6AIm7Edtwa2L/vbpegYkK22AuTgS+KsFnPrlZY&#10;WRn5jS51alWGcKzQgEtpqLSOjSOPcS4DcfZOEjymLEOrbcAxw32vy6J40B47zgsOB9o6aj7qT29g&#10;fG6O5/J0sO47DLKrX+Vc9mLMzfX09Agq0ZT+w3/tF2vgbrG8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A6P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7GcYA&#10;AADdAAAADwAAAGRycy9kb3ducmV2LnhtbESPQWvCQBSE70L/w/IK3nSjgoboKlYriFhKbL2/Zl+T&#10;tLtvQ3bV+O+7hUKPw8x8wyxWnTXiSq2vHSsYDRMQxIXTNZcK3t92gxSED8gajWNScCcPq+VDb4GZ&#10;djfO6XoKpYgQ9hkqqEJoMil9UZFFP3QNcfQ+XWsxRNmWUrd4i3Br5DhJptJizXGhwoY2FRXfp4tV&#10;sHvdmq/xS74+y7B5nn2Y9PC0PSrVf+zWcxCBuvAf/mvvtYLJKJ3C75v4BO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7G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ETO8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UTyF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1ETO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/7gMUA&#10;AADdAAAADwAAAGRycy9kb3ducmV2LnhtbERPz2vCMBS+C/sfwhvspqlujlobZQrCLgN1HvT22ry1&#10;xealJlG7/fXLYbDjx/c7X/amFTdyvrGsYDxKQBCXVjdcKTh8boYpCB+QNbaWScE3eVguHgY5Ztre&#10;eUe3fahEDGGfoYI6hC6T0pc1GfQj2xFH7ss6gyFCV0nt8B7DTSsnSfIqDTYcG2rsaF1Ted5fjYLV&#10;LF1dti/88bMrTnQ6FufpxCVKPT32b3MQgfrwL/5zv2sFz+M0zo1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b/uAxQAAAN0AAAAPAAAAAAAAAAAAAAAAAJgCAABkcnMv&#10;ZG93bnJldi54bWxQSwUGAAAAAAQABAD1AAAAigMAAAAA&#10;" fillcolor="black" stroked="f"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qdFcgA&#10;AADdAAAADwAAAGRycy9kb3ducmV2LnhtbESPzWvCQBTE7wX/h+UVeqsbLZWYuor2AwT14MfB42v2&#10;NVmSfRuyW43967uC4HGYmd8wk1lna3Gi1hvHCgb9BARx7rThQsFh//WcgvABWWPtmBRcyMNs2nuY&#10;YKbdmbd02oVCRAj7DBWUITSZlD4vyaLvu4Y4ej+utRiibAupWzxHuK3lMElG0qLhuFBiQ+8l5dXu&#10;1yo4rkYm3Roafq//Fp96/VotNh+VUk+P3fwNRKAu3MO39lIreBmkY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Cp0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yc4MMA&#10;AADdAAAADwAAAGRycy9kb3ducmV2LnhtbERPy2oCMRTdF/yHcIXuakaFoqNRxCJ200V94PYyuU7G&#10;mdxMk6ijX98sCl0eznu+7GwjbuRD5VjBcJCBIC6crrhUcNhv3iYgQkTW2DgmBQ8KsFz0XuaYa3fn&#10;b7rtYilSCIccFZgY21zKUBiyGAauJU7c2XmLMUFfSu3xnsJtI0dZ9i4tVpwaDLa0NlTUu6tV4Fen&#10;j/rJ12OdPb8eYXvpfiZolHrtd6sZiEhd/Bf/uT+1gvFwm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Qyc4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ScycUA&#10;AADdAAAADwAAAGRycy9kb3ducmV2LnhtbESPUWvCQBCE3wv9D8cWfCn1EgVbo6eUQkGoCFp/wJpb&#10;k+DdXshtNfbXe4WCj8PMfMPMl7136kxdbAIbyIcZKOIy2IYrA/vvz5c3UFGQLbrAZOBKEZaLx4c5&#10;FjZceEvnnVQqQTgWaKAWaQutY1mTxzgMLXHyjqHzKEl2lbYdXhLcOz3Kson22HBaqLGlj5rK0+7H&#10;G3Cjg5t+vca1XPd6nf162T5vrDGDp/59Bkqol3v4v72yBsb5NIe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JzJ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N+sYA&#10;AADdAAAADwAAAGRycy9kb3ducmV2LnhtbESPQWsCMRSE74X+h/AKvdWsWyjtapS2IuylB7eK1+fm&#10;uVlMXpZNqqu/3ghCj8PMfMNM54Oz4kh9aD0rGI8yEMS11y03Cta/y5d3ECEia7SeScGZAsxnjw9T&#10;LLQ/8YqOVWxEgnAoUIGJsSukDLUhh2HkO+Lk7X3vMCbZN1L3eEpwZ2WeZW/SYctpwWBH34bqQ/Xn&#10;FCyqzubr0nyF7eZnt7PlZUnbhVLPT8PnBESkIf6H7+1SK3gdf+R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oN+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n0MUA&#10;AADdAAAADwAAAGRycy9kb3ducmV2LnhtbESPzWrDMBCE74W8g9hAb42UBNLEjRJCiCHQU/4OuS3S&#10;1nZrrYyl2u7bV4VAj8PMfMOst4OrRUdtqDxrmE4UCGLjbcWFhuslf1mCCBHZYu2ZNPxQgO1m9LTG&#10;zPqeT9SdYyEShEOGGsoYm0zKYEpyGCa+IU7eh28dxiTbQtoW+wR3tZwptZAOK04LJTa0L8l8nb+d&#10;hs9cvnuj0Nyut/5oX++HBdVK6+fxsHsDEWmI/+FH+2g1zKerOfy9S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kef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HdiscA&#10;AADdAAAADwAAAGRycy9kb3ducmV2LnhtbESPS2vDMBCE74H+B7GF3hI5D0rqWAlpoVBacqhTQo4b&#10;a/3A1spISuL8+ypQ6HGYmW+YbDOYTlzI+caygukkAUFcWN1wpeBn/z5egvABWWNnmRTcyMNm/TDK&#10;MNX2yt90yUMlIoR9igrqEPpUSl/UZNBPbE8cvdI6gyFKV0nt8BrhppOzJHmWBhuOCzX29FZT0eZn&#10;o+B4/uJyN//cutdwsMPet7PTslXq6XHYrkAEGsJ/+K/9oRXMpy8LuL+JT0C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h3Yr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fCw8cA&#10;AADdAAAADwAAAGRycy9kb3ducmV2LnhtbESPT2sCMRTE74V+h/AEbzWrVtHVKLVQ6EXw30Fvz81z&#10;d3Hzsk1SXfvpG0HwOMzMb5jpvDGVuJDzpWUF3U4CgjizuuRcwW779TYC4QOyxsoyKbiRh/ns9WWK&#10;qbZXXtNlE3IRIexTVFCEUKdS+qwgg75ja+LonawzGKJ0udQOrxFuKtlLkqE0WHJcKLCmz4Ky8+bX&#10;KFiMR4uf1Tsv/9bHAx32x/Og5xKl2q3mYwIiUBOe4Uf7Wyvod8cDuL+JT0DO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3wsPHAAAA3QAAAA8AAAAAAAAAAAAAAAAAmAIAAGRy&#10;cy9kb3ducmV2LnhtbFBLBQYAAAAABAAEAPUAAACMAwAAAAA=&#10;" fillcolor="black" stroked="f"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mmtcUA&#10;AADdAAAADwAAAGRycy9kb3ducmV2LnhtbESPQWsCMRSE74L/IbxCb5q1grSrURZBWnpataXX5+a5&#10;Wbp5WZI0bv99Uyj0OMzMN8xmN9peJPKhc6xgMS9AEDdOd9wqeDsfZo8gQkTW2DsmBd8UYLedTjZY&#10;anfjI6VTbEWGcChRgYlxKKUMjSGLYe4G4uxdnbcYs/St1B5vGW57+VAUK2mx47xgcKC9oebz9GUV&#10;pMu+rpbpI5njq69a7+rn90ut1P3dWK1BRBrjf/iv/aIVLBdPK/h9k5+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aa1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Lj3M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JJOnuE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S49z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5370B" w:rsidRDefault="0035370B" w:rsidP="003537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0209E7">
        <w:rPr>
          <w:rFonts w:ascii="Times New Roman" w:eastAsia="Calibri" w:hAnsi="Times New Roman" w:cs="Times New Roman"/>
          <w:b/>
        </w:rPr>
        <w:t>Р</w:t>
      </w:r>
      <w:proofErr w:type="gramEnd"/>
      <w:r w:rsidRPr="000209E7">
        <w:rPr>
          <w:rFonts w:ascii="Times New Roman" w:eastAsia="Calibri" w:hAnsi="Times New Roman" w:cs="Times New Roman"/>
          <w:b/>
        </w:rPr>
        <w:t>ІШЕННЯ</w:t>
      </w:r>
    </w:p>
    <w:p w:rsidR="0035370B" w:rsidRPr="000209E7" w:rsidRDefault="0035370B" w:rsidP="0035370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0209E7">
        <w:rPr>
          <w:rFonts w:ascii="Times New Roman" w:eastAsia="Calibri" w:hAnsi="Times New Roman" w:cs="Times New Roman"/>
        </w:rPr>
        <w:t xml:space="preserve">   Х___ </w:t>
      </w:r>
      <w:r w:rsidRPr="000209E7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сесії</w:t>
      </w:r>
      <w:proofErr w:type="spellEnd"/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</w:rPr>
        <w:t xml:space="preserve"> ради   </w:t>
      </w:r>
      <w:r w:rsidRPr="000209E7">
        <w:rPr>
          <w:rFonts w:ascii="Times New Roman" w:eastAsia="Calibri" w:hAnsi="Times New Roman" w:cs="Times New Roman"/>
          <w:lang w:val="en-US"/>
        </w:rPr>
        <w:t>VII</w:t>
      </w:r>
      <w:r w:rsidRPr="000209E7">
        <w:rPr>
          <w:rFonts w:ascii="Times New Roman" w:eastAsia="Calibri" w:hAnsi="Times New Roman" w:cs="Times New Roman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</w:rPr>
        <w:t>скликання</w:t>
      </w:r>
      <w:proofErr w:type="spellEnd"/>
    </w:p>
    <w:p w:rsidR="0035370B" w:rsidRPr="000209E7" w:rsidRDefault="0035370B" w:rsidP="0035370B">
      <w:pPr>
        <w:spacing w:after="0" w:line="240" w:lineRule="auto"/>
        <w:rPr>
          <w:rFonts w:ascii="Times New Roman" w:eastAsia="Calibri" w:hAnsi="Times New Roman" w:cs="Times New Roman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      __.01. 2020р.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Дем’янчуку Б.Л.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0209E7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>Дем’янчука Б.Л.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рада 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Дем’янчуку Богдану Леонідовичу</w:t>
      </w:r>
      <w:r w:rsidRPr="000209E7">
        <w:rPr>
          <w:rFonts w:ascii="Times New Roman" w:eastAsia="Calibri" w:hAnsi="Times New Roman" w:cs="Times New Roman"/>
          <w:sz w:val="24"/>
          <w:lang w:val="uk-UA"/>
        </w:rPr>
        <w:t>, який заре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єстрований за адресою: </w:t>
      </w:r>
      <w:r w:rsidR="00E82C33" w:rsidRPr="00E82C33">
        <w:rPr>
          <w:rFonts w:ascii="Times New Roman" w:eastAsia="Calibri" w:hAnsi="Times New Roman" w:cs="Times New Roman"/>
          <w:sz w:val="24"/>
        </w:rPr>
        <w:t>____________</w:t>
      </w:r>
      <w:r w:rsidRPr="000209E7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12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lang w:val="uk-UA"/>
        </w:rPr>
        <w:t>для індивідуального садівництва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r>
        <w:rPr>
          <w:rFonts w:ascii="Times New Roman" w:eastAsia="Calibri" w:hAnsi="Times New Roman" w:cs="Times New Roman"/>
          <w:sz w:val="24"/>
        </w:rPr>
        <w:t>емельна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розта</w:t>
      </w:r>
      <w:r>
        <w:rPr>
          <w:rFonts w:ascii="Times New Roman" w:eastAsia="Calibri" w:hAnsi="Times New Roman" w:cs="Times New Roman"/>
          <w:sz w:val="24"/>
          <w:lang w:val="uk-UA"/>
        </w:rPr>
        <w:t>шована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uk-UA"/>
        </w:rPr>
        <w:t>на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 xml:space="preserve"> території Крупецької сільської ради</w:t>
      </w:r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Дем’янчуку Б.Л.</w:t>
      </w:r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ради.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209E7">
        <w:rPr>
          <w:rFonts w:ascii="Times New Roman" w:eastAsia="Calibri" w:hAnsi="Times New Roman" w:cs="Times New Roman"/>
          <w:sz w:val="24"/>
        </w:rPr>
        <w:t>р</w:t>
      </w:r>
      <w:proofErr w:type="gramEnd"/>
      <w:r w:rsidRPr="000209E7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5370B" w:rsidRPr="000209E7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proofErr w:type="spellStart"/>
      <w:r w:rsidRPr="000209E7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p w:rsidR="0035370B" w:rsidRDefault="0035370B" w:rsidP="0035370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0F7802" w:rsidRDefault="000F7802"/>
    <w:sectPr w:rsidR="000F7802" w:rsidSect="000F78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5370B"/>
    <w:rsid w:val="000F7802"/>
    <w:rsid w:val="00171A2E"/>
    <w:rsid w:val="00304C90"/>
    <w:rsid w:val="0035370B"/>
    <w:rsid w:val="00505B6D"/>
    <w:rsid w:val="005B4A54"/>
    <w:rsid w:val="006D3977"/>
    <w:rsid w:val="007D6C18"/>
    <w:rsid w:val="00BC0179"/>
    <w:rsid w:val="00D1641A"/>
    <w:rsid w:val="00DB0490"/>
    <w:rsid w:val="00E82C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70B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2020-01-13T07:10:00Z</dcterms:created>
  <dcterms:modified xsi:type="dcterms:W3CDTF">2020-01-13T07:26:00Z</dcterms:modified>
</cp:coreProperties>
</file>