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619" w:rsidRPr="00B623A8" w:rsidRDefault="00897619" w:rsidP="0089761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911F288" wp14:editId="50921A15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16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16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619" w:rsidRDefault="00897619" w:rsidP="008976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6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7619" w:rsidRDefault="00897619" w:rsidP="008976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6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619" w:rsidRDefault="00897619" w:rsidP="008976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7619" w:rsidRDefault="00897619" w:rsidP="008976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619" w:rsidRDefault="00897619" w:rsidP="008976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7619" w:rsidRDefault="00897619" w:rsidP="008976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619" w:rsidRDefault="00897619" w:rsidP="008976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7619" w:rsidRDefault="00897619" w:rsidP="008976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619" w:rsidRDefault="00897619" w:rsidP="008976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7619" w:rsidRDefault="00897619" w:rsidP="008976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619" w:rsidRDefault="00897619" w:rsidP="008976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7619" w:rsidRDefault="00897619" w:rsidP="008976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619" w:rsidRDefault="00897619" w:rsidP="008976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7619" w:rsidRDefault="00897619" w:rsidP="008976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619" w:rsidRDefault="00897619" w:rsidP="008976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7619" w:rsidRDefault="00897619" w:rsidP="008976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619" w:rsidRDefault="00897619" w:rsidP="008976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7619" w:rsidRDefault="00897619" w:rsidP="008976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619" w:rsidRDefault="00897619" w:rsidP="008976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7619" w:rsidRDefault="00897619" w:rsidP="008976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619" w:rsidRDefault="00897619" w:rsidP="008976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619" w:rsidRDefault="00897619" w:rsidP="008976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619" w:rsidRDefault="00897619" w:rsidP="008976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9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619" w:rsidRDefault="00897619" w:rsidP="008976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9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619" w:rsidRDefault="00897619" w:rsidP="008976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9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619" w:rsidRDefault="00897619" w:rsidP="008976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9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619" w:rsidRDefault="00897619" w:rsidP="008976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9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619" w:rsidRDefault="00897619" w:rsidP="008976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9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619" w:rsidRDefault="00897619" w:rsidP="008976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9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7619" w:rsidRDefault="00897619" w:rsidP="008976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RjTL8A&#10;AADeAAAADwAAAGRycy9kb3ducmV2LnhtbERPSwrCMBDdC94hjOBOUy2oVKOIqLgQxN9+aMa22ExK&#10;E7Xe3giCu3m878wWjSnFk2pXWFYw6EcgiFOrC84UXM6b3gSE88gaS8uk4E0OFvN2a4aJti8+0vPk&#10;MxFC2CWoIPe+SqR0aU4GXd9WxIG72dqgD7DOpK7xFcJNKYdRNJIGCw4NOVa0yim9nx5GgY23u/01&#10;Gx7jNY89Lw+T27XZK9XtNMspCE+N/4t/7p0O8+PBaAzfd8INc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pGNM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97619" w:rsidRDefault="00897619" w:rsidP="008976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9FnckA&#10;AADeAAAADwAAAGRycy9kb3ducmV2LnhtbESPzUvDQBDF74L/wzKCl2I3VYgauy1SiB89CP0Ar0N2&#10;zEazs2F3bWP/eucgeJvhvXnvN/Pl6Ht1oJi6wAZm0wIUcRNsx62B/a6+ugOVMrLFPjAZ+KEEy8X5&#10;2RwrG468ocM2t0pCOFVowOU8VFqnxpHHNA0DsWgfIXrMssZW24hHCfe9vi6KUnvsWBocDrRy1Hxt&#10;v72Bz/rNva9uT09xcr+h06ReP/evpTGXF+PjA6hMY/43/12/WMG/mZXCK+/IDHrx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v9Fn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97619" w:rsidRDefault="00897619" w:rsidP="008976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BEB8UA&#10;AADeAAAADwAAAGRycy9kb3ducmV2LnhtbESP0YrCMBBF3xf8hzCCL4umriBrbRSRVcQXUfcDhmba&#10;FJtJaaKtf2+EhX2b4d6550627m0tHtT6yrGC6SQBQZw7XXGp4Pe6G3+D8AFZY+2YFDzJw3o1+Mgw&#10;1a7jMz0uoRQxhH2KCkwITSqlzw1Z9BPXEEetcK3FENe2lLrFLobbWn4lyVxarDgSDDa0NZTfLncb&#10;IacZno5Fd93te+zw52j4c3NWajTsN0sQgfrwb/67PuhYfzadL+D9TpxBr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oEQH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97619" w:rsidRDefault="00897619" w:rsidP="008976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dufccA&#10;AADeAAAADwAAAGRycy9kb3ducmV2LnhtbESPQUsDQQyF74L/YYjgzc62aitrp0WqgggerIJ4Czvp&#10;7uJOZpiJ3fXfm4PgLSEv771vvZ3CYI6USx/ZwXxWgSFuou+5dfD+9nhxA6YIsschMjn4oQLbzenJ&#10;GmsfR36l415aoyZcanTQiaTa2tJ0FLDMYiLW2yHmgKJrbq3POKp5GOyiqpY2YM+a0GGiXUfN1/47&#10;OHgZH9Lzanl9SJ/5amHLvZePnTh3fjbd3YIRmuRf/Pf95LX+5XylAIqjM9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7Hbn3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97619" w:rsidRDefault="00897619" w:rsidP="008976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/e3MUA&#10;AADeAAAADwAAAGRycy9kb3ducmV2LnhtbESP0YrCMBBF34X9hzDCvoimXUGXahRZdBFfpLofMDRj&#10;U2wmpYm2+/dGEHyb4d65585y3dta3Kn1lWMF6SQBQVw4XXGp4O+8G3+D8AFZY+2YFPyTh/XqY7DE&#10;TLuOc7qfQiliCPsMFZgQmkxKXxiy6CeuIY7axbUWQ1zbUuoWuxhua/mVJDNpseJIMNjQj6HierrZ&#10;CDlO8Xi4dOfdb48dbg+GR5tcqc9hv1mACNSHt/l1vdex/jSdp/B8J84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D97c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97619" w:rsidRDefault="00897619" w:rsidP="008976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lVkcUA&#10;AADeAAAADwAAAGRycy9kb3ducmV2LnhtbERPTUsDMRC9C/0PYQrebLartrI2LaVVEKEHqyDehs10&#10;d3EzCcnYXf+9EQRv83ifs9qMrldniqnzbGA+K0AR19523Bh4e328ugOVBNli75kMfFOCzXpyscLK&#10;+oFf6HyURuUQThUaaEVCpXWqW3KYZj4QZ+7ko0PJMDbaRhxyuOt1WRQL7bDj3NBioF1L9efxyxk4&#10;DA/hebm4PYWPeFPqtLfyvhNjLqfj9h6U0Cj/4j/3k83zr+fLE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WVWR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97619" w:rsidRDefault="00897619" w:rsidP="008976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Dt48UA&#10;AADeAAAADwAAAGRycy9kb3ducmV2LnhtbERP32vCMBB+H+x/CDfwRWaqZW50RpmDoDBBdIO9Hs3Z&#10;ljWXkkTb/feLIOztPr6ft1gNthUX8qFxrGA6yUAQl840XCn4+tSPLyBCRDbYOiYFvxRgtby/W2Bh&#10;XM8HuhxjJVIIhwIV1DF2hZShrMlimLiOOHEn5y3GBH0ljcc+hdtWzrJsLi02nBpq7Oi9pvLneLYK&#10;1vu+yv24XA/u47T5ftLa6J1WavQwvL2CiDTEf/HNvTVpfj59zuH6TrpB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EO3j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97619" w:rsidRDefault="00897619" w:rsidP="008976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k/aMMA&#10;AADeAAAADwAAAGRycy9kb3ducmV2LnhtbERP3WrCMBS+H/gO4QjezbTObdIZRRwFGbvR7QEOzVlT&#10;25yUJNb69mYw2N35+H7PejvaTgzkQ+NYQT7PQBBXTjdcK/j+Kh9XIEJE1tg5JgU3CrDdTB7WWGh3&#10;5SMNp1iLFMKhQAUmxr6QMlSGLIa564kT9+O8xZigr6X2eE3htpOLLHuRFhtODQZ72huq2tPFKig/&#10;Fp9De9G+dLtxaenZnFfvRqnZdNy9gYg0xn/xn/ug0/yn/HUJv++kG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k/a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97619" w:rsidRDefault="00897619" w:rsidP="008976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XQDMUA&#10;AADeAAAADwAAAGRycy9kb3ducmV2LnhtbERP32vCMBB+H/g/hBvsRWaq4jaqUVQIChPG3MDXoznb&#10;suZSkszW/94MhL3dx/fzFqveNuJCPtSOFYxHGQjiwpmaSwXfX/r5DUSIyAYbx6TgSgFWy8HDAnPj&#10;Ov6kyzGWIoVwyFFBFWObSxmKiiyGkWuJE3d23mJM0JfSeOxSuG3kJMtepMWaU0OFLW0rKn6Ov1bB&#10;5qMrp35YbHr3ft6dZlobfdBKPT326zmISH38F9/de5PmT8evM/h7J90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tdAM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97619" w:rsidRDefault="00897619" w:rsidP="008976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cEhMMA&#10;AADeAAAADwAAAGRycy9kb3ducmV2LnhtbERP22oCMRB9L/gPYYS+1ay2VVmNIspCKX3x8gHDZtys&#10;biZLEtf1702h0Lc5nOss171tREc+1I4VjEcZCOLS6ZorBadj8TYHESKyxsYxKXhQgPVq8LLEXLs7&#10;76k7xEqkEA45KjAxtrmUoTRkMYxcS5y4s/MWY4K+ktrjPYXbRk6ybCot1pwaDLa0NVReDzeroPie&#10;/HTXm/aF2/Qflj7NZb4zSr0O+80CRKQ+/ov/3F86zX8fz6bw+066Qa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1cEh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97619" w:rsidRDefault="00897619" w:rsidP="008976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U/98AA&#10;AADeAAAADwAAAGRycy9kb3ducmV2LnhtbERPy6rCMBDdC/5DGMGdpr0+qUYRQdGl1Q8YmrEtNpPa&#10;5Nr69+bCBXdzOM9ZbztTiRc1rrSsIB5HIIgzq0vOFdyuh9EShPPIGivLpOBNDrabfm+NibYtX+iV&#10;+lyEEHYJKii8rxMpXVaQQTe2NXHg7rYx6ANscqkbbEO4qeRPFM2lwZJDQ4E17QvKHumvUTB9t8dn&#10;OntEB20oPk/qM/tsptRw0O1WIDx1/iv+d590mD+JFwv4eyfcID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tU/98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97619" w:rsidRDefault="00897619" w:rsidP="008976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i9KsYA&#10;AADeAAAADwAAAGRycy9kb3ducmV2LnhtbESPS2/CQAyE75X6H1au1FvZQCUegQWhIqqKE4TH2cqa&#10;JGrWG2UXCP8eH5C42ZrxzOfZonO1ulIbKs8G+r0EFHHubcWFgcN+/TUGFSKyxdozGbhTgMX8/W2G&#10;qfU33tE1i4WSEA4pGihjbFKtQ16Sw9DzDbFoZ986jLK2hbYt3iTc1XqQJEPtsGJpKLGhn5Ly/+zi&#10;DFyGp8GBzxu7zVb338lqvQz6WBjz+dEtp6AidfFlfl7/WcH/7o+EV96RGfT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Ui9Ks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97619" w:rsidRDefault="00897619" w:rsidP="008976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uorMYA&#10;AADeAAAADwAAAGRycy9kb3ducmV2LnhtbERPS2vCQBC+F/oflil4qxtriRpdpQqF6kHxdehtmh2T&#10;aHY2zW41/vuuIHibj+85o0ljSnGm2hWWFXTaEQji1OqCMwW77edrH4TzyBpLy6TgSg4m4+enESba&#10;XnhN543PRAhhl6CC3PsqkdKlORl0bVsRB+5ga4M+wDqTusZLCDelfIuiWBosODTkWNEsp/S0+TMK&#10;9qt+PFhN5+/HxfIHu0b/fusiVqr10nwMQXhq/EN8d3/pML/b6Q3g9k64QY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Wuor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97619" w:rsidRDefault="00897619" w:rsidP="008976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3mgscA&#10;AADeAAAADwAAAGRycy9kb3ducmV2LnhtbESPT2vCQBDF7wW/wzJCb3VjUiREV/EPtcWTtQWvQ3aa&#10;hGZnQ3arsZ++cxB6m2HevPd+i9XgWnWhPjSeDUwnCSji0tuGKwOfHy9POagQkS22nsnAjQKslqOH&#10;BRbWX/mdLqdYKTHhUKCBOsau0DqUNTkME98Ry+3L9w6jrH2lbY9XMXetTpNkph02LAk1drStqfw+&#10;/TgDv7MzHsNrutllNtLtOd/7w3FvzON4WM9BRRriv/j+/WalfjbNBUBwZAa9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V95oL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97619" w:rsidRDefault="00897619" w:rsidP="008976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gqt8QA&#10;AADeAAAADwAAAGRycy9kb3ducmV2LnhtbERPzWrCQBC+F3yHZQRvdRO1RaMbkWKhN2v0AYbsuAnJ&#10;zsbsVtM+vVso9DYf3+9stoNtxY16XztWkE4TEMSl0zUbBefT+/MShA/IGlvHpOCbPGzz0dMGM+3u&#10;fKRbEYyIIewzVFCF0GVS+rIii37qOuLIXVxvMUTYG6l7vMdw28pZkrxKizXHhgo7equobIovq+Dq&#10;Zi96KPZ4aParz9qYxfXnuFBqMh52axCBhvAv/nN/6Dh/ni5T+H0n3i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IKrf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97619" w:rsidRDefault="00897619" w:rsidP="008976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bSK8QA&#10;AADeAAAADwAAAGRycy9kb3ducmV2LnhtbERPyW7CMBC9I/UfrKnUW+MAgoYQg9pKSFyBHjgO9mRp&#10;43EauxD4+rpSJW7z9NYp1oNtxZl63zhWME5SEMTamYYrBR+HzXMGwgdkg61jUnAlD+vVw6jA3LgL&#10;7+i8D5WIIexzVFCH0OVSel2TRZ+4jjhypesthgj7SpoeLzHctnKSpnNpseHYUGNH7zXpr/2PVbBt&#10;TjSb63Jhsze9O96+w/Tl0yj19Di8LkEEGsJd/O/emjh/Os4m8PdOvEG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m0iv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97619" w:rsidRDefault="00897619" w:rsidP="008976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uOZ8YA&#10;AADeAAAADwAAAGRycy9kb3ducmV2LnhtbERP0WrCQBB8L/Qfji30rV5UEBu9hFoQLFWhVvR1ya25&#10;YG4v5K4x/r0nCH2b3dmZ2Znnva1FR62vHCsYDhIQxIXTFZcK9r/LtykIH5A11o5JwZU85Nnz0xxT&#10;7S78Q90ulCKasE9RgQmhSaX0hSGLfuAa4sidXGsxxLEtpW7xEs1tLUdJMpEWK44JBhv6NFScd39W&#10;QYfba3I0i837V7UuRtvF4VvHvXp96T9mIAL14f/4oV7p+P54OB3DvU7EI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uOZ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97619" w:rsidRDefault="00897619" w:rsidP="008976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/JicMA&#10;AADeAAAADwAAAGRycy9kb3ducmV2LnhtbERPTUvDQBC9C/0Pywje7KZRpMRuixQqHjX20OM0O82m&#10;ZmfC7tpEf70rCN7m8T5ntZl8ry4UYidsYDEvQBE3YjtuDezfd7dLUDEhW+yFycAXRdisZ1crrKyM&#10;/EaXOrUqh3Cs0IBLaai0jo0jj3EuA3HmThI8pgxDq23AMYf7XpdF8aA9dpwbHA60ddR81J/ewPjc&#10;HM/l6WDddxhkV7/KuezFmJvr6ekRVKIp/Yv/3C82z79bLO/h9518g1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O/Ji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97619" w:rsidRDefault="00897619" w:rsidP="008976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t8BcUA&#10;AADeAAAADwAAAGRycy9kb3ducmV2LnhtbERP22oCMRB9L/Qfwgh9q1kt1WVrFOsFpChFq+/Tzbi7&#10;bTJZNlHXv28Kgm9zONcZTVprxJkaXzlW0OsmIIhzpysuFOy/ls8pCB+QNRrHpOBKHibjx4cRZtpd&#10;eEvnXShEDGGfoYIyhDqT0uclWfRdVxNH7ugaiyHCppC6wUsMt0b2k2QgLVYcG0qsaVZS/rs7WQXL&#10;z7n56W+204MMs8Xw26Qf7/O1Uk+ddvoGIlAb7uKbe6Xj/Jde+gr/78Qb5Pg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W3wF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97619" w:rsidRDefault="00897619" w:rsidP="008976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8/5sYA&#10;AADeAAAADwAAAGRycy9kb3ducmV2LnhtbERP22rCQBB9L/gPywi+lLqJUgkxG5FCiYUWvBR8HbNj&#10;EszOhuw2pn/fLRT6NodznWwzmlYM1LvGsoJ4HoEgLq1uuFLweXp9SkA4j6yxtUwKvsnBJp88ZJhq&#10;e+cDDUdfiRDCLkUFtfddKqUrazLo5rYjDtzV9gZ9gH0ldY/3EG5auYiilTTYcGiosaOXmsrb8cso&#10;GPbvl2o3uO7tljy65+WlKD70WanZdNyuQXga/b/4z73TYf4yTlbw+064Qe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H8/5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97619" w:rsidRDefault="00897619" w:rsidP="008976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/kYMYA&#10;AADeAAAADwAAAGRycy9kb3ducmV2LnhtbERPS2sCMRC+F/wPYQrealbb6roaRYWCl0J9HPQ2bqa7&#10;i5vJNkl17a9vCgVv8/E9ZzpvTS0u5HxlWUG/l4Agzq2uuFCw3709pSB8QNZYWyYFN/Iwn3Uepphp&#10;e+UNXbahEDGEfYYKyhCaTEqfl2TQ92xDHLlP6wyGCF0htcNrDDe1HCTJUBqsODaU2NCqpPy8/TYK&#10;luN0+fXxwu8/m9ORjofT+XXgEqW6j+1iAiJQG+7if/dax/nP/XQEf+/EG+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/kYMYAAADeAAAADwAAAAAAAAAAAAAAAACYAgAAZHJz&#10;L2Rvd25yZXYueG1sUEsFBgAAAAAEAAQA9QAAAIsDAAAAAA==&#10;" fillcolor="black" stroked="f">
                  <v:textbox>
                    <w:txbxContent>
                      <w:p w:rsidR="00897619" w:rsidRDefault="00897619" w:rsidP="008976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N+EskA&#10;AADeAAAADwAAAGRycy9kb3ducmV2LnhtbESPT2/CMAzF75P2HSJP2m2kMA1VhYBgf6RJYwfYDjua&#10;xrRRG6dqMuj26fEBiZut9/zez/Pl4Ft1pD66wAbGowwUcRms48rA99fbQw4qJmSLbWAy8EcRlovb&#10;mzkWNpx4S8ddqpSEcCzQQJ1SV2gdy5o8xlHoiEU7hN5jkrWvtO3xJOG+1ZMsm2qPjqWhxo6eayqb&#10;3a838PMxdfnW0WS/+V+/2s1Ts/58aYy5vxtWM1CJhnQ1X67freA/jnPhlXdkBr04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+gN+E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97619" w:rsidRDefault="00897619" w:rsidP="008976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22u8QA&#10;AADeAAAADwAAAGRycy9kb3ducmV2LnhtbERPTWsCMRC9C/6HMEJvNauFsm6NIorYSw+1lV6HzXSz&#10;3c1kTaKu/vqmUPA2j/c582VvW3EmH2rHCibjDARx6XTNlYLPj+1jDiJEZI2tY1JwpQDLxXAwx0K7&#10;C7/TeR8rkUI4FKjAxNgVUobSkMUwdh1x4r6dtxgT9JXUHi8p3LZymmXP0mLNqcFgR2tDZbM/WQV+&#10;9bVpbnw6NNnt7Rp2P/0xR6PUw6hfvYCI1Me7+N/9qtP8p0k+g7930g1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dtrv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97619" w:rsidRDefault="00897619" w:rsidP="008976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8/sMcA&#10;AADeAAAADwAAAGRycy9kb3ducmV2LnhtbESP0UoDQQxF34X+w5CCL2JnW0Ht2mkRQRBahNZ+QLqT&#10;7i7OZJad2G779eZB8C0hN/fes1gNMZgT9blN7GA6KcAQV8m3XDvYf73fP4PJguwxJCYHF8qwWo5u&#10;Flj6dOYtnXZSGzXhXKKDRqQrrc1VQxHzJHXEejumPqLo2tfW93hW8xjsrCgebcSWNaHBjt4aqr53&#10;P9FBmB3CfP2UN3LZ201xjbK9+/TO3Y6H1xcwQoP8i/++P7zWf5jOFUBxdAa7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SPP7D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97619" w:rsidRDefault="00897619" w:rsidP="008976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PbccUA&#10;AADeAAAADwAAAGRycy9kb3ducmV2LnhtbERPTWsCMRC9F/ofwhR6q9m1UNrVKG1F2EsPbhWv42bc&#10;LCaTZZPq6q83gtDbPN7nTOeDs+JIfWg9K8hHGQji2uuWGwXr3+XLO4gQkTVaz6TgTAHms8eHKRba&#10;n3hFxyo2IoVwKFCBibErpAy1IYdh5DvixO197zAm2DdS93hK4c7KcZa9SYctpwaDHX0bqg/Vn1Ow&#10;qDo7XpfmK2w3P7udLS9L2i6Uen4aPicgIg3xX3x3lzrNf80/cri9k26Q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E9tx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97619" w:rsidRDefault="00897619" w:rsidP="008976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T3MMMA&#10;AADeAAAADwAAAGRycy9kb3ducmV2LnhtbERPTWsCMRC9C/0PYQq9abIWtF03SikKQk+1euhtSMbd&#10;1c1k2UR3/femUPA2j/c5xWpwjbhSF2rPGrKJAkFsvK251LD/2YzfQISIbLHxTBpuFGC1fBoVmFvf&#10;8zddd7EUKYRDjhqqGNtcymAqchgmviVO3NF3DmOCXSlth30Kd42cKjWTDmtODRW29FmROe8uTsNp&#10;I7+8UWgO+0O/tfPf9YwapfXL8/CxABFpiA/xv3tr0/zX7H0Kf++kG+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cT3M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97619" w:rsidRDefault="00897619" w:rsidP="008976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ChzMQA&#10;AADeAAAADwAAAGRycy9kb3ducmV2LnhtbERPTYvCMBC9C/6HMMLeNNXCotUo7oIgKx5WZdnj2Ixt&#10;aTMpSdT67zfCgrd5vM9ZrDrTiBs5X1lWMB4lIIhzqysuFJyOm+EUhA/IGhvLpOBBHlbLfm+BmbZ3&#10;/qbbIRQihrDPUEEZQptJ6fOSDPqRbYkjd7HOYIjQFVI7vMdw08hJkrxLgxXHhhJb+iwprw9Xo+D3&#10;uuPLPv1au4/wY7ujryfnaa3U26Bbz0EE6sJL/O/e6jg/Hc9SeL4Tb5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gocz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97619" w:rsidRDefault="00897619" w:rsidP="008976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TsysUA&#10;AADeAAAADwAAAGRycy9kb3ducmV2LnhtbERPS2sCMRC+C/0PYQRvmvVVdDVKLRR6EerjoLdxM+4u&#10;bibbJNWtv74RhN7m43vOfNmYSlzJ+dKygn4vAUGcWV1yrmC/++hOQPiArLGyTAp+ycNy8dKaY6rt&#10;jTd03YZcxBD2KSooQqhTKX1WkEHfszVx5M7WGQwRulxqh7cYbio5SJJXabDk2FBgTe8FZZftj1Gw&#10;mk5W318jXt83pyMdD6fLeOASpTrt5m0GIlAT/sVP96eO84f96Qge78Qb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VOzKxQAAAN4AAAAPAAAAAAAAAAAAAAAAAJgCAABkcnMv&#10;ZG93bnJldi54bWxQSwUGAAAAAAQABAD1AAAAigMAAAAA&#10;" fillcolor="black" stroked="f">
                  <v:textbox>
                    <w:txbxContent>
                      <w:p w:rsidR="00897619" w:rsidRDefault="00897619" w:rsidP="008976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5C+8QA&#10;AADeAAAADwAAAGRycy9kb3ducmV2LnhtbERPTUsDMRC9C/6HMEJvNluL0q5Ny1KQiqdtq/Q63Yyb&#10;xc1kSWK6/nsjCL3N433OajPaXiTyoXOsYDYtQBA3TnfcKng/vtwvQISIrLF3TAp+KMBmfXuzwlK7&#10;C+8pHWIrcgiHEhWYGIdSytAYshimbiDO3KfzFmOGvpXa4yWH214+FMWTtNhxbjA40NZQ83X4tgrS&#10;eVtX83RKZv/mq9a7evdxrpWa3I3VM4hIY7yK/92vOs+fz5aP8PdOvk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uQvv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97619" w:rsidRDefault="00897619" w:rsidP="008976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CYhcUA&#10;AADeAAAADwAAAGRycy9kb3ducmV2LnhtbERPTWvCQBC9F/wPyxS81U0shBpdpYiW1ktrLNTjkJ1m&#10;Q7OzIbvG6K93C4Xe5vE+Z7EabCN66nztWEE6SUAQl07XXCn4PGwfnkD4gKyxcUwKLuRhtRzdLTDX&#10;7sx76otQiRjCPkcFJoQ2l9KXhiz6iWuJI/ftOoshwq6SusNzDLeNnCZJJi3WHBsMtrQ2VP4UJ6vA&#10;p+vN185eZ/3xxfB78Wayj8ooNb4fnucgAg3hX/znftVx/mM6y+D3nXiD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0JiF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97619" w:rsidRDefault="00897619" w:rsidP="008976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97619" w:rsidRDefault="00897619" w:rsidP="008976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7619" w:rsidRDefault="00897619" w:rsidP="008976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7619" w:rsidRDefault="00897619" w:rsidP="008976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7619" w:rsidRDefault="00897619" w:rsidP="008976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7619" w:rsidRDefault="00897619" w:rsidP="008976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97619" w:rsidRDefault="00897619" w:rsidP="0089761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97619" w:rsidRDefault="00897619" w:rsidP="008976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97619" w:rsidRDefault="00897619" w:rsidP="008976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97619" w:rsidRDefault="00897619" w:rsidP="008976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7619" w:rsidRDefault="00897619" w:rsidP="008976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97619" w:rsidRDefault="00897619" w:rsidP="008976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7619" w:rsidRDefault="00897619" w:rsidP="008976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97619" w:rsidRPr="004A7D10" w:rsidRDefault="00897619" w:rsidP="0089761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97619" w:rsidRDefault="00897619" w:rsidP="0089761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97619" w:rsidRDefault="00897619" w:rsidP="00897619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№28</w:t>
      </w:r>
    </w:p>
    <w:p w:rsidR="00897619" w:rsidRPr="004460BB" w:rsidRDefault="00897619" w:rsidP="00897619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97619" w:rsidRPr="0060655C" w:rsidRDefault="00897619" w:rsidP="008976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897619" w:rsidRPr="0060655C" w:rsidRDefault="00897619" w:rsidP="008976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897619" w:rsidRPr="0060655C" w:rsidRDefault="00897619" w:rsidP="008976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897619" w:rsidRPr="0060655C" w:rsidRDefault="00897619" w:rsidP="008976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Іванюку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В.О.</w:t>
      </w:r>
    </w:p>
    <w:p w:rsidR="00897619" w:rsidRPr="0060655C" w:rsidRDefault="00897619" w:rsidP="008976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97619" w:rsidRPr="0060655C" w:rsidRDefault="00897619" w:rsidP="008976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</w:t>
      </w:r>
      <w:r>
        <w:rPr>
          <w:rFonts w:ascii="Times New Roman" w:eastAsia="Calibri" w:hAnsi="Times New Roman" w:cs="Times New Roman"/>
          <w:sz w:val="24"/>
          <w:szCs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», статей 12,  118, 121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Іванюка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В.О.,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897619" w:rsidRPr="004460BB" w:rsidRDefault="00897619" w:rsidP="008976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897619" w:rsidRPr="0060655C" w:rsidRDefault="00897619" w:rsidP="008976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Іванюку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Володимиру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Олександровичу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95FE5">
        <w:rPr>
          <w:rFonts w:ascii="Times New Roman" w:eastAsia="Calibri" w:hAnsi="Times New Roman" w:cs="Times New Roman"/>
          <w:sz w:val="24"/>
          <w:szCs w:val="24"/>
          <w:lang w:val="en-US"/>
        </w:rPr>
        <w:t>__________</w:t>
      </w:r>
      <w:bookmarkStart w:id="0" w:name="_GoBack"/>
      <w:bookmarkEnd w:id="0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0,0600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га,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 яка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ради в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селі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по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вулиці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Лесі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</w:p>
    <w:p w:rsidR="00897619" w:rsidRPr="0060655C" w:rsidRDefault="00897619" w:rsidP="008976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Іванюку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В.О.,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проект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97619" w:rsidRPr="0060655C" w:rsidRDefault="00897619" w:rsidP="0089761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897619" w:rsidRPr="0060655C" w:rsidRDefault="00897619" w:rsidP="008976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97619" w:rsidRPr="0060655C" w:rsidRDefault="00897619" w:rsidP="008976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97619" w:rsidRPr="0060655C" w:rsidRDefault="00897619" w:rsidP="008976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97619" w:rsidRPr="0060655C" w:rsidRDefault="00897619" w:rsidP="0089761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291B" w:rsidRPr="00897619" w:rsidRDefault="00897619" w:rsidP="0089761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                </w:t>
      </w:r>
      <w:proofErr w:type="spellStart"/>
      <w:r w:rsidRPr="0060655C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60655C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78291B" w:rsidRPr="00897619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40CF" w:rsidRDefault="009540CF">
      <w:pPr>
        <w:spacing w:after="0" w:line="240" w:lineRule="auto"/>
      </w:pPr>
      <w:r>
        <w:separator/>
      </w:r>
    </w:p>
  </w:endnote>
  <w:endnote w:type="continuationSeparator" w:id="0">
    <w:p w:rsidR="009540CF" w:rsidRDefault="009540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40CF" w:rsidRDefault="009540CF">
      <w:pPr>
        <w:spacing w:after="0" w:line="240" w:lineRule="auto"/>
      </w:pPr>
      <w:r>
        <w:separator/>
      </w:r>
    </w:p>
  </w:footnote>
  <w:footnote w:type="continuationSeparator" w:id="0">
    <w:p w:rsidR="009540CF" w:rsidRDefault="009540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619"/>
    <w:rsid w:val="006B4251"/>
    <w:rsid w:val="0078291B"/>
    <w:rsid w:val="00897619"/>
    <w:rsid w:val="009540CF"/>
    <w:rsid w:val="00F95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619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9761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897619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97619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7619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9761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897619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97619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4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2020-12-24T17:17:00Z</dcterms:created>
  <dcterms:modified xsi:type="dcterms:W3CDTF">2020-12-24T18:46:00Z</dcterms:modified>
</cp:coreProperties>
</file>