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34" w:rsidRPr="003B50D1" w:rsidRDefault="007B2434" w:rsidP="007B2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7B2434" w:rsidRPr="003B50D1" w:rsidRDefault="007B2434" w:rsidP="007B2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7B2434" w:rsidRPr="003B50D1" w:rsidRDefault="007B2434" w:rsidP="007B2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A4EE07" wp14:editId="594C58D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693" name="Группа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69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434" w:rsidRDefault="007B2434" w:rsidP="007B2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9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K7wMQA&#10;AADeAAAADwAAAGRycy9kb3ducmV2LnhtbERPyWrDMBC9F/IPYgK9NXLskiZOlBBKW3wIlCy+D9Z4&#10;IdbIWKrt/n1VKPQ2j7fO7jCZVgzUu8ayguUiAkFcWN1wpeB2fX9ag3AeWWNrmRR8k4PDfvaww1Tb&#10;kc80XHwlQgi7FBXU3neplK6oyaBb2I44cKXtDfoA+0rqHscQbloZR9FKGmw4NNTY0WtNxf3yZRTY&#10;5CM75VV8Tt74xfPxc13m00mpx/l03ILwNPl/8Z8702F+vNo8w+874Q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Su8D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qs+McA&#10;AADeAAAADwAAAGRycy9kb3ducmV2LnhtbERPTWsCMRC9F/ofwhR6kZqt0LVujSLC2upB0BZ6HTbT&#10;zdbNZEmibv31TUHobR7vc6bz3rbiRD40jhU8DjMQxJXTDdcKPt7Lh2cQISJrbB2Tgh8KMJ/d3kyx&#10;0O7MOzrtYy1SCIcCFZgYu0LKUBmyGIauI07cl/MWY4K+ltrjOYXbVo6yLJcWG04NBjtaGqoO+6NV&#10;8F1uzedyfFn5wWRHl0G5eW3XuVL3d/3iBUSkPv6Lr+43neaP8sk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arP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uWjsYA&#10;AADeAAAADwAAAGRycy9kb3ducmV2LnhtbESPwWrDMBBE74H+g9hCL6GRk4JJ3SjGlLoEX4KTfsBi&#10;bSxTa2UsJXb/PioUettlZufN7vLZ9uJGo+8cK1ivEhDEjdMdtwq+zuXzFoQPyBp7x6Tghzzk+4fF&#10;DjPtJq7pdgqtiCHsM1RgQhgyKX1jyKJfuYE4ahc3WgxxHVupR5xiuO3lJklSabHjSDA40Luh5vt0&#10;tRFyfMFjdZnO5eeME35UhpdFrdTT41y8gQg0h3/z3/VBx/qb9DW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uWj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mL8QA&#10;AADeAAAADwAAAGRycy9kb3ducmV2LnhtbERPTUvDQBC9C/0Pywje7MagqcZuS6kKRfBgFcTbkJ0m&#10;wezssjs28d93BcHbPN7nLNeTG9SRYuo9G7iaF6CIG297bg28vz1d3oJKgmxx8EwGfijBejU7W2Jt&#10;/civdNxLq3IIpxoNdCKh1jo1HTlMcx+IM3fw0aFkGFttI4453A26LIpKO+w5N3QYaNtR87X/dgZe&#10;xsfwvKhuDuEzXpc6PVj52IoxF+fT5h6U0CT/4j/3zub5ZXW3g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TJi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nZ8QA&#10;AADeAAAADwAAAGRycy9kb3ducmV2LnhtbESPzWrCQBDH7wXfYRnBS9GNCqKpq4jUIl7EjwcYsmM2&#10;NDsbslsT375zKPQ2w/w/frPe9r5WT2pjFdjAdJKBIi6Crbg0cL8dxktQMSFbrAOTgRdF2G4Gb2vM&#10;bej4Qs9rKpWEcMzRgEupybWOhSOPcRIaYrk9QusxydqW2rbYSbiv9SzLFtpjxdLgsKG9o+L7+uOl&#10;5DzH8+nR3Q5fPXb4eXL8vrsYMxr2uw9Qifr0L/5zH63gzxYr4ZV3ZAa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Ip2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AXxsQA&#10;AADeAAAADwAAAGRycy9kb3ducmV2LnhtbERPTUvDQBC9C/0Pywje7Mag0cZuS6kKRfBgFcTbkJ0m&#10;wezssjs28d93BcHbPN7nLNeTG9SRYuo9G7iaF6CIG297bg28vz1d3oFKgmxx8EwGfijBejU7W2Jt&#10;/civdNxLq3IIpxoNdCKh1jo1HTlMcx+IM3fw0aFkGFttI4453A26LIpKO+w5N3QYaNtR87X/dgZe&#10;xsfwfFvdHMJnvC51erDysRVjLs6nzT0ooUn+xX/unc3zy2qxg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AF8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5qMgA&#10;AADeAAAADwAAAGRycy9kb3ducmV2LnhtbESPT2vDMAzF74N+B6PCLmN11rI/ZHXLOjAtbDDWDXYV&#10;sZqExXKw3Sb99tVhsJuEnt57v+V69J06UUxtYAN3swIUcRVcy7WB7y97+wQqZWSHXWAycKYE69Xk&#10;aomlCwN/0mmfayUmnEo00OTcl1qnqiGPaRZ6YrkdQvSYZY21dhEHMfednhfFg/bYsiQ02NNrQ9Xv&#10;/ugNbD6GehFvqs0Y3g7bn3trnX23xlxPx5dnUJnG/C/++945qT9/LARAcGQGvbo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VDmo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WzMIA&#10;AADeAAAADwAAAGRycy9kb3ducmV2LnhtbERP3WrCMBS+H/gO4QjezdSyTalGEUdBxm6mPsChOTbV&#10;5qQksda3N4PB7s7H93tWm8G2oicfGscKZtMMBHHldMO1gtOxfF2ACBFZY+uYFDwowGY9ellhod2d&#10;f6g/xFqkEA4FKjAxdoWUoTJkMUxdR5y4s/MWY4K+ltrjPYXbVuZZ9iEtNpwaDHa0M1RdDzeroPzK&#10;v/vrTfvSbYc3S+/msvg0Sk3Gw3YJItIQ/8V/7r1O8/N5NoP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NbM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CRMUA&#10;AADeAAAADwAAAGRycy9kb3ducmV2LnhtbERPW2vCMBR+H/gfwhn4Mma6yi5Uo+ggKEwYcwNfD82x&#10;LWtOShJt/fdGGOztfHzXM18OthVn8qFxrOBpkoEgLp1puFLw860f30CEiGywdUwKLhRguRjdzbEw&#10;rucvOu9jJVIIhwIV1DF2hZShrMlimLiOOHFH5y3GBH0ljcc+hdtW5ln2Ii02nBpq7Oi9pvJ3f7IK&#10;1p99NfUP5XpwH8fN4Vlro3daqfH9sJqBiDTEf/Gfe2vS/Pw1y+H2Tr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gJ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btIM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p+/ZXP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btI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HrvMIA&#10;AADeAAAADwAAAGRycy9kb3ducmV2LnhtbERPzWrCQBC+F3yHZQq91V2jqSV1DUWwmKOpDzBkp0kw&#10;OxuzWxPf3i0UvM3H9zubfLKduNLgW8caFnMFgrhypuVaw+l7//oOwgdkg51j0nAjD/l29rTBzLiR&#10;j3QtQy1iCPsMNTQh9JmUvmrIop+7njhyP26wGCIcamkGHGO47WSi1Ju02HJsaLCnXUPVufy1Gla3&#10;8etSpme1N5YWxbIvOFSp1i/P0+cHiEBTeIj/3QcT5ydrtYK/d+IN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eu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9YiMQA&#10;AADeAAAADwAAAGRycy9kb3ducmV2LnhtbERPTWvCQBC9F/wPywi91Y0BrY1ZRQyW0lONqechOybB&#10;7GzIbjT++26h0Ns83uek29G04ka9aywrmM8iEMSl1Q1XCorT4WUFwnlkja1lUvAgB9vN5CnFRNs7&#10;H+mW+0qEEHYJKqi97xIpXVmTQTezHXHgLrY36APsK6l7vIdw08o4ipbSYMOhocaO9jWV13wwCobl&#10;OS748qm/8uzx/pYddk5+V0o9T8fdGoSn0f+L/9wfOsyPX6MF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fWI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24sYA&#10;AADeAAAADwAAAGRycy9kb3ducmV2LnhtbERPTWvCQBC9C/6HZYTedFMt0UZXUaFQPSjGevA2ZqdJ&#10;2uxsmt1q+u+7QqG3ebzPmS1aU4krNa60rOBxEIEgzqwuOVfwdnzpT0A4j6yxskwKfsjBYt7tzDDR&#10;9sYHuqY+FyGEXYIKCu/rREqXFWTQDWxNHLh32xj0ATa51A3eQrip5DCKYmmw5NBQYE3rgrLP9Nso&#10;OO0n8fN+tXn62O4uODL666zLWKmHXrucgvDU+n/xn/tVh/nDcRTD/Z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J24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dE7cMA&#10;AADeAAAADwAAAGRycy9kb3ducmV2LnhtbERPS4vCMBC+C/6HMMLeNLUuKtUo7srq4skXeB2asS02&#10;k9JktfrrjbDgbT6+50znjSnFlWpXWFbQ70UgiFOrC84UHA8/3TEI55E1lpZJwZ0czGft1hQTbW+8&#10;o+veZyKEsEtQQe59lUjp0pwMup6tiAN3trVBH2CdSV3jLYSbUsZRNJQGCw4NOVb0nVN62f8ZBY/h&#10;CbduHX8tB9rT/XO8spvtSqmPTrOYgPDU+Lf43/2rw/x4FI3g9U64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dE7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5McYA&#10;AADeAAAADwAAAGRycy9kb3ducmV2LnhtbESPzW7CQAyE75V4h5Ur9VY2jSg/gQWhikq9AWkfwMqa&#10;TUTWG7JbSPv0+FCpN1sznvm82gy+VVfqYxPYwMs4A0VcBduwM/D1+f48BxUTssU2MBn4oQib9ehh&#10;hYUNNz7StUxOSQjHAg3UKXWF1rGqyWMch45YtFPoPSZZe6dtjzcJ963Os2yqPTYsDTV29FZTdS6/&#10;vYFLyF/tUO5wf94tDo1zk8vvcWLM0+OwXYJKNKR/89/1hxX8fJYJr7wjM+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G5M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6QcQA&#10;AADeAAAADwAAAGRycy9kb3ducmV2LnhtbERPPW/CMBDdK/EfrEPqVhyoSkLAoLZSpaxAh46HfSSB&#10;+Bxil6T99RipUrd7ep+32gy2EVfqfO1YwXSSgCDWztRcKvjcfzxlIHxANtg4JgU/5GGzHj2sMDeu&#10;5y1dd6EUMYR9jgqqENpcSq8rsugnriWO3NF1FkOEXSlNh30Mt42cJclcWqw5NlTY0ntF+rz7tgqK&#10;+kAvc31c2OxNb79+L+E5PRmlHsfD6xJEoCH8i//chYnzZ2mygPs78Qa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Bek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81sUA&#10;AADeAAAADwAAAGRycy9kb3ducmV2LnhtbERPTWvCQBC9F/wPywi91Y052BpdpRYKlraCtuh1yI7Z&#10;0OxsyG5j/PedQ8HbzLyPeW+5HnyjeupiHdjAdJKBIi6Drbky8P31+vAEKiZki01gMnClCOvV6G6J&#10;hQ0X3lN/SJUSE44FGnAptYXWsXTkMU5CSyzYOXQek6xdpW2HFzH3jc6zbKY91iwfHLb04qj8Ofx6&#10;Az3urtnJbT7nb/VHme82x3crd3M/Hp4XoBIN6Ub+V2+txM8fp1JA6sgM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7z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G18MA&#10;AADeAAAADwAAAGRycy9kb3ducmV2LnhtbERPPU/DMBDdkfofrKvERp1kABTqVqhSK0YIDB2P+Bqn&#10;xHeRbZrAr8dISGz39D5vvZ39oC4UYi9soFwVoIhbsT13Bt5e9zf3oGJCtjgIk4EvirDdLK7WWFuZ&#10;+IUuTepUDuFYowGX0lhrHVtHHuNKRuLMnSR4TBmGTtuAUw73g66K4lZ77Dk3OBxp56j9aD69genQ&#10;vp+r09G67zDKvnmWczWIMdfL+fEBVKI5/Yv/3E82z6/uyhJ+38k3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LG1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hIt8QA&#10;AADeAAAADwAAAGRycy9kb3ducmV2LnhtbERPS2sCMRC+C/6HMEJvmnUPKluj+IRSFNHW+7iZ7m5N&#10;Jssm1fXfNwWht/n4njOdt9aIGzW+cqxgOEhAEOdOV1wo+PzY9icgfEDWaByTggd5mM+6nSlm2t35&#10;SLdTKEQMYZ+hgjKEOpPS5yVZ9ANXE0fuyzUWQ4RNIXWD9xhujUyTZCQtVhwbSqxpVVJ+Pf1YBdvD&#10;2nyn++PiLMNqM76YyftyvVPqpdcuXkEEasO/+Ol+03F+Oh6m8PdOv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oSL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IwuMYA&#10;AADeAAAADwAAAGRycy9kb3ducmV2LnhtbERP22rCQBB9L/Qflin0RXSTSFVS11AEUaGFeoG+jtlp&#10;EpKdDdltjH/fLQh9m8O5zjIbTCN66lxlWUE8iUAQ51ZXXCg4nzbjBQjnkTU2lknBjRxkq8eHJaba&#10;XvlA/dEXIoSwS1FB6X2bSunykgy6iW2JA/dtO4M+wK6QusNrCDeNTKJoJg1WHBpKbGldUl4ff4yC&#10;/vP9Uux61+7rxci9TC/b7Yf+Uur5aXh7BeFp8P/iu3unw/xkHk/h751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Iwu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2434" w:rsidRDefault="007B2434" w:rsidP="007B243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fW0cYA&#10;AADeAAAADwAAAGRycy9kb3ducmV2LnhtbERPTWvCQBC9F/wPywi9NRuDbTW6igqFXoRqe6i3MTsm&#10;wexs3N1q6q/vCgVv83ifM513phFncr62rGCQpCCIC6trLhV8fb49jUD4gKyxsUwKfsnDfNZ7mGKu&#10;7YU3dN6GUsQQ9jkqqEJocyl9UZFBn9iWOHIH6wyGCF0ptcNLDDeNzNL0RRqsOTZU2NKqouK4/TEK&#10;luPR8vQx5PV1s9/R7nt/fM5cqtRjv1tMQATqwl38737XcX72OhjC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fW0cYAAADeAAAADwAAAAAAAAAAAAAAAACYAgAAZHJz&#10;L2Rvd25yZXYueG1sUEsFBgAAAAAEAAQA9QAAAIsDAAAAAA==&#10;" fillcolor="black" stroked="f">
                  <v:textbox>
                    <w:txbxContent>
                      <w:p w:rsidR="007B2434" w:rsidRDefault="007B2434" w:rsidP="007B243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h9SsYA&#10;AADeAAAADwAAAGRycy9kb3ducmV2LnhtbERPS2vCQBC+F/wPywje6saANqSuUh8FoXrQ9tDjNDtN&#10;lmRnQ3arsb/eFQq9zcf3nPmyt404U+eNYwWTcQKCuHDacKng4/31MQPhA7LGxjEpuJKH5WLwMMdc&#10;uwsf6XwKpYgh7HNUUIXQ5lL6oiKLfuxa4sh9u85iiLArpe7wEsNtI9MkmUmLhmNDhS2tKyrq049V&#10;8Pk2M9nRUPq1/11t9X5arw6bWqnRsH95BhGoD//iP/dOx/np02QK93fiD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h9S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OD8QA&#10;AADeAAAADwAAAGRycy9kb3ducmV2LnhtbERPS2sCMRC+F/wPYYTeNKsHla1RpFLaSw/1gddhM91s&#10;dzNZk6irv94IQm/z8T1nvuxsI87kQ+VYwWiYgSAunK64VLDbfgxmIEJE1tg4JgVXCrBc9F7mmGt3&#10;4R86b2IpUgiHHBWYGNtcylAYshiGriVO3K/zFmOCvpTa4yWF20aOs2wiLVacGgy29G6oqDcnq8Cv&#10;Duv6xqd9nd2+r+HzrzvO0Cj12u9WbyAidfFf/HR/6TR/PB1N4PF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Yjg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d38QA&#10;AADeAAAADwAAAGRycy9kb3ducmV2LnhtbERP22rCQBB9L/Qflin0pejGPDQaXaUUCoVKwcsHjNkx&#10;Ce7OhuxUY7++WxB8m8O5zmI1eKfO1Mc2sIHJOANFXAXbcm1gv/sYTUFFQbboApOBK0VYLR8fFlja&#10;cOENnbdSqxTCsUQDjUhXah2rhjzGceiIE3cMvUdJsK+17fGSwr3TeZa9ao8tp4YGO3pvqDptf7wB&#10;lx/c7KuIa7nu9Tr79bJ5+bbGPD8Nb3NQQoPcxTf3p03z82JSwP876Qa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nd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I98cA&#10;AADeAAAADwAAAGRycy9kb3ducmV2LnhtbESPQU/DMAyF70j7D5EncWPpegBUlk3ANKmXHShDu3qN&#10;aSoSp2rC1vHr8QGJm633/N7n1WYKXp1pTH1kA8tFAYq4jbbnzsDhfXf3CCplZIs+Mhm4UoLNenaz&#10;wsrGC7/RucmdkhBOFRpwOQ+V1ql1FDAt4kAs2mccA2ZZx07bES8SHrwui+JeB+xZGhwO9Oqo/Wq+&#10;g4FtM/jyULuXdPzYn06+/tnRcWvM7Xx6fgKVacr/5r/r2gp++bAUXnlHZ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qSP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fWsIA&#10;AADeAAAADwAAAGRycy9kb3ducmV2LnhtbERPS4vCMBC+C/sfwizsTRM9+KhGWRYFYU++Dt6GZGyr&#10;zaQ00Xb//UYQvM3H95zFqnOVeFATSs8ahgMFgth4W3Ku4XjY9KcgQkS2WHkmDX8UYLX86C0ws77l&#10;HT32MRcphEOGGooY60zKYApyGAa+Jk7cxTcOY4JNLm2DbQp3lRwpNZYOS04NBdb0U5C57e9Ow3Uj&#10;f71RaE7HU7u1k/N6TJXS+uuz+56DiNTFt/jl3to0fzQZzuD5Trp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19a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3PHccA&#10;AADeAAAADwAAAGRycy9kb3ducmV2LnhtbESPQWvCQBCF70L/wzKF3nRjCq2krmILhWLxUBXpccyO&#10;SUh2NuyuGv+9cyj0NsO8ee998+XgOnWhEBvPBqaTDBRx6W3DlYH97nM8AxUTssXOMxm4UYTl4mE0&#10;x8L6K//QZZsqJSYcCzRQp9QXWseyJodx4ntiuZ18cJhkDZW2Aa9i7jqdZ9mLdtiwJNTY00dNZbs9&#10;OwO/528+bZ7Xq/CeDn7YxTY/zlpjnh6H1RuoREP6F/99f1mpn7/mAiA4MoNe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dzx3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B2434" w:rsidRDefault="007B2434" w:rsidP="007B243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/9MYA&#10;AADeAAAADwAAAGRycy9kb3ducmV2LnhtbERPS2sCMRC+F/wPYQRvNevSVl2NUguCl0J9HPQ2bsbd&#10;xc1km0Td9tc3QsHbfHzPmc5bU4srOV9ZVjDoJyCIc6srLhTstsvnEQgfkDXWlknBD3mYzzpPU8y0&#10;vfGarptQiBjCPkMFZQhNJqXPSzLo+7YhjtzJOoMhQldI7fAWw00t0yR5kwYrjg0lNvRRUn7eXIyC&#10;xXi0+P564c/f9fFAh/3x/Jq6RKlet32fgAjUhof4373ScX46TAdwfyf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y/9MYAAADeAAAADwAAAAAAAAAAAAAAAACYAgAAZHJz&#10;L2Rvd25yZXYueG1sUEsFBgAAAAAEAAQA9QAAAIsDAAAAAA==&#10;" fillcolor="black" stroked="f">
                  <v:textbox>
                    <w:txbxContent>
                      <w:p w:rsidR="007B2434" w:rsidRDefault="007B2434" w:rsidP="007B243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qKcMA&#10;AADeAAAADwAAAGRycy9kb3ducmV2LnhtbERPS0sDMRC+C/0PYQrebNYVtGyblqUgiqftQ7xON9PN&#10;4mayJDFd/70RBG/z8T1nvZ3sIBL50DtWcL8oQBC3TvfcKTgdn++WIEJE1jg4JgXfFGC7md2ssdLu&#10;yntKh9iJHMKhQgUmxrGSMrSGLIaFG4kzd3HeYszQd1J7vOZwO8iyKB6lxZ5zg8GRdobaz8OXVZDO&#10;u6Z+SB/J7N983XnXvLyfG6Vu51O9AhFpiv/iP/erzvPLp7KE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gqK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B2434" w:rsidRDefault="007B2434" w:rsidP="007B243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jLu8UA&#10;AADeAAAADwAAAGRycy9kb3ducmV2LnhtbERPTWvCQBC9C/0PyxS81Y0RrE1dRaQt2os2Cu1xyE6z&#10;wexsyG5j9Nd3CwVv83ifM1/2thYdtb5yrGA8SkAQF05XXCo4Hl4fZiB8QNZYOyYFF/KwXNwN5php&#10;d+YP6vJQihjCPkMFJoQmk9IXhiz6kWuII/ftWoshwraUusVzDLe1TJNkKi1WHBsMNrQ2VJzyH6vA&#10;j9cvn+/2+tR9vRne5Vsz3ZdGqeF9v3oGEagPN/G/e6Pj/PQxncD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Mu7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B2434" w:rsidRDefault="007B2434" w:rsidP="007B243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B2434" w:rsidRPr="003B50D1" w:rsidRDefault="007B2434" w:rsidP="007B2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B2434" w:rsidRPr="003B50D1" w:rsidRDefault="007B2434" w:rsidP="007B2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7B2434" w:rsidRPr="003B50D1" w:rsidRDefault="007B2434" w:rsidP="007B24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B2434" w:rsidRPr="003B50D1" w:rsidRDefault="007B2434" w:rsidP="007B2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7B2434" w:rsidRPr="003B50D1" w:rsidRDefault="007B2434" w:rsidP="007B2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B2434" w:rsidRPr="003B50D1" w:rsidRDefault="007B2434" w:rsidP="007B24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7B2434" w:rsidRPr="003B50D1" w:rsidRDefault="007B2434" w:rsidP="007B24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B2434" w:rsidRPr="003B50D1" w:rsidRDefault="007B2434" w:rsidP="007B24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2434" w:rsidRPr="003B50D1" w:rsidRDefault="007B2434" w:rsidP="007B24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B2434" w:rsidRPr="003B50D1" w:rsidRDefault="007B2434" w:rsidP="007B24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B2434" w:rsidRPr="003B50D1" w:rsidRDefault="007B2434" w:rsidP="007B243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B2434" w:rsidRPr="003B50D1" w:rsidRDefault="007B2434" w:rsidP="007B243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Поліщуку М. Г.</w:t>
      </w: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Поліщука М. Г.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Поліщуку Миколі Григоровичу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 0,2519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Поліщуку Миколі Григоровичу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528DB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2528D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0,2519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6823986800:02:001:0050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2434" w:rsidRPr="003B50D1" w:rsidRDefault="007B2434" w:rsidP="007B24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Поліщуку М. Г.,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B2434" w:rsidRPr="003B50D1" w:rsidRDefault="007B2434" w:rsidP="007B24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  <w:szCs w:val="24"/>
        </w:rPr>
        <w:t>а та благоустрою (Денисюк Т.В.)</w:t>
      </w:r>
    </w:p>
    <w:p w:rsidR="007B2434" w:rsidRPr="003B50D1" w:rsidRDefault="007B2434" w:rsidP="007B243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0C0C35" w:rsidRPr="007B2434" w:rsidRDefault="000C0C35"/>
    <w:sectPr w:rsidR="000C0C35" w:rsidRPr="007B24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34"/>
    <w:rsid w:val="000C0C35"/>
    <w:rsid w:val="002528DB"/>
    <w:rsid w:val="007B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3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3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2022-02-11T13:38:00Z</dcterms:created>
  <dcterms:modified xsi:type="dcterms:W3CDTF">2022-02-14T07:37:00Z</dcterms:modified>
</cp:coreProperties>
</file>