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0B59" w:rsidRPr="00062C82" w:rsidRDefault="00110B59" w:rsidP="00110B59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110B59" w:rsidRPr="00062C82" w:rsidRDefault="00110B59" w:rsidP="00110B59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110B59" w:rsidRPr="00062C82" w:rsidRDefault="00013781" w:rsidP="00110B5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013781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8IisUA&#10;AADdAAAADwAAAGRycy9kb3ducmV2LnhtbESPT4vCMBTE74LfITxhb2uqxV1bjSKyKx6ExT+9P5pn&#10;W2xeSpPV+u2NIHgcZuY3zHzZmVpcqXWVZQWjYQSCOLe64kLB6fj7OQXhPLLG2jIpuJOD5aLfm2Oq&#10;7Y33dD34QgQIuxQVlN43qZQuL8mgG9qGOHhn2xr0QbaF1C3eAtzUchxFX9JgxWGhxIbWJeWXw79R&#10;YOPNdpcV4338w9+eV3/Tc9btlPoYdKsZCE+df4df7a1WMEmSGJ5vwhOQi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wi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BU8MgA&#10;AADdAAAADwAAAGRycy9kb3ducmV2LnhtbESPQUsDMRSE74L/ITzBS7HZim3dtWmRwmrrobBV8PrY&#10;PDdrNy9LEtu1v94IgsdhZr5hFqvBduJIPrSOFUzGGQji2umWGwVvr+XNPYgQkTV2jknBNwVYLS8v&#10;Flhod+KKjvvYiAThUKACE2NfSBlqQxbD2PXEyftw3mJM0jdSezwluO3kbZbNpMWW04LBntaG6sP+&#10;yyr4LHfmfT0/P/lRXtF5VL48d9uZUtdXw+MDiEhD/A//tTdawTTP7+D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wFT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TFMUA&#10;AADdAAAADwAAAGRycy9kb3ducmV2LnhtbESP32rCMBTG7wd7h3AGuxkz3aRjVmMpQ0V6U9Q9wKE5&#10;NsXmpDTRdm+/CINdfnx/fnyrfLKduNHgW8cK3mYJCOLa6ZYbBd+n7esnCB+QNXaOScEPecjXjw8r&#10;zLQb+UC3Y2hEHGGfoQITQp9J6WtDFv3M9cTRO7vBYohyaKQecIzjtpPvSfIhLbYcCQZ7+jJUX45X&#10;GyHVHKvyPJ62uwlH3JSGX4qDUs9PU7EEEWgK/+G/9l4rSBeLFO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JMU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3Yw8YA&#10;AADdAAAADwAAAGRycy9kb3ducmV2LnhtbESPQUsDMRSE70L/Q3gFbzZrsVu7Ni1SFUTooVUQb4/N&#10;6+7i5iUkz+76740geBxm5htmvR1dr84UU+fZwPWsAEVce9txY+Dt9enqFlQSZIu9ZzLwTQm2m8nF&#10;GivrBz7Q+SiNyhBOFRpoRUKldapbcphmPhBn7+SjQ8kyNtpGHDLc9XpeFKV22HFeaDHQrqX68/jl&#10;DOyHx/CyLBen8BFv5jo9WHnfiTGX0/H+DpTQKP/hv/azNbBYrUr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3Yw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o+MMA&#10;AADdAAAADwAAAGRycy9kb3ducmV2LnhtbESP24rCMBRF34X5h3AG5kU0HQdv1Sgio4gv4uUDDs2x&#10;KTYnpcnYzt8bQfBxsy+LPV+2thR3qn3hWMF3PwFBnDldcK7gct70JiB8QNZYOiYF/+RhufjozDHV&#10;ruEj3U8hF3GEfYoKTAhVKqXPDFn0fVcRR+/qaoshyjqXusYmjttSDpJkJC0WHAkGK1obym6nPxsh&#10;hx887K/NebNtscHfveHu6qjU12e7moEI1IZ3+NXeaQXD6XQ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qo+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7pKsQA&#10;AADdAAAADwAAAGRycy9kb3ducmV2LnhtbERPTWsCMRC9C/0PYQRvNatUW7dGKVahFHqoLZTehs24&#10;u3QzCcnobv99cyh4fLzv9XZwnbpQTK1nA7NpAYq48rbl2sDnx+H2AVQSZIudZzLwSwm2m5vRGkvr&#10;e36ny1FqlUM4lWigEQml1qlqyGGa+kCcuZOPDiXDWGsbsc/hrtPzolhqhy3nhgYD7Rqqfo5nZ+Ct&#10;34fX++XiFL7j3VynZytfOzFmMh6eHkEJDXIV/7tfrIHFapX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u6S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sz8cA&#10;AADdAAAADwAAAGRycy9kb3ducmV2LnhtbESPzWrDMBCE74W8g9hCLyGR25IQu1FCUhANtFDyA70u&#10;1sY2tVZGUmP37aNCoMdhZr5hluvBtuJCPjSOFTxOMxDEpTMNVwpORz1ZgAgR2WDrmBT8UoD1anS3&#10;xMK4nvd0OcRKJAiHAhXUMXaFlKGsyWKYuo44eWfnLcYkfSWNxz7BbSufsmwuLTacFmrs6LWm8vvw&#10;YxVsP/vq2Y/L7eDez29fM62N/tBKPdwPmxcQkYb4H761d0bBLM9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i7M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+hL8AA&#10;AADdAAAADwAAAGRycy9kb3ducmV2LnhtbERPzWoCMRC+F3yHMIK3mihWZDWKWBZK6aXqAwybcbO6&#10;mSxJXNe3N4dCjx/f/2Y3uFb0FGLjWcNsqkAQV940XGs4n8r3FYiYkA22nknDkyLstqO3DRbGP/iX&#10;+mOqRQ7hWKAGm1JXSBkrSw7j1HfEmbv44DBlGGppAj5yuGvlXKmldNhwbrDY0cFSdTvenYbye/7T&#10;3+4mlH4/LBx92Ovq02o9GQ/7NYhEQ/oX/7m/jIalUnl/fpOfgNy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T+hL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e8cYA&#10;AADdAAAADwAAAGRycy9kb3ducmV2LnhtbESPQWsCMRSE74X+h/AKXkpNrFTK1ii1EBQsSK3g9bF5&#10;7i7dvCxJ6q7/3giFHoeZ+YaZLwfXijOF2HjWMBkrEMSltw1XGg7f5ukVREzIFlvPpOFCEZaL+7s5&#10;Ftb3/EXnfapEhnAsUEOdUldIGcuaHMax74izd/LBYcoyVNIG7DPctfJZqZl02HBeqLGjj5rKn/2v&#10;07Da9dU0PJarwW9P6+OLMdZ8Gq1HD8P7G4hEQ/oP/7U3VsNMqQnc3u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te8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w8MA&#10;AADdAAAADwAAAGRycy9kb3ducmV2LnhtbESP0WoCMRRE3wv9h3ALfauJi4psjSItCyJ90fYDLpvb&#10;zermZkniuv17UxB8HGbmDLPajK4TA4XYetYwnSgQxLU3LTcafr6rtyWImJANdp5Jwx9F2Kyfn1ZY&#10;Gn/lAw3H1IgM4ViiBptSX0oZa0sO48T3xNn79cFhyjI00gS8ZrjrZKHUQjpsOS9Y7OnDUn0+XpyG&#10;al98DeeLCZXfjjNHc3taflqtX1/G7TuIRGN6hO/tndGwUKqA/zf5Cc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Gaw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glfsIA&#10;AADdAAAADwAAAGRycy9kb3ducmV2LnhtbESP3YrCMBSE7wXfIRzBO03qH0s1yiJ0WS+t+wCH5tgW&#10;m5Nuk7X17c2C4OUwM98wu8NgG3GnzteONSRzBYK4cKbmUsPPJZt9gPAB2WDjmDQ8yMNhPx7tMDWu&#10;5zPd81CKCGGfooYqhDaV0hcVWfRz1xJH7+o6iyHKrpSmwz7CbSMXSm2kxZrjQoUtHSsqbvmf1bB6&#10;9F+/+fqmMmMpOS3bE4dirfV0MnxuQQQawjv8an8bDRullvD/Jj4BuX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qCV+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kFsUA&#10;AADdAAAADwAAAGRycy9kb3ducmV2LnhtbESPQWvCQBSE7wX/w/IEb3XXUEKbukpQLNJTm6rnR/aZ&#10;hGbfhuwmxn/fLRR6HGbmG2a9nWwrRup941jDaqlAEJfONFxpOH0dHp9B+IBssHVMGu7kYbuZPawx&#10;M+7GnzQWoRIRwj5DDXUIXSalL2uy6JeuI47e1fUWQ5R9JU2Ptwi3rUyUSqXFhuNCjR3taiq/i8Fq&#10;GNJLcuLru/ko9ve3l/0h9/Jcab2YT/kriEBT+A//tY9GQ6rUE/y+i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06Q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+isgA&#10;AADdAAAADwAAAGRycy9kb3ducmV2LnhtbESPzW7CMBCE70h9B2srcQOb0kaQYlBBQio9FPHTQ2/b&#10;eEnSxus0NpC+Pa6ExHE0M99oJrPWVuJEjS8daxj0FQjizJmScw373bI3AuEDssHKMWn4Iw+z6V1n&#10;gqlxZ97QaRtyESHsU9RQhFCnUvqsIIu+72ri6B1cYzFE2eTSNHiOcFvJB6USabHkuFBgTYuCsp/t&#10;0Wr4WI+S8Xq+evx+e//CoTW/n6ZMtO7ety/PIAK14Ra+tl+NhkSpJ/h/E5+AnF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H6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YiDsQA&#10;AADdAAAADwAAAGRycy9kb3ducmV2LnhtbESPS4vCQBCE7wv+h6EFb+vEByFER1mVVfHkY2GvTaZN&#10;wmZ6QmZWo7/eEQSPRVV9RU3nranEhRpXWlYw6EcgiDOrS84V/Jy+PxMQziNrrCyTghs5mM86H1NM&#10;tb3ygS5Hn4sAYZeigsL7OpXSZQUZdH1bEwfvbBuDPsgml7rBa4CbSg6jKJYGSw4LBda0LCj7O/4b&#10;Bff4F/duM1ysRtrTbZys7W6/VqrXbb8mIDy1/h1+tbdaQRyI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WIg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ULcQA&#10;AADdAAAADwAAAGRycy9kb3ducmV2LnhtbESP3WoCMRSE74W+QziF3mlS8XdrFBELvbOuPsBhc8wu&#10;bk7WTarbPr0RCl4OM/MNs1h1rhZXakPlWcP7QIEgLryp2Go4Hj77MxAhIhusPZOGXwqwWr70FpgZ&#10;f+M9XfNoRYJwyFBDGWOTSRmKkhyGgW+Ik3fyrcOYZGulafGW4K6WQ6Um0mHFaaHEhjYlFef8x2m4&#10;+OHYdPkWd+ft/LuydnT524+0fnvt1h8gInXxGf5vfxkNE6Wm8HiTnoB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C1C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KN8IA&#10;AADdAAAADwAAAGRycy9kb3ducmV2LnhtbERPy04CMRTdm/gPzTVxB60SRximECExYQu4YHlp7zx0&#10;ejtOC4x8PV2QuDw572I5uFacqQ+NZw0vYwWC2HjbcKXha/85moIIEdli65k0/FGA5eLxocDc+gtv&#10;6byLlUghHHLUUMfY5VIGU5PDMPYdceJK3zuMCfaVtD1eUrhr5atSmXTYcGqosaN1TeZnd3IaNs2R&#10;3jJTztx0ZbaH62+cvH9brZ+fho85iEhD/Bff3RurIVMqzU1v0hO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vMo3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/mcWMEA&#10;AADdAAAADwAAAGRycy9kb3ducmV2LnhtbERPTWsCMRC9F/wPYQRvNdGD6GoUFQotWqEqeh0242Zx&#10;M1k26br++6ZQ6PF98xarzlWipSaUnjWMhgoEce5NyYWG8+ntdQoiRGSDlWfS8KQAq2XvZYGZ8Q/+&#10;ovYYC5FKOGSowcZYZ1KG3JLDMPQ1cdJuvnEYE2wKaRp8pHJXybFSE+mw5LRgsaatpfx+/HYaWjw8&#10;1dVuPmcf5T4fHzaXnUm8HvS79RxEpC7+m//S70bDRKkZ/L5JT0Au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5nF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EdeMEA&#10;AADdAAAADwAAAGRycy9kb3ducmV2LnhtbERPPW/CMBDdkfofrKvUDRwyIJRiUFWJqiMNHTpe4yMO&#10;je8i2yWBX4+HSh2f3vdmN/leXSjETtjAclGAIm7Edtwa+Dzu52tQMSFb7IXJwJUi7LYPsw1WVkb+&#10;oEudWpVDOFZowKU0VFrHxpHHuJCBOHMnCR5ThqHVNuCYw32vy6JYaY8d5waHA706an7qX29gfGu+&#10;z+Xpy7pbGGRfH+Rc9mLM0+P08gwq0ZT+xX/ud2tgVSzz/vwmPwG9v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hHXj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b+RMYA&#10;AADdAAAADwAAAGRycy9kb3ducmV2LnhtbESPT2sCMRTE7wW/Q3hCbzW7HqxsjeKfClIsotb7c/O6&#10;uzV5WTZR129vhILHYWZ+w4wmrTXiQo2vHCtIewkI4tzpigsFP/vl2xCED8gajWNScCMPk3HnZYSZ&#10;dlfe0mUXChEh7DNUUIZQZ1L6vCSLvudq4uj9usZiiLIppG7wGuHWyH6SDKTFiuNCiTXNS8pPu7NV&#10;sNwszF//ezs9yDD/fD+a4ddssVbqtdtOP0AEasMz/N9eaQWDJE3h8SY+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b+R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OtisYA&#10;AADdAAAADwAAAGRycy9kb3ducmV2LnhtbESP3YrCMBSE7wXfIRzBG1lTXSzSNYoIogsr+LOwt8fm&#10;2Babk9LEWt/eLAheDjPzDTNbtKYUDdWusKxgNIxAEKdWF5wp+D2tP6YgnEfWWFomBQ9ysJh3OzNM&#10;tL3zgZqjz0SAsEtQQe59lUjp0pwMuqGtiIN3sbVBH2SdSV3jPcBNKcdRFEuDBYeFHCta5ZRejzej&#10;oNn/nLNt46rv63TgJp/nzWan/5Tq99rlFwhPrX+HX+2tVhBHozH8vw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nOti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502McA&#10;AADdAAAADwAAAGRycy9kb3ducmV2LnhtbESPQWsCMRSE74L/IbxCb5poW9HVKFoo9CJU60Fvz83r&#10;7uLmZZukuvrrTaHQ4zAz3zCzRWtrcSYfKscaBn0Fgjh3puJCw+7zrTcGESKywdoxabhSgMW825lh&#10;ZtyFN3TexkIkCIcMNZQxNpmUIS/JYui7hjh5X85bjEn6QhqPlwS3tRwqNZIWK04LJTb0WlJ+2v5Y&#10;DavJePX98czr2+Z4oMP+eHoZeqX140O7nIKI1Mb/8F/73WgYqcET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edNjHAAAA3QAAAA8AAAAAAAAAAAAAAAAAmAIAAGRy&#10;cy9kb3ducmV2LnhtbFBLBQYAAAAABAAEAPUAAACMAwAAAAA=&#10;" fillcolor="black" stroked="f"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4vosgA&#10;AADdAAAADwAAAGRycy9kb3ducmV2LnhtbESPS2vDMBCE74X8B7GF3ho5oTXGiRKaR6GQ5JDHIcet&#10;tbWFrZWx1MTtr68ChRyHmfmGmc5724gLdd44VjAaJiCIC6cNlwpOx/fnDIQPyBobx6TghzzMZ4OH&#10;KebaXXlPl0MoRYSwz1FBFUKbS+mLiiz6oWuJo/flOoshyq6UusNrhNtGjpMklRYNx4UKW1pWVNSH&#10;b6vgvElNtjc0/tz+LtZ6+1ovdqtaqafH/m0CIlAf7uH/9odWkCajF7i9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Xi+i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e0jMUA&#10;AADdAAAADwAAAGRycy9kb3ducmV2LnhtbESPQWsCMRSE70L/Q3iCN00sVGRrFLGU9uKh2tLrY/Pc&#10;rLt52SZRV399Uyh4HGbmG2ax6l0rzhRi7VnDdKJAEJfe1Fxp+Ny/jucgYkI22HomDVeKsFo+DBZY&#10;GH/hDzrvUiUyhGOBGmxKXSFlLC05jBPfEWfv4IPDlGWopAl4yXDXykelZtJhzXnBYkcbS2WzOzkN&#10;Yf390tz49NWo2/Ya3479zxyt1qNhv34GkahP9/B/+91omKnpE/y9y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97SM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GPScYA&#10;AADdAAAADwAAAGRycy9kb3ducmV2LnhtbESPUUsDMRCE3wX/Q1jBF7FJ+3DWs2kRQRBahF77A9bL&#10;eneYbI7L2l7765uC4OMwM98wi9UYvDrQkLrIFqYTA4q4jq7jxsJ+9/44B5UE2aGPTBZOlGC1vL1Z&#10;YOnikbd0qKRRGcKpRAutSF9qneqWAqZJ7Imz9x2HgJLl0Gg34DHDg9czYwodsOO80GJPby3VP9Vv&#10;sOBnX/55/ZQ2ctrrjTkH2T58Omvv78bXF1BCo/yH/9ofzkJhpgVc3+QnoJ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GPS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EllsYA&#10;AADdAAAADwAAAGRycy9kb3ducmV2LnhtbESPQWvCQBSE7wX/w/IEb3WjBy1pNtIqQi49NLV4fWZf&#10;s6G7b0N21dhf3xUKPQ4z8w1TbEZnxYWG0HlWsJhnIIgbrztuFRw+9o9PIEJE1mg9k4IbBdiUk4cC&#10;c+2v/E6XOrYiQTjkqMDE2OdShsaQwzD3PXHyvvzgMCY5tFIPeE1wZ+Uyy1bSYcdpwWBPW0PNd312&#10;CnZ1b5eHyryG4+fb6WSrnz0dd0rNpuPLM4hIY/wP/7UrrWCVLdZwf5OegCx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Ell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n+VcEA&#10;AADdAAAADwAAAGRycy9kb3ducmV2LnhtbERPPWvDMBDdC/kP4gLZGskd3OJGCSHEEMhU1xm6HdLF&#10;dmKdjKXG7r+vhkLHx/ve7GbXiweNofOsIVsrEMTG244bDfVn+fwGIkRki71n0vBDAXbbxdMGC+sn&#10;/qBHFRuRQjgUqKGNcSikDKYlh2HtB+LEXf3oMCY4NtKOOKVw18sXpXLpsOPU0OJAh5bMvfp2Gm6l&#10;PHuj0Fzqy3Syr1/HnHql9Wo5799BRJrjv/jPfbIacpWluelNeg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a5/lX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z54MYA&#10;AADdAAAADwAAAGRycy9kb3ducmV2LnhtbESPT2vCQBTE7wW/w/IEb3WjgmiajahQKC09VKX0+Jp9&#10;+UOyb8PuGtNv3y0UPA4z8xsm242mEwM531hWsJgnIIgLqxuuFFzOz48bED4ga+wsk4If8rDLJw8Z&#10;ptre+IOGU6hEhLBPUUEdQp9K6YuaDPq57YmjV1pnMETpKqkd3iLcdHKZJGtpsOG4UGNPx5qK9nQ1&#10;Cr6ub1y+r1737hA+7Xj27fJ70yo1m477JxCBxnAP/7dftIJ1stjC35v4B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z54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AgEsQA&#10;AADdAAAADwAAAGRycy9kb3ducmV2LnhtbERPy2oCMRTdF/yHcAvd1aSDFZ0aRQtCNwVfC91dJ7cz&#10;g5ObaZLq1K83C8Hl4bwns8424kw+1I41vPUVCOLCmZpLDbvt8nUEIkRkg41j0vBPAWbT3tMEc+Mu&#10;vKbzJpYihXDIUUMVY5tLGYqKLIa+a4kT9+O8xZigL6XxeEnhtpGZUkNpsebUUGFLnxUVp82f1bAY&#10;jxa/qwF/X9fHAx32x9N75pXWL8/d/ANEpC4+xHf3l9EwVFnan96kJy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gIBLEAAAA3QAAAA8AAAAAAAAAAAAAAAAAmAIAAGRycy9k&#10;b3ducmV2LnhtbFBLBQYAAAAABAAEAPUAAACJAwAAAAA=&#10;" fillcolor="black" stroked="f"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/iMQA&#10;AADdAAAADwAAAGRycy9kb3ducmV2LnhtbESPQWsCMRSE7wX/Q3hCbzWrgpTVKIsgFk+rbfH63Lxu&#10;lm5eliSN23/fFAo9DjPzDbPZjbYXiXzoHCuYzwoQxI3THbcK3l4PT88gQkTW2DsmBd8UYLedPGyw&#10;1O7OZ0qX2IoM4VCiAhPjUEoZGkMWw8wNxNn7cN5izNK3Unu8Z7jt5aIoVtJix3nB4EB7Q83n5csq&#10;SLd9XS3TNZnzyVetd/Xx/VYr9TgdqzWISGP8D/+1X7SCVbGYw++b/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Qf4j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UBDcYA&#10;AADdAAAADwAAAGRycy9kb3ducmV2LnhtbESPQWvCQBSE7wX/w/KE3urGHIJNXaWIStuLNi3o8ZF9&#10;zQazb0N2G1N/vSsUPA4z8w0zXw62ET11vnasYDpJQBCXTtdcKfj+2jzNQPiArLFxTAr+yMNyMXqY&#10;Y67dmT+pL0IlIoR9jgpMCG0upS8NWfQT1xJH78d1FkOUXSV1h+cIt41MkySTFmuOCwZbWhkqT8Wv&#10;VeCnq/Xhw16e++PW8K54N9m+Mko9jofXFxCBhnAP/7fftIIsSVO4vY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kUBD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110B59" w:rsidRPr="00062C82" w:rsidRDefault="00110B59" w:rsidP="00110B59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013781" w:rsidRPr="00013781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ypsQA&#10;AADdAAAADwAAAGRycy9kb3ducmV2LnhtbESPQWvCQBSE7wX/w/KE3pqNsahEVxFpJYeAmNb7I/tM&#10;gtm3IbvV+O+7guBxmJlvmNVmMK24Uu8aywomUQyCuLS64UrB78/3xwKE88gaW8uk4E4ONuvR2wpT&#10;bW98pGvhKxEg7FJUUHvfpVK6siaDLrIdcfDOtjfog+wrqXu8BbhpZRLHM2mw4bBQY0e7mspL8WcU&#10;2Ok+y09Vcpx+8dzz9rA4n4ZcqffxsF2C8DT4V/jZzrSCWZx8wuNNe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8cqb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TM8gA&#10;AADdAAAADwAAAGRycy9kb3ducmV2LnhtbESPT2sCMRTE7wW/Q3hCL1KzFbqtW6OIsPbPoaAVen1s&#10;XjdbNy9LEnXrpzdCocdhZn7DzBa9bcWRfGgcK7gfZyCIK6cbrhXsPsu7JxAhImtsHZOCXwqwmA9u&#10;Zlhod+INHbexFgnCoUAFJsaukDJUhiyGseuIk/ftvMWYpK+l9nhKcNvKSZbl0mLDacFgRytD1X57&#10;sAp+yg/ztXo8r/1ouqHzqHx/ad9ypW6H/fIZRKQ+/of/2q9aQZ5NHu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phMz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zvO8MA&#10;AADdAAAADwAAAGRycy9kb3ducmV2LnhtbESP32rCMBTG7we+QzjCboam66CMahSRdUhvRN0DHJpj&#10;U2xOSpO13dubgeDlx/fnx7feTrYVA/W+cazgfZmAIK6cbrhW8HMpFp8gfEDW2DomBX/kYbuZvawx&#10;127kEw3nUIs4wj5HBSaELpfSV4Ys+qXriKN3db3FEGVfS93jGMdtK9MkyaTFhiPBYEd7Q9Xt/Gsj&#10;5PiBx/I6XorvCUf8Kg2/7U5Kvc6n3QpEoCk8w4/2QSvIkjSD/zfxCc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zvO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ufAMUA&#10;AADdAAAADwAAAGRycy9kb3ducmV2LnhtbESPQUvDQBSE70L/w/IEb3Zj0FRit6VUBRE8tBXE2yP7&#10;mgSzb5fdZxP/vSsIPQ4z8w2zXE9uUCeKqfds4GZegCJuvO25NfB+eL6+B5UE2eLgmQz8UIL1anax&#10;xNr6kXd02kurMoRTjQY6kVBrnZqOHKa5D8TZO/roULKMrbYRxwx3gy6LotIOe84LHQbadtR87b+d&#10;gbfxKbwuqrtj+Iy3pU6PVj62YszV5bR5ACU0yTn8336xBqqiXMDfm/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58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e0sAA&#10;AADdAAAADwAAAGRycy9kb3ducmV2LnhtbERPzYrCMBC+L/gOYQQvy5qugkjXKCIq4kXUfYChGZuy&#10;zaQ0WVvf3jkIHj++/8Wq97W6UxurwAa+xxko4iLYiksDv9fd1xxUTMgW68Bk4EERVsvBxwJzGzo+&#10;0/2SSiUhHHM04FJqcq1j4chjHIeGWLhbaD0mgW2pbYudhPtaT7Jspj1WLA0OG9o4Kv4u/15KTlM8&#10;HW/ddbfvscPt0fHn+mzMaNivf0Al6tNb/HIfrIFZNpG58kaegF4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n/e0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iu6cYA&#10;AADdAAAADwAAAGRycy9kb3ducmV2LnhtbESPQUvDQBSE74L/YXmCN7sxaKqx2yJVoQg9tAri7ZF9&#10;TYLZt8vus4n/visIHoeZ+YZZrCY3qCPF1Hs2cD0rQBE33vbcGnh/e7m6A5UE2eLgmQz8UILV8vxs&#10;gbX1I+/ouJdWZQinGg10IqHWOjUdOUwzH4izd/DRoWQZW20jjhnuBl0WRaUd9pwXOgy07qj52n87&#10;A9vxObzOq9tD+Iw3pU5PVj7WYszlxfT4AEpokv/wX3tjDVRFeQ+/b/IT0MsT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iu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sx18MA&#10;AADdAAAADwAAAGRycy9kb3ducmV2LnhtbERPy2oCMRTdF/yHcIVuSs2oKDI1IyqEFiqUaqHby+TO&#10;Ayc3QxKd6d83i0KXh/Pe7kbbiTv50DpWMJ9lIIhLZ1quFXxd9PMGRIjIBjvHpOCHAuyKycMWc+MG&#10;/qT7OdYihXDIUUETY59LGcqGLIaZ64kTVzlvMSboa2k8DincdnKRZWtpseXU0GBPx4bK6/lmFRw+&#10;hnrpn8rD6N6r1++V1kaftFKP03H/AiLSGP/Ff+43o2CdLdP+9C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sx1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OCcMA&#10;AADdAAAADwAAAGRycy9kb3ducmV2LnhtbESP0WoCMRRE3wv+Q7iCbzWrbUVWo4hloRRfqn7AZXPd&#10;rG5uliSu6983guDjMDNnmOW6t43oyIfasYLJOANBXDpdc6XgeCje5yBCRNbYOCYFdwqwXg3elphr&#10;d+M/6vaxEgnCIUcFJsY2lzKUhiyGsWuJk3dy3mJM0ldSe7wluG3kNMtm0mLNacFgS1tD5WV/tQqK&#10;3+muu1y1L9ym/7T0Zc7zb6PUaNhvFiAi9fEVfrZ/tIJZ9jGBx5v0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/OC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UKO8YA&#10;AADd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ubZbAqPN+k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XUKO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H15c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XzbDaD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4H15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13t8EA&#10;AADdAAAADwAAAGRycy9kb3ducmV2LnhtbESP3YrCMBSE7xd8h3AE79bEX6QaRQRFL60+wKE5tsXm&#10;pDbR1rc3CwteDjPzDbPadLYSL2p86VjDaKhAEGfOlJxruF72vwsQPiAbrByThjd52Kx7PytMjGv5&#10;TK805CJC2CeooQihTqT0WUEW/dDVxNG7ucZiiLLJpWmwjXBbybFSc2mx5LhQYE27grJ7+rQapu/2&#10;8Ehnd7U3lkanSX3ikM20HvS77RJEoC58w//to9EwV5Mp/L2JT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td7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PLMMUA&#10;AADdAAAADwAAAGRycy9kb3ducmV2LnhtbESPQWvCQBSE7wX/w/KE3urGSIONriEYLKWnGq3nR/aZ&#10;BLNvQ3bV+O+7hUKPw8x8w6yz0XTiRoNrLSuYzyIQxJXVLdcKjofdyxKE88gaO8uk4EEOss3kaY2p&#10;tnfe0630tQgQdikqaLzvUyld1ZBBN7M9cfDOdjDogxxqqQe8B7jpZBxFiTTYclhosKdtQ9WlvBoF&#10;1+QUH/n8qb/K4vH+VuxyJ79rpZ6nY74C4Wn0/+G/9odWkESLV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88sw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qQMcA&#10;AADdAAAADwAAAGRycy9kb3ducmV2LnhtbESPQWsCMRSE7wX/Q3iCt5pVS7Bbo2hBaHuoaPXQ23Pz&#10;3F3dvGw3qW7/vSkIHoeZ+YaZzFpbiTM1vnSsYdBPQBBnzpSca9h+LR/HIHxANlg5Jg1/5GE27TxM&#10;MDXuwms6b0IuIoR9ihqKEOpUSp8VZNH3XU0cvYNrLIYom1yaBi8Rbis5TBIlLZYcFwqs6bWg7LT5&#10;tRp2q7F6Xi3en44fn3scWfPzbUqlda/bzl9ABGrDPXxrvxkNKhkp+H8Tn4C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2CKk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ZNKMYA&#10;AADdAAAADwAAAGRycy9kb3ducmV2LnhtbESPS2vDMBCE74X8B7GB3hq5dnCDEyX0QdKQU16Q62Jt&#10;bFNrZSzVdvrrq0Kgx2FmvmEWq8HUoqPWVZYVPE8iEMS51RUXCs6n9dMMhPPIGmvLpOBGDlbL0cMC&#10;M217PlB39IUIEHYZKii9bzIpXV6SQTexDXHwrrY16INsC6lb7APc1DKOolQarDgslNjQe0n51/Hb&#10;KPhJL7h3n/HbR6I93aazjd3tN0o9jofXOQhPg/8P39tbrSCNkhf4ex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7ZNK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K4sAA&#10;AADdAAAADwAAAGRycy9kb3ducmV2LnhtbERPy4rCMBTdC/5DuII7TX0y0zGKiII7tTMfcGnupMXm&#10;pjZRq19vFoLLw3kvVq2txI0aXzpWMBomIIhzp0s2Cv5+d4MvED4ga6wck4IHeVgtu50Fptrd+US3&#10;LBgRQ9inqKAIoU6l9HlBFv3Q1cSR+3eNxRBhY6Ru8B7DbSXHSTKXFkuODQXWtCkoP2dXq+DixjPd&#10;Zls8nLffx9KY6eV5mirV77XrHxCB2vARv917rWCeTOLc+CY+Abl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vGK4s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lEcUA&#10;AADdAAAADwAAAGRycy9kb3ducmV2LnhtbESPzW7CMBCE75X6DtZW4gZOQaQhjUEUCYkrtIcet/bm&#10;B+J1GrsQePq6ElKPo5n5RlOsBtuKM/W+cazgeZKAINbONFwp+HjfjjMQPiAbbB2Tgit5WC0fHwrM&#10;jbvwns6HUIkIYZ+jgjqELpfS65os+onriKNXut5iiLKvpOnxEuG2ldMkSaXFhuNCjR1tatKnw49V&#10;sGu+aJ7qcmGzN73/vH2H2cvRKDV6GtavIAIN4T98b++MgjSZLeDvTX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nKU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mMBcYA&#10;AADdAAAADwAAAGRycy9kb3ducmV2LnhtbESPQUsDMRCF74X+hzCCtzaxSNG1abEFQWktWEWvw2bc&#10;LG4myyZut/++cyj0ODNv3nvfYjWERvXUpTqyhbupAUVcRldzZeHr82XyACplZIdNZLJwogSr5Xi0&#10;wMLFI39Qf8iVEhNOBVrwObeF1qn0FDBNY0sst9/YBcwydpV2HR7FPDR6ZsxcB6xZEjy2tPFU/h3+&#10;g4Ue9yfz49fvj2/1rpzt199bJ3t7ezM8P4HKNOSr+PL96izMzb30FxohAb0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mMB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X/sQA&#10;AADdAAAADwAAAGRycy9kb3ducmV2LnhtbESPQUvDQBSE74L/YXmCN7tpkCKx21IKLR41evD4zL5m&#10;U7Pvhd1tk/bXu4LgcZiZb5jlevK9OlOInbCB+awARdyI7bg18PG+e3gCFROyxV6YDFwownp1e7PE&#10;ysrIb3SuU6syhGOFBlxKQ6V1bBx5jDMZiLN3kOAxZRlabQOOGe57XRbFQnvsOC84HGjrqPmuT97A&#10;uG++juXh07prGGRXv8qx7MWY+7tp8wwq0ZT+w3/tF2tgUTzO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el/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dPLsYA&#10;AADdAAAADwAAAGRycy9kb3ducmV2LnhtbESP3WoCMRSE74W+QziF3mnWpVhZjWK1QikV8af3p5vj&#10;7mpysmxS3b69EQQvh5n5hhlPW2vEmRpfOVbQ7yUgiHOnKy4U7HfL7hCED8gajWNS8E8eppOnzhgz&#10;7S68ofM2FCJC2GeooAyhzqT0eUkWfc/VxNE7uMZiiLIppG7wEuHWyDRJBtJixXGhxJrmJeWn7Z9V&#10;sFwvzDFdbWY/Msw/3n7N8Ot98a3Uy3M7G4EI1IZH+N7+1AoGyWsKt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dP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nDMcA&#10;AADd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YQRy9z+H0TnoD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MJw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DsccA&#10;AADdAAAADwAAAGRycy9kb3ducmV2LnhtbESPQWsCMRSE7wX/Q3hCbzVRtqKrUaog9FKotod6e26e&#10;u4ubl22S6tZf3whCj8PMfMPMl51txJl8qB1rGA4UCOLCmZpLDZ8fm6cJiBCRDTaOScMvBVgueg9z&#10;zI278JbOu1iKBOGQo4YqxjaXMhQVWQwD1xIn7+i8xZikL6XxeElw28iRUmNpsea0UGFL64qK0+7H&#10;alhNJ6vv94zfrtvDnvZfh9PzyCutH/vdywxEpC7+h+/tV6NhrLIM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Ew7HHAAAA3QAAAA8AAAAAAAAAAAAAAAAAmAIAAGRy&#10;cy9kb3ducmV2LnhtbFBLBQYAAAAABAAEAPUAAACMAwAAAAA=&#10;" fillcolor="black" stroked="f"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GlJMcA&#10;AADdAAAADwAAAGRycy9kb3ducmV2LnhtbESPzWvCQBTE70L/h+UVetONUoNEV9F+QEE9+HHw+Mw+&#10;kyXZtyG71bR/fVcoeBxm5jfMbNHZWlyp9caxguEgAUGcO224UHA8fPYnIHxA1lg7JgU/5GExf+rN&#10;MNPuxju67kMhIoR9hgrKEJpMSp+XZNEPXEMcvYtrLYYo20LqFm8Rbms5SpJUWjQcF0ps6K2kvNp/&#10;WwWndWomO0Oj8+Z39aE342q1fa+UennullMQgbrwCP+3v7SCNHkdw/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hpS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F5sUA&#10;AADdAAAADwAAAGRycy9kb3ducmV2LnhtbESPQWsCMRSE70L/Q3iF3jRpkUW2RpGWUi89VC29Pjav&#10;m+1uXrZJ1NVf3wiCx2FmvmHmy8F14kAhNp41PE4UCOLKm4ZrDbvt23gGIiZkg51n0nCiCMvF3WiO&#10;pfFH/qTDJtUiQziWqMGm1JdSxsqSwzjxPXH2fnxwmLIMtTQBjxnuOvmkVCEdNpwXLPb0YqlqN3un&#10;Iay+X9sz779adf44xfff4W+GVuuH+2H1DCLRkG7ha3ttNBRqWsDlTX4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gXm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4Fz8UA&#10;AADdAAAADwAAAGRycy9kb3ducmV2LnhtbESPUWsCMRCE34X+h7AFX6QmStH2ahQpCEKloPUHbC/b&#10;u6PJ5rhs9fTXN4WCj8PMfMMsVn3w6kRdaiJbmIwNKOIyuoYrC8ePzcMTqCTIDn1ksnChBKvl3WCB&#10;hYtn3tPpIJXKEE4FWqhF2kLrVNYUMI1jS5y9r9gFlCy7SrsOzxkevJ4aM9MBG84LNbb0WlP5ffgJ&#10;Fvz00z+/zdNOLke9M9cg+9G7s3Z4369fQAn1cgv/t7fOwsw8zuH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jgXP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2e+cMA&#10;AADdAAAADwAAAGRycy9kb3ducmV2LnhtbERPz2vCMBS+C/sfwhvspulkiHSNohOhFw+rDq+vzbMp&#10;Ji+lybTzr18Ogx0/vt/FenRW3GgInWcFr7MMBHHjdcetgtNxP12CCBFZo/VMCn4owHr1NCkw1/7O&#10;n3SrYitSCIccFZgY+1zK0BhyGGa+J07cxQ8OY4JDK/WA9xTurJxn2UI67Dg1GOzpw1Bzrb6dgl3V&#10;2/mpNNtw/jrUtS0fezrvlHp5HjfvICKN8V/85y61gkX2luam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2e+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Z008UA&#10;AADdAAAADwAAAGRycy9kb3ducmV2LnhtbESPQWvCQBSE74X+h+UVequ7lZK20U0ooiD0pNVDb4/d&#10;ZxLNvg3Z1cR/7xaEHoeZ+YaZl6NrxYX60HjW8DpRIIiNtw1XGnY/q5cPECEiW2w9k4YrBSiLx4c5&#10;5tYPvKHLNlYiQTjkqKGOsculDKYmh2HiO+LkHXzvMCbZV9L2OCS4a+VUqUw6bDgt1NjRoiZz2p6d&#10;huNKfnuj0Ox3+2Ft33+XGbVK6+en8WsGItIY/8P39tpqyNTbJ/y9SU9AF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RnT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zpvcMA&#10;AADdAAAADwAAAGRycy9kb3ducmV2LnhtbERPz2vCMBS+D/wfwhN2W1MdE6mNooPBmOwwFfH4bJ5t&#10;afNSktjW/345DHb8+H7nm9G0oifna8sKZkkKgriwuuZSwen48bIE4QOyxtYyKXiQh8168pRjpu3A&#10;P9QfQiliCPsMFVQhdJmUvqjIoE9sRxy5m3UGQ4SulNrhEMNNK+dpupAGa44NFXb0XlHRHO5GweW+&#10;59v369fW7cLZjkffzK/LRqnn6bhdgQg0hn/xn/tTK1ikb3F/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bzpv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r29MYA&#10;AADdAAAADwAAAGRycy9kb3ducmV2LnhtbESPQWsCMRSE70L/Q3iF3jRRqtjVKCoIXgpqe6i35+a5&#10;u7h5WZOo2/56Uyj0OMzMN8x03tpa3MiHyrGGfk+BIM6dqbjQ8Pmx7o5BhIhssHZMGr4pwHz21Jli&#10;Ztydd3Tbx0IkCIcMNZQxNpmUIS/JYui5hjh5J+ctxiR9IY3He4LbWg6UGkmLFaeFEhtalZSf91er&#10;Yfk2Xl62r/z+szse6PB1PA8HXmn98twuJiAitfE//NfeGA0jNezD75v0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r29MYAAADdAAAADwAAAAAAAAAAAAAAAACYAgAAZHJz&#10;L2Rvd25yZXYueG1sUEsFBgAAAAAEAAQA9QAAAIsDAAAAAA==&#10;" fillcolor="black" stroked="f"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SSgsUA&#10;AADd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sCw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xJKC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/X68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VpMn6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/X6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10B59" w:rsidRDefault="00110B59" w:rsidP="00110B5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</w:p>
    <w:p w:rsidR="00110B59" w:rsidRPr="00062C82" w:rsidRDefault="00110B59" w:rsidP="00110B59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Рощук П.Т.</w:t>
      </w: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</w:p>
    <w:p w:rsidR="00110B59" w:rsidRPr="00062C82" w:rsidRDefault="00110B59" w:rsidP="00110B59">
      <w:pPr>
        <w:tabs>
          <w:tab w:val="left" w:pos="4424"/>
        </w:tabs>
        <w:rPr>
          <w:rFonts w:ascii="Times New Roman" w:hAnsi="Times New Roman" w:cs="Times New Roman"/>
        </w:rPr>
      </w:pP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>Рощука П.Т.,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110B59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Рощуку Петру Тихоновичу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 адресою: </w:t>
      </w:r>
      <w:r w:rsidR="009A0130" w:rsidRPr="009A013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9A0130">
        <w:rPr>
          <w:rFonts w:ascii="Times New Roman" w:hAnsi="Times New Roman" w:cs="Times New Roman"/>
          <w:lang w:val="en-US"/>
        </w:rPr>
        <w:t>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1724га, (кадастровий номер:</w:t>
      </w:r>
      <w:r w:rsidRPr="00062C82">
        <w:rPr>
          <w:rFonts w:ascii="Times New Roman" w:hAnsi="Times New Roman" w:cs="Times New Roman"/>
        </w:rPr>
        <w:t>6823986800:0</w:t>
      </w:r>
      <w:r>
        <w:rPr>
          <w:rFonts w:ascii="Times New Roman" w:hAnsi="Times New Roman" w:cs="Times New Roman"/>
        </w:rPr>
        <w:t>2:005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50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</w:t>
      </w:r>
      <w:r w:rsidRPr="00062C82">
        <w:rPr>
          <w:rFonts w:ascii="Times New Roman" w:hAnsi="Times New Roman" w:cs="Times New Roman"/>
        </w:rPr>
        <w:t>, яка розташована Хмельницька область, Славутський  район, с.</w:t>
      </w:r>
      <w:r>
        <w:rPr>
          <w:rFonts w:ascii="Times New Roman" w:hAnsi="Times New Roman" w:cs="Times New Roman"/>
        </w:rPr>
        <w:t>Колом’є.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Рощуку П.Т.,</w:t>
      </w:r>
      <w:r w:rsidRPr="00062C82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110B59" w:rsidRPr="00110B59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110B59" w:rsidRPr="00062C82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BC2B70" w:rsidRPr="00110B59" w:rsidRDefault="00110B59" w:rsidP="00110B59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 xml:space="preserve">Сільський  голова                                                                                             В.А.Михалюк </w:t>
      </w:r>
    </w:p>
    <w:sectPr w:rsidR="00BC2B70" w:rsidRPr="00110B59" w:rsidSect="00BC2B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110B59"/>
    <w:rsid w:val="00013781"/>
    <w:rsid w:val="00110B59"/>
    <w:rsid w:val="00171A2E"/>
    <w:rsid w:val="00304C90"/>
    <w:rsid w:val="00505B6D"/>
    <w:rsid w:val="006D3977"/>
    <w:rsid w:val="007D6C18"/>
    <w:rsid w:val="009A0130"/>
    <w:rsid w:val="00BC2B70"/>
    <w:rsid w:val="00D1641A"/>
    <w:rsid w:val="00DC15EF"/>
    <w:rsid w:val="00DE6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0B5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258</Words>
  <Characters>1474</Characters>
  <Application>Microsoft Office Word</Application>
  <DocSecurity>0</DocSecurity>
  <Lines>12</Lines>
  <Paragraphs>3</Paragraphs>
  <ScaleCrop>false</ScaleCrop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2020-02-13T11:21:00Z</dcterms:created>
  <dcterms:modified xsi:type="dcterms:W3CDTF">2020-02-13T12:09:00Z</dcterms:modified>
</cp:coreProperties>
</file>