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C09" w:rsidRPr="00154EFF" w:rsidRDefault="00890C09" w:rsidP="00890C09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09" w:rsidRDefault="00890C09" w:rsidP="00890C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0C09" w:rsidRDefault="00890C09" w:rsidP="00890C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0C09" w:rsidRDefault="00890C09" w:rsidP="00890C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90C09" w:rsidRDefault="00890C09" w:rsidP="00890C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0C09" w:rsidRDefault="00890C09" w:rsidP="00890C0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№70</w:t>
      </w:r>
    </w:p>
    <w:p w:rsidR="00890C09" w:rsidRDefault="00890C09" w:rsidP="00890C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Поліщука С.М.</w:t>
      </w: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90C09" w:rsidRPr="003B50D1" w:rsidRDefault="00890C09" w:rsidP="00890C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116,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Поліщука С.М.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890C09" w:rsidRPr="003B50D1" w:rsidRDefault="00890C09" w:rsidP="00890C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90C09" w:rsidRPr="003B50D1" w:rsidRDefault="00890C09" w:rsidP="00890C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Поліщуку Сергію Миколайовичу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74998">
        <w:rPr>
          <w:rFonts w:ascii="Times New Roman" w:eastAsia="Calibri" w:hAnsi="Times New Roman" w:cs="Times New Roman"/>
          <w:sz w:val="24"/>
        </w:rPr>
        <w:t>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номер </w:t>
      </w:r>
      <w:r w:rsidR="0027499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0,3289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6823984000:03:018:0102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товарного сільськогосподарського виробництва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890C09" w:rsidRPr="003B50D1" w:rsidRDefault="00890C09" w:rsidP="00890C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Поліщуку С.М.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890C09" w:rsidRPr="003B50D1" w:rsidRDefault="00890C09" w:rsidP="00890C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0C09" w:rsidRPr="003B50D1" w:rsidRDefault="00890C09" w:rsidP="00890C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90C09" w:rsidRPr="003B50D1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12AC5" w:rsidRPr="00890C09" w:rsidRDefault="00890C09" w:rsidP="00890C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</w:t>
      </w:r>
      <w:r>
        <w:rPr>
          <w:rFonts w:ascii="Times New Roman" w:eastAsia="Arial Unicode MS" w:hAnsi="Times New Roman" w:cs="Times New Roman"/>
          <w:sz w:val="24"/>
          <w:szCs w:val="24"/>
        </w:rPr>
        <w:t>й   МИХАЛЮК</w:t>
      </w:r>
    </w:p>
    <w:sectPr w:rsidR="00512AC5" w:rsidRPr="00890C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09"/>
    <w:rsid w:val="00274998"/>
    <w:rsid w:val="00512AC5"/>
    <w:rsid w:val="00890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90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90C09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C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90C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90C09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261</Words>
  <Characters>1491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2022-02-08T06:51:00Z</dcterms:created>
  <dcterms:modified xsi:type="dcterms:W3CDTF">2022-02-08T11:27:00Z</dcterms:modified>
</cp:coreProperties>
</file>