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A5F" w:rsidRPr="0039473A" w:rsidRDefault="00247A5F" w:rsidP="00247A5F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7A5F" w:rsidRDefault="00D864AD" w:rsidP="00247A5F">
      <w:pPr>
        <w:jc w:val="both"/>
        <w:rPr>
          <w:rFonts w:ascii="Times New Roman" w:hAnsi="Times New Roman" w:cs="Times New Roman"/>
        </w:rPr>
      </w:pPr>
      <w:r w:rsidRPr="00D864A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47A5F" w:rsidRDefault="00247A5F" w:rsidP="00247A5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A5F" w:rsidRDefault="00247A5F" w:rsidP="00247A5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47A5F" w:rsidRDefault="00247A5F" w:rsidP="00247A5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7A5F" w:rsidRDefault="00247A5F" w:rsidP="00247A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47A5F" w:rsidRPr="0005326B" w:rsidRDefault="00247A5F" w:rsidP="00247A5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47A5F" w:rsidRPr="00867B7E" w:rsidRDefault="00247A5F" w:rsidP="00247A5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№71</w:t>
      </w:r>
    </w:p>
    <w:p w:rsidR="00247A5F" w:rsidRPr="00755406" w:rsidRDefault="00247A5F" w:rsidP="00247A5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47A5F" w:rsidRPr="00734007" w:rsidRDefault="00247A5F" w:rsidP="00247A5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247A5F" w:rsidRPr="00734007" w:rsidRDefault="00247A5F" w:rsidP="00247A5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247A5F" w:rsidRPr="00734007" w:rsidRDefault="00247A5F" w:rsidP="00247A5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b/>
          <w:sz w:val="24"/>
          <w:szCs w:val="24"/>
        </w:rPr>
        <w:t>(відновлення)  меж земельної ділянки</w:t>
      </w:r>
    </w:p>
    <w:p w:rsidR="00247A5F" w:rsidRPr="00734007" w:rsidRDefault="00247A5F" w:rsidP="00247A5F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b/>
          <w:sz w:val="24"/>
          <w:szCs w:val="24"/>
        </w:rPr>
        <w:t>в натур</w:t>
      </w:r>
      <w:r>
        <w:rPr>
          <w:rFonts w:ascii="Times New Roman" w:eastAsia="Arial Unicode MS" w:hAnsi="Times New Roman" w:cs="Times New Roman"/>
          <w:b/>
          <w:sz w:val="24"/>
          <w:szCs w:val="24"/>
        </w:rPr>
        <w:t>і (на місцевості) Матвійчук Л.В.</w:t>
      </w:r>
    </w:p>
    <w:p w:rsidR="00247A5F" w:rsidRPr="00734007" w:rsidRDefault="00247A5F" w:rsidP="00247A5F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47A5F" w:rsidRPr="00734007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sz w:val="24"/>
          <w:szCs w:val="24"/>
        </w:rPr>
        <w:t>озглянувши заяву   Матвійчук Л.В.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, сільська  рада ВИРІШИЛА:</w:t>
      </w:r>
    </w:p>
    <w:p w:rsidR="00247A5F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sz w:val="24"/>
          <w:szCs w:val="24"/>
        </w:rPr>
        <w:t>ердити  Матвійчук Людмилі Володимирівні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,  яка  зареєстрована з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а адресою:  </w:t>
      </w:r>
      <w:r w:rsidR="00B45196" w:rsidRPr="00B45196">
        <w:rPr>
          <w:rFonts w:ascii="Times New Roman" w:eastAsia="Arial Unicode MS" w:hAnsi="Times New Roman" w:cs="Times New Roman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ідентифікаційний номер </w:t>
      </w:r>
      <w:r w:rsidR="00B45196" w:rsidRPr="00B45196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,  технічну документацію із землеустрою щодо встановлення (відновлення) меж земельної ділянки в натурі (на місцевості) та передати земельну ділянку у п</w:t>
      </w:r>
      <w:r>
        <w:rPr>
          <w:rFonts w:ascii="Times New Roman" w:eastAsia="Arial Unicode MS" w:hAnsi="Times New Roman" w:cs="Times New Roman"/>
          <w:sz w:val="24"/>
          <w:szCs w:val="24"/>
        </w:rPr>
        <w:t>риватну власність, площею 1,2643 га, (кадастровий номер: 6823984700:05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13:0073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), для ведення товарного сільськогосподарського виробництва, яка розташо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вана 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 xml:space="preserve">на території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Крупецької сільської ради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247A5F" w:rsidRPr="00734007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Матвійчук Л.В.</w:t>
      </w:r>
      <w:r w:rsidRPr="00734007">
        <w:rPr>
          <w:rFonts w:ascii="Times New Roman" w:eastAsia="Arial Unicode MS" w:hAnsi="Times New Roman" w:cs="Times New Roman"/>
          <w:sz w:val="24"/>
          <w:szCs w:val="24"/>
        </w:rPr>
        <w:t>, посвідчити своє право  в  установленому  законом  порядку.</w:t>
      </w:r>
    </w:p>
    <w:p w:rsidR="00247A5F" w:rsidRPr="00734007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34007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47A5F" w:rsidRPr="00734007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47A5F" w:rsidRPr="00734007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47A5F" w:rsidRPr="00734007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47A5F" w:rsidRPr="00B45196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542C04" w:rsidRPr="00247A5F" w:rsidRDefault="00247A5F" w:rsidP="00247A5F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734007">
        <w:rPr>
          <w:rFonts w:ascii="Times New Roman" w:eastAsia="Arial Unicode MS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734007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 w:rsidRPr="00734007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</w:p>
    <w:sectPr w:rsidR="00542C04" w:rsidRPr="00247A5F" w:rsidSect="00542C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47A5F"/>
    <w:rsid w:val="00171A2E"/>
    <w:rsid w:val="00247A5F"/>
    <w:rsid w:val="00304C90"/>
    <w:rsid w:val="00505B6D"/>
    <w:rsid w:val="00513077"/>
    <w:rsid w:val="00542C04"/>
    <w:rsid w:val="006D3977"/>
    <w:rsid w:val="007D6C18"/>
    <w:rsid w:val="008057E6"/>
    <w:rsid w:val="00B45196"/>
    <w:rsid w:val="00D1641A"/>
    <w:rsid w:val="00D864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A5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257</Words>
  <Characters>1468</Characters>
  <Application>Microsoft Office Word</Application>
  <DocSecurity>0</DocSecurity>
  <Lines>12</Lines>
  <Paragraphs>3</Paragraphs>
  <ScaleCrop>false</ScaleCrop>
  <Company>Microsoft</Company>
  <LinksUpToDate>false</LinksUpToDate>
  <CharactersWithSpaces>1722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2020-01-21T07:11:00Z</dcterms:created>
  <dcterms:modified xsi:type="dcterms:W3CDTF">2020-01-21T07:58:00Z</dcterms:modified>
</cp:coreProperties>
</file>