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483" w:rsidRDefault="001A6483" w:rsidP="001A648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6483" w:rsidRDefault="001A6483" w:rsidP="001A64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6483" w:rsidRDefault="001A6483" w:rsidP="001A64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A6483" w:rsidRDefault="001A6483" w:rsidP="001A64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6483" w:rsidRDefault="001A6483" w:rsidP="001A64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A6483" w:rsidRDefault="001A6483" w:rsidP="001A64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6483" w:rsidRDefault="001A6483" w:rsidP="001A64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№116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A6483" w:rsidRPr="00611135" w:rsidRDefault="001A6483" w:rsidP="001A64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A6483" w:rsidRPr="00611135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A6483" w:rsidRPr="00611135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A6483" w:rsidRPr="00611135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1A6483" w:rsidRPr="00611135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A6483" w:rsidRPr="00611135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Ткачук О.Г.</w:t>
      </w:r>
    </w:p>
    <w:p w:rsidR="001A6483" w:rsidRPr="00611135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A6483" w:rsidRPr="00611135" w:rsidRDefault="001A6483" w:rsidP="001A64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раїні», статей 12,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Ткачук О.Г.,  сільська  рада </w:t>
      </w:r>
    </w:p>
    <w:p w:rsidR="001A6483" w:rsidRPr="00611135" w:rsidRDefault="001A6483" w:rsidP="001A64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A6483" w:rsidRPr="00611135" w:rsidRDefault="001A6483" w:rsidP="001A64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Ткачук Ользі Григорівні,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F05D6F" w:rsidRPr="00F05D6F">
        <w:rPr>
          <w:rFonts w:ascii="Times New Roman" w:eastAsia="Times New Roman" w:hAnsi="Times New Roman" w:cs="Times New Roman"/>
          <w:sz w:val="24"/>
        </w:rPr>
        <w:t>________________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05D6F" w:rsidRPr="00F05D6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0,1488 га, кадастровий номер: 6823982100:01:011:0021,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ведення особистого селянського господарства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A6483" w:rsidRPr="00611135" w:rsidRDefault="001A6483" w:rsidP="001A64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2.Ткачук О.Г. посвідчити своє право  в  установленому  законом  порядку.</w:t>
      </w:r>
    </w:p>
    <w:p w:rsidR="001A6483" w:rsidRPr="00611135" w:rsidRDefault="001A6483" w:rsidP="001A64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6483" w:rsidRPr="00611135" w:rsidRDefault="001A6483" w:rsidP="001A64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A6483" w:rsidRPr="00611135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A6483" w:rsidRPr="00611135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A6483" w:rsidRDefault="001A6483" w:rsidP="001A648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1C3F29" w:rsidRDefault="001C3F29"/>
    <w:sectPr w:rsidR="001C3F2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6483"/>
    <w:rsid w:val="001A6483"/>
    <w:rsid w:val="001C3F29"/>
    <w:rsid w:val="00F0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4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A64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A64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A648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648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A64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A64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A648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255</Words>
  <Characters>1454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2021-07-07T07:17:00Z</dcterms:created>
  <dcterms:modified xsi:type="dcterms:W3CDTF">2021-07-07T08:51:00Z</dcterms:modified>
</cp:coreProperties>
</file>