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64" w:rsidRPr="008D3E19" w:rsidRDefault="00216B64" w:rsidP="00216B64">
      <w:pPr>
        <w:tabs>
          <w:tab w:val="right" w:pos="9354"/>
        </w:tabs>
        <w:spacing w:after="0" w:line="240" w:lineRule="auto"/>
        <w:jc w:val="right"/>
        <w:rPr>
          <w:rFonts w:ascii="Times New Roman" w:eastAsiaTheme="minorHAnsi" w:hAnsi="Times New Roman"/>
          <w:color w:val="FF0000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color w:val="FF0000"/>
          <w:sz w:val="24"/>
          <w:szCs w:val="24"/>
          <w:lang w:val="ru-RU"/>
        </w:rPr>
        <w:t>ПРОЕКТ</w:t>
      </w:r>
    </w:p>
    <w:p w:rsidR="00216B64" w:rsidRPr="008D3E19" w:rsidRDefault="00216B64" w:rsidP="00216B64">
      <w:pPr>
        <w:tabs>
          <w:tab w:val="right" w:pos="9354"/>
        </w:tabs>
        <w:spacing w:after="0" w:line="240" w:lineRule="auto"/>
        <w:rPr>
          <w:rFonts w:ascii="Times New Roman" w:eastAsiaTheme="minorHAnsi" w:hAnsi="Times New Roman"/>
          <w:color w:val="FF0000"/>
          <w:sz w:val="24"/>
          <w:szCs w:val="24"/>
          <w:lang w:val="ru-RU"/>
        </w:rPr>
      </w:pP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37465</wp:posOffset>
                </wp:positionV>
                <wp:extent cx="543560" cy="734695"/>
                <wp:effectExtent l="0" t="0" r="8890" b="8255"/>
                <wp:wrapNone/>
                <wp:docPr id="919" name="Групувати 3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920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4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5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6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7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2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3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1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2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3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4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5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6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7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8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9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0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2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3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4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5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6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7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9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0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3554" o:spid="_x0000_s1026" style="position:absolute;margin-left:211.3pt;margin-top:2.9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iKQcEA&#10;AADcAAAADwAAAGRycy9kb3ducmV2LnhtbERPz2vCMBS+D/wfwhN2m6kRdFajiLIx8KRO8fhonm2x&#10;eSlJVrv/3hwGO358v5fr3jaiIx9qxxrGowwEceFMzaWG79PH2zuIEJENNo5Jwy8FWK8GL0vMjXvw&#10;gbpjLEUK4ZCjhirGNpcyFBVZDCPXEifu5rzFmKAvpfH4SOG2kSrLptJizamhwpa2FRX344/VsO/U&#10;9HL93NnTpFQzX0zOO1U3Wr8O+80CRKQ+/ov/3F9Gw1yl+elMOgJ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4ikHBAAAA3A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WjsQA&#10;AADcAAAADwAAAGRycy9kb3ducmV2LnhtbESPT4vCMBTE74LfITzBi2haD/6pRhFhQVdYsApeH82z&#10;rTYvpclq99sbYcHjMDO/YZbr1lTiQY0rLSuIRxEI4szqknMF59PXcAbCeWSNlWVS8EcO1qtuZ4mJ&#10;tk8+0iP1uQgQdgkqKLyvEyldVpBBN7I1cfCutjHog2xyqRt8Brip5DiKJtJgyWGhwJq2BWX39Nco&#10;kKd07/fT0gzi78tPG9vb9pDdlOr32s0ChKfWf8L/7Z1WMB/H8D4Tjo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Alo7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zYccA&#10;AADcAAAADwAAAGRycy9kb3ducmV2LnhtbESPT2sCMRTE74LfITyhF9Fsl7boapS2YJEehPrn/tw8&#10;d1c3L9sk1dVP3xQKHoeZ+Q0znbemFmdyvrKs4HGYgCDOra64ULDdLAYjED4ga6wtk4IreZjPup0p&#10;Ztpe+IvO61CICGGfoYIyhCaT0uclGfRD2xBH72CdwRClK6R2eIlwU8s0SV6kwYrjQokNvZeUn9Y/&#10;RsFiSafxrvn+eLq552J03K8+3zZ9pR567esERKA23MP/7aVWME5T+DsTj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NM2H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p78sQA&#10;AADcAAAADwAAAGRycy9kb3ducmV2LnhtbESPT4vCMBTE74LfITzBm6a6rNRqFHFxWdiTf9Drs3m2&#10;1ealNNF2v/1GEDwOM/MbZr5sTSkeVLvCsoLRMAJBnFpdcKbgsN8MYhDOI2ssLZOCP3KwXHQ7c0y0&#10;bXhLj53PRICwS1BB7n2VSOnSnAy6oa2Ig3extUEfZJ1JXWMT4KaU4yiaSIMFh4UcK1rnlN52d6Mg&#10;+v0sz5cjt/Hp6zu9XZsNN8VIqX6vXc1AeGr9O/xq/2gF0/EHPM+E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ae/L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jscA&#10;AADcAAAADwAAAGRycy9kb3ducmV2LnhtbESPT2sCMRTE74LfIbxCL6LZihVdjWIFi3go1D/35+a5&#10;u3XzsiapbvvpG6HgcZiZ3zDTeWMqcSXnS8sKXnoJCOLM6pJzBfvdqjsC4QOyxsoyKfghD/NZuzXF&#10;VNsbf9J1G3IRIexTVFCEUKdS+qwgg75na+LonawzGKJ0udQObxFuKtlPkqE0WHJcKLCmZUHZeftt&#10;FKzWdB4f6sv74Ne95qOv48fmbddR6vmpWUxABGrCI/zfXmsF4/4A7mfi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oDo7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9GHcIA&#10;AADcAAAADwAAAGRycy9kb3ducmV2LnhtbESPQYvCMBSE7wv+h/AEb5oqKFqNIooieFoVvT6bZ1tt&#10;XkoTbf33ZkHY4zAz3zCzRWMK8aLK5ZYV9HsRCOLE6pxTBafjpjsG4TyyxsIyKXiTg8W89TPDWNua&#10;f+l18KkIEHYxKsi8L2MpXZKRQdezJXHwbrYy6IOsUqkrrAPcFHIQRSNpMOewkGFJq4ySx+FpFET7&#10;YXG9nbkZX9bb5HGvN1znfaU67WY5BeGp8f/hb3unFUwGQ/g7E46An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f0Yd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nw8QA&#10;AADcAAAADwAAAGRycy9kb3ducmV2LnhtbESPQWvCQBSE7wX/w/IEb3VjBNHoKhJb8FpND709s88k&#10;JPs2ZNcY/fXdQsHjMDPfMJvdYBrRU+cqywpm0wgEcW51xYWC7Pz5vgThPLLGxjIpeJCD3Xb0tsFE&#10;2zt/UX/yhQgQdgkqKL1vEyldXpJBN7UtcfCutjPog+wKqTu8B7hpZBxFC2mw4rBQYktpSXl9uhkF&#10;34e6nq84mj9/+nTp0kuWxdcPpSbjYb8G4Wnwr/B/+6gVrOIF/J0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JJ8P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emOMgA&#10;AADcAAAADwAAAGRycy9kb3ducmV2LnhtbESPQWvCQBSE70L/w/IKvYjZKGJt6ioiLSjoobZUe3tk&#10;n0lo9m3MbmP017uC0OMwM98wk1lrStFQ7QrLCvpRDII4tbrgTMHX53tvDMJ5ZI2lZVJwJgez6UNn&#10;gom2J/6gZuszESDsElSQe18lUro0J4MushVx8A62NuiDrDOpazwFuCnlII5H0mDBYSHHihY5pb/b&#10;P6NgSM1+vr78bL73xzdvD93dyvV3Sj09tvNXEJ5a/x++t5dawcvgGW5nwhG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16Y4yAAAANw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3HHcYA&#10;AADdAAAADwAAAGRycy9kb3ducmV2LnhtbESPQWvCQBSE7wX/w/KE3urGBItGV5HYQq/aePD2zD6T&#10;kOzbkN3GtL++KxR6HGbmG2azG00rBupdbVnBfBaBIC6srrlUkH++vyxBOI+ssbVMCr7JwW47edpg&#10;qu2djzScfCkChF2KCirvu1RKV1Rk0M1sRxy8m+0N+iD7Uuoe7wFuWhlH0as0WHNYqLCjrKKiOX0Z&#10;BedD0yQrjpKfy5AtXXbN8/j2ptTzdNyvQXga/X/4r/2hFSSLRQyP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3HH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1lK8gA&#10;AADdAAAADwAAAGRycy9kb3ducmV2LnhtbESPQWvCQBSE74L/YXmCFzEbtZaSuooUhRb0UCvV3h7Z&#10;ZxKafRuz2xj99V2h0OMwM98ws0VrStFQ7QrLCkZRDII4tbrgTMH+Yz18AuE8ssbSMim4koPFvNuZ&#10;YaLthd+p2flMBAi7BBXk3leJlC7NyaCLbEUcvJOtDfog60zqGi8Bbko5juNHabDgsJBjRS85pd+7&#10;H6PggZrjcnP72n4ezytvT4PDmxsdlOr32uUzCE+t/w//tV+1gsl0OoH7m/A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DWUr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XrzMkA&#10;AADdAAAADwAAAGRycy9kb3ducmV2LnhtbESP3WrCQBSE7wt9h+UI3tWN9aeSukpRaoVCwbTY20P2&#10;mE3Nno3Z1aQ+fbdQ6OUwM98w82VnK3GhxpeOFQwHCQji3OmSCwUf7893MxA+IGusHJOCb/KwXNze&#10;zDHVruUdXbJQiAhhn6ICE0KdSulzQxb9wNXE0Tu4xmKIsimkbrCNcFvJ+ySZSoslxwWDNa0M5cfs&#10;bBV8jkdvzrxk7tyuN9fj7vTwtV+9KtXvdU+PIAJ14T/8195qBaPJdAi/b+ITkI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TXrzM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VWJsUA&#10;AADdAAAADwAAAGRycy9kb3ducmV2LnhtbESPzWrDMBCE74W8g9hAb42cFBvjRAlJaYJpT83PfbE2&#10;tom1ci3VUd++KhR6HGa+GWa1CaYTIw2utaxgPktAEFdWt1wrOJ/2TzkI55E1dpZJwTc52KwnDyss&#10;tL3zB41HX4tYwq5ABY33fSGlqxoy6Ga2J47e1Q4GfZRDLfWA91huOrlIkkwabDkuNNjTS0PV7fhl&#10;FDy/pZ8Hvatfxy4/uPfyug9tuCj1OA3bJQhPwf+H/+hSRy7NFvD7Jj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VYm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9J4cQA&#10;AADdAAAADwAAAGRycy9kb3ducmV2LnhtbESPQYvCMBSE78L+h/AW9qapK1atRpGVBUE86O7B46N5&#10;NsXmpTSx1n9vBMHjMDPfMItVZyvRUuNLxwqGgwQEce50yYWC/7/f/hSED8gaK8ek4E4eVsuP3gIz&#10;7W58oPYYChEh7DNUYEKoMyl9bsiiH7iaOHpn11gMUTaF1A3eItxW8jtJUmmx5LhgsKYfQ/nleLUK&#10;TrP9bNiZTbJrJ+ttyBnx0qZKfX126zmIQF14h1/trVYwGqcjeL6JT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vSeH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kbNMgA&#10;AADdAAAADwAAAGRycy9kb3ducmV2LnhtbESPT2vCQBTE74V+h+UVejMbowaNrlIKFi8eav13fGSf&#10;SWz2bcxuNe2ndwuFHoeZ+Q0zW3SmFldqXWVZQT+KQRDnVldcKNh+LHtjEM4ja6wtk4JvcrCYPz7M&#10;MNP2xu903fhCBAi7DBWU3jeZlC4vyaCLbEMcvJNtDfog20LqFm8BbmqZxHEqDVYcFkps6LWk/HPz&#10;ZRQc+uufSTPodsnRX1bn5O2SL/epUs9P3csUhKfO/4f/2iutYDBKh/D7JjwBOb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+Rs0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Ho2sQA&#10;AADdAAAADwAAAGRycy9kb3ducmV2LnhtbESPUWvCMBSF34X9h3AHvmm6ObtRjVIUwbEn637Apblr&#10;q81NSKLt/v0yGOzxcM75Dme9HU0v7uRDZ1nB0zwDQVxb3XGj4PN8mL2BCBFZY2+ZFHxTgO3mYbLG&#10;QtuBT3SvYiMShEOBCtoYXSFlqFsyGObWESfvy3qDMUnfSO1xSHDTy+csy6XBjtNCi452LdXX6mYU&#10;oHeve1fJ4ZRfPvB4eS/pxZZKTR/HcgUi0hj/w3/to1awWOZ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x6Nr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Vnq8cA&#10;AADdAAAADwAAAGRycy9kb3ducmV2LnhtbESPT2vCQBTE7wW/w/IK3uqmiqmkruK/gGgutXrw9si+&#10;JsHs25BdNe2n7xaEHoeZ+Q0znXemFjdqXWVZwesgAkGcW11xoeD4mb5MQDiPrLG2TAq+ycF81nua&#10;YqLtnT/odvCFCBB2CSoovW8SKV1ekkE3sA1x8L5sa9AH2RZSt3gPcFPLYRTF0mDFYaHEhlYl5ZfD&#10;1SjI0qzJ9ryZnNfX5ei8/Tm98S5Vqv/cLd5BeOr8f/jR3moFo3Ecw9+b8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FZ6v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Enc8cA&#10;AADdAAAADwAAAGRycy9kb3ducmV2LnhtbESPQWvCQBSE7wX/w/IEb3VjS1NNXaUIooVaqAp6fM0+&#10;k9Ds27i7xvTfu4VCj8PMfMNM552pRUvOV5YVjIYJCOLc6ooLBfvd8n4MwgdkjbVlUvBDHuaz3t0U&#10;M22v/EntNhQiQthnqKAMocmk9HlJBv3QNsTRO1lnMETpCqkdXiPc1PIhSVJpsOK4UGJDi5Ly7+3F&#10;KPg4p5f39nBcfblu2Zzrt8VGTyqlBv3u9QVEoC78h//aa63g8Sl9ht838Qn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BJ3P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zdtcMA&#10;AADdAAAADwAAAGRycy9kb3ducmV2LnhtbERP3WrCMBS+H+wdwhnsbk3nqBudUURQRxFknQ9waM6a&#10;suakNLGte3pzIXj58f0vVpNtxUC9bxwreE1SEMSV0w3XCk4/25cPED4ga2wdk4ILeVgtHx8WmGs3&#10;8jcNZahFDGGfowITQpdL6StDFn3iOuLI/breYoiwr6XucYzhtpWzNJ1Liw3HBoMdbQxVf+XZKuBU&#10;bo+HqtVy9396L/amLLJzqdTz07T+BBFoCnfxzf2lFbxl8zg3volP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zdtcMAAADd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vDVsYA&#10;AADdAAAADwAAAGRycy9kb3ducmV2LnhtbESPT2vCQBTE70K/w/IK3nRTrRJTV/EvVG9NC8XbI/tM&#10;gtm3Ibtq6qfvCoLHYWZ+w0znranEhRpXWlbw1o9AEGdWl5wr+Pne9mIQziNrrCyTgj9yMJ+9dKaY&#10;aHvlL7qkPhcBwi5BBYX3dSKlywoy6Pq2Jg7e0TYGfZBNLnWD1wA3lRxE0VgaLDksFFjTqqDslJ6N&#10;gvR4OOglb9538cit9vvhbfK7XSvVfW0XHyA8tf4ZfrQ/tYLhaDyB+5vw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vDV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B1y8AA&#10;AADdAAAADwAAAGRycy9kb3ducmV2LnhtbERPzYrCMBC+L/gOYQRva6pFV6pRRBQ8eFDXBxiasak2&#10;k9pErW9vDoLHj+9/tmhtJR7U+NKxgkE/AUGcO11yoeD0v/mdgPABWWPlmBS8yMNi3vmZYabdkw/0&#10;OIZCxBD2GSowIdSZlD43ZNH3XU0cubNrLIYIm0LqBp8x3FZymCRjabHk2GCwppWh/Hq8WwXD0/Ky&#10;Ou/T3eWWJry2pl3fD0apXrddTkEEasNX/HFvtYJ09Bf3xzfxCc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B1y8AAAADdAAAADwAAAAAAAAAAAAAAAACYAgAAZHJzL2Rvd25y&#10;ZXYueG1sUEsFBgAAAAAEAAQA9QAAAIU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+OI8gA&#10;AADdAAAADwAAAGRycy9kb3ducmV2LnhtbESPT2sCMRTE74V+h/AKvXWzWq26NUotFLwI/jvo7bl5&#10;3V3cvGyTVFc/fSMUPA4z8xtmPG1NLU7kfGVZQSdJQRDnVldcKNhuvl6GIHxA1lhbJgUX8jCdPD6M&#10;MdP2zCs6rUMhIoR9hgrKEJpMSp+XZNAntiGO3rd1BkOUrpDa4TnCTS27afomDVYcF0ps6LOk/Lj+&#10;NQpmo+HsZ9njxXV12NN+dzj2uy5V6vmp/XgHEagN9/B/e64VvPYHHbi9iU9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D44jyAAAAN0AAAAPAAAAAAAAAAAAAAAAAJgCAABk&#10;cnMvZG93bnJldi54bWxQSwUGAAAAAAQABAD1AAAAjQ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+L1scA&#10;AADdAAAADwAAAGRycy9kb3ducmV2LnhtbESPT2vCQBTE74V+h+UVeim6iVqVmFVKaUG9iH8KPT6y&#10;zyQk+zZktzF+e1cQehxm5jdMuupNLTpqXWlZQTyMQBBnVpecKzgdvwdzEM4ja6wtk4IrOVgtn59S&#10;TLS98J66g89FgLBLUEHhfZNI6bKCDLqhbYiDd7atQR9km0vd4iXATS1HUTSVBksOCwU29FlQVh3+&#10;jIKtzLq3zYTiXd79Vl+7+Y+Z7mOlXl/6jwUIT73/Dz/aa61g/D4bwf1Ne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fi9bHAAAA3QAAAA8AAAAAAAAAAAAAAAAAmAIAAGRy&#10;cy9kb3ducmV2LnhtbFBLBQYAAAAABAAEAPUAAACM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pXJMYA&#10;AADdAAAADwAAAGRycy9kb3ducmV2LnhtbESP3UrDQBSE7wXfYTlC7+zGlmiN3ZYiFloQSn8e4LB7&#10;TILZsyF72kSfvlsQvBxm5htmvhx8oy7UxTqwgadxBorYBldzaeB0XD/OQEVBdtgEJgM/FGG5uL+b&#10;Y+FCz3u6HKRUCcKxQAOVSFtoHW1FHuM4tMTJ+wqdR0myK7XrsE9w3+hJlj1rjzWnhQpbeq/Ifh/O&#10;3sDkbMX61+3v58dJ8t2x7bN8tjJm9DCs3kAJDfIf/mtvnIFp/jKF25v0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pXJM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0w98gA&#10;AADdAAAADwAAAGRycy9kb3ducmV2LnhtbESPT2sCMRTE7wW/Q3hCbzWrtlW2RimlSgvbin8uvT2S&#10;52Zx87Jsoq7f3hQKPQ4z8xtmtuhcLc7UhsqzguEgA0Gsvam4VLDfLR+mIEJENlh7JgVXCrCY9+5m&#10;mBt/4Q2dt7EUCcIhRwU2xiaXMmhLDsPAN8TJO/jWYUyyLaVp8ZLgrpajLHuWDitOCxYberOkj9uT&#10;U6BX4+L9s/ix+jRaf5XV97pwm4NS9/3u9QVEpC7+h//aH0bB+GnyCL9v0hOQ8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jTD3yAAAAN0AAAAPAAAAAAAAAAAAAAAAAJgCAABk&#10;cnMvZG93bnJldi54bWxQSwUGAAAAAAQABAD1AAAAjQ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FDPMYA&#10;AADdAAAADwAAAGRycy9kb3ducmV2LnhtbESPS2vDMBCE74X8B7GF3BopDnngRgnBUEguheZBelys&#10;rW1irYyl2k5+fVUo9DjMzDfMejvYWnTU+sqxhulEgSDOnam40HA+vb2sQPiAbLB2TBru5GG7GT2t&#10;MTWu5w/qjqEQEcI+RQ1lCE0qpc9LsugnriGO3pdrLYYo20KaFvsIt7VMlFpIixXHhRIbykrKb8dv&#10;q6Gxj8v58/DeqekVE9Nn3N8WrPX4edi9ggg0hP/wX3tvNMzmyzn8vo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FDPMYAAADdAAAADwAAAAAAAAAAAAAAAACYAgAAZHJz&#10;L2Rvd25yZXYueG1sUEsFBgAAAAAEAAQA9QAAAIs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sXRccA&#10;AADdAAAADwAAAGRycy9kb3ducmV2LnhtbESPQWvCQBSE70L/w/IK3nTTam2bZhUpKJ4EjZD29si+&#10;JsHs25BdY/TXu0LB4zAz3zDJoje16Kh1lWUFL+MIBHFudcWFgkO6Gn2AcB5ZY22ZFFzIwWL+NEgw&#10;1vbMO+r2vhABwi5GBaX3TSyly0sy6Ma2IQ7en20N+iDbQuoWzwFuavkaRTNpsOKwUGJD3yXlx/3J&#10;KJj+fC7TjH6vx2xtM7lJt3a7Oik1fO6XXyA89f4R/m9vtILJ2/sM7m/C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7F0XHAAAA3QAAAA8AAAAAAAAAAAAAAAAAmAIAAGRy&#10;cy9kb3ducmV2LnhtbFBLBQYAAAAABAAEAPUAAACM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D2CccA&#10;AADdAAAADwAAAGRycy9kb3ducmV2LnhtbESPQWvCQBSE7wX/w/KE3upGxSipq0hLQREK2kKvz+xr&#10;kib7Nu6uGv+9KxQ8DjPzDTNfdqYRZ3K+sqxgOEhAEOdWV1wo+P76eJmB8AFZY2OZFFzJw3LRe5pj&#10;pu2Fd3Teh0JECPsMFZQhtJmUPi/JoB/Yljh6v9YZDFG6QmqHlwg3jRwlSSoNVhwXSmzpraS83p+M&#10;guP4vf50h5+/w3Yzu6Z1fhzJTarUc79bvYII1IVH+L+91grGk+kU7m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A9gn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UnvsQA&#10;AADdAAAADwAAAGRycy9kb3ducmV2LnhtbERPu27CMBTdK/UfrFupW3GgpUDAIKhUiQWJ1wDbJb4k&#10;EfF1sF0IfD0ekDoenfdo0phKXMj50rKCdisBQZxZXXKuYLv5/eiD8AFZY2WZFNzIw2T8+jLCVNsr&#10;r+iyDrmIIexTVFCEUKdS+qwgg75la+LIHa0zGCJ0udQOrzHcVLKTJN/SYMmxocCafgrKTus/o2A2&#10;6M/Oyy9e3FeHPe13h1O34xKl3t+a6RBEoCb8i5/uuVbw2e3FufFNfAJ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1J77EAAAA3QAAAA8AAAAAAAAAAAAAAAAAmAIAAGRycy9k&#10;b3ducmV2LnhtbFBLBQYAAAAABAAEAPUAAACJAwAAAAA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ZkFscA&#10;AADdAAAADwAAAGRycy9kb3ducmV2LnhtbESP0WoCMRRE3wX/IVyhL6JZlVbdGqWUFlq6sFT9gOvm&#10;dncxuVmSVNe/bwqFPg4zc4bZ7HprxIV8aB0rmE0zEMSV0y3XCo6H18kKRIjIGo1jUnCjALvtcLDB&#10;XLsrf9JlH2uRIBxyVNDE2OVShqohi2HqOuLkfTlvMSbpa6k9XhPcGjnPsgdpseW00GBHzw1V5/23&#10;VfAyP/nyhB+myg61Kd7LYrwuC6XuRv3TI4hIffwP/7XftILF/XINv2/SE5Db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GZBbHAAAA3QAAAA8AAAAAAAAAAAAAAAAAmAIAAGRy&#10;cy9kb3ducmV2LnhtbFBLBQYAAAAABAAEAPUAAACM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RqhsQA&#10;AADdAAAADwAAAGRycy9kb3ducmV2LnhtbERPy2rCQBTdC/7DcIXu6qRKJY2ZiBYCBaH10YXLa+aa&#10;Cc3cSTNTTf++syi4PJx3vhpsK67U+8axgqdpAoK4crrhWsHnsXxMQfiArLF1TAp+ycOqGI9yzLS7&#10;8Z6uh1CLGMI+QwUmhC6T0leGLPqp64gjd3G9xRBhX0vd4y2G21bOkmQhLTYcGwx29Gqo+jr8WAVW&#10;4ulcL8rqfT3ffmxfms3uuzRKPUyG9RJEoCHcxf/uN61g/pzG/fFNfA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UaobEAAAA3Q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216B64" w:rsidRPr="008D3E19" w:rsidRDefault="00216B64" w:rsidP="00216B6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216B64" w:rsidRPr="008D3E19" w:rsidRDefault="00216B64" w:rsidP="00216B6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УКРАЇНА</w:t>
      </w:r>
    </w:p>
    <w:p w:rsidR="00216B64" w:rsidRPr="008D3E19" w:rsidRDefault="00216B64" w:rsidP="00216B64">
      <w:pPr>
        <w:keepNext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КРУПЕЦЬКА СІЛЬСЬКА РАДА</w:t>
      </w:r>
    </w:p>
    <w:p w:rsidR="00216B64" w:rsidRPr="008D3E19" w:rsidRDefault="00216B64" w:rsidP="00216B6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СЛАВУТСЬКОГО РАЙОНУ</w:t>
      </w:r>
    </w:p>
    <w:p w:rsidR="00216B64" w:rsidRPr="008D3E19" w:rsidRDefault="00216B64" w:rsidP="00216B6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ХМЕЛЬНИЦЬКОЇ ОБЛАСТІ</w:t>
      </w:r>
    </w:p>
    <w:p w:rsidR="00216B64" w:rsidRPr="008D3E19" w:rsidRDefault="00216B64" w:rsidP="00216B6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увати 3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3608" o:spid="_x0000_s1026" style="position:absolute;margin-left:219.6pt;margin-top:717.85pt;width:42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Bai0McTXgAABpXBAAOAAAAAAAAAAAAAAAAAC4CAABkcnMvZTJvRG9jLnhtbFBLAQItABQABgAI&#10;AAAAIQDfzpAw4gAAAA0BAAAPAAAAAAAAAAAAAAAAAKd6AABkcnMvZG93bnJldi54bWxQSwUGAAAA&#10;AAQABADzAAAAtnsAAAAA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16B64" w:rsidRPr="008D3E19" w:rsidRDefault="00216B64" w:rsidP="00216B6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РІШЕННЯ</w:t>
      </w:r>
    </w:p>
    <w:p w:rsidR="00216B64" w:rsidRPr="008D3E19" w:rsidRDefault="00216B64" w:rsidP="00216B6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Х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ХХХІ 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сесії сільської ради   </w:t>
      </w:r>
      <w:r w:rsidRPr="008D3E19">
        <w:rPr>
          <w:rFonts w:ascii="Times New Roman" w:eastAsiaTheme="minorHAnsi" w:hAnsi="Times New Roman"/>
          <w:sz w:val="24"/>
          <w:szCs w:val="24"/>
          <w:lang w:val="en-US"/>
        </w:rPr>
        <w:t>VII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скликання</w:t>
      </w:r>
    </w:p>
    <w:p w:rsidR="00216B64" w:rsidRPr="008D3E19" w:rsidRDefault="00216B64" w:rsidP="00216B6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23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.09. 2020р.                                Крупець                                               №___  </w: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color w:val="FF0000"/>
          <w:sz w:val="24"/>
          <w:szCs w:val="24"/>
          <w:lang w:val="ru-RU"/>
        </w:rPr>
      </w:pP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Про надання дозволу на розробку </w: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проекту  із землеустрою  щодо </w: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відведення земельної  ділянки</w: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3E19">
        <w:rPr>
          <w:rFonts w:ascii="Times New Roman" w:hAnsi="Times New Roman"/>
          <w:b/>
          <w:sz w:val="24"/>
          <w:szCs w:val="24"/>
        </w:rPr>
        <w:t>Релігійній Громаді ПЦУ</w: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8D3E19">
        <w:rPr>
          <w:rFonts w:ascii="Times New Roman" w:hAnsi="Times New Roman"/>
          <w:b/>
          <w:sz w:val="24"/>
          <w:szCs w:val="24"/>
        </w:rPr>
        <w:t>Свято-Георгіївської Парафії с.Полянь</w: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216B64" w:rsidRPr="008D3E19" w:rsidRDefault="00216B64" w:rsidP="00216B64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 w:rsidRPr="008D3E19">
        <w:rPr>
          <w:rFonts w:ascii="Times New Roman" w:hAnsi="Times New Roman"/>
          <w:sz w:val="24"/>
          <w:szCs w:val="24"/>
        </w:rPr>
        <w:t>Релігійної Громади ПЦУ Свято-Георгіївської Парафії с.Полянь</w:t>
      </w:r>
      <w:r w:rsidRPr="008D3E19">
        <w:rPr>
          <w:rFonts w:ascii="Times New Roman" w:eastAsiaTheme="minorHAnsi" w:hAnsi="Times New Roman"/>
          <w:sz w:val="24"/>
          <w:szCs w:val="24"/>
        </w:rPr>
        <w:t xml:space="preserve">, сільська рада </w: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>ВИРІШИЛА:</w: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16B64" w:rsidRPr="008D3E19" w:rsidRDefault="00216B64" w:rsidP="00216B64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 xml:space="preserve">       1. Надати </w:t>
      </w:r>
      <w:r w:rsidRPr="008D3E19">
        <w:rPr>
          <w:rFonts w:ascii="Times New Roman" w:hAnsi="Times New Roman"/>
          <w:sz w:val="24"/>
          <w:szCs w:val="24"/>
        </w:rPr>
        <w:t>Релігійній Громаді Православної Церкви України Свято-Георгіївської Парафії села Полянь Славутського району Хмельницької області</w:t>
      </w:r>
      <w:r w:rsidRPr="008D3E19">
        <w:rPr>
          <w:rFonts w:ascii="Times New Roman" w:eastAsiaTheme="minorHAnsi" w:hAnsi="Times New Roman"/>
          <w:sz w:val="24"/>
          <w:szCs w:val="24"/>
        </w:rPr>
        <w:t xml:space="preserve">, яка зареєстрована за адресою: с.Полянь,  вул.Незалежності, 15, Славутського району Хмельницької області, дозвіл на розробку проекту із землеустрою щодо відведення земельної ділянки, орієнтовною площею 1,0000 га, </w:t>
      </w:r>
      <w:r w:rsidRPr="008D3E19">
        <w:rPr>
          <w:rFonts w:ascii="Times New Roman" w:hAnsi="Times New Roman"/>
          <w:sz w:val="24"/>
          <w:szCs w:val="24"/>
        </w:rPr>
        <w:t>для будівництва та обслуговування будівель громадських та релігійних організацій</w:t>
      </w:r>
      <w:r w:rsidRPr="008D3E19">
        <w:rPr>
          <w:rFonts w:ascii="Times New Roman" w:eastAsiaTheme="minorHAnsi" w:hAnsi="Times New Roman"/>
          <w:sz w:val="24"/>
          <w:szCs w:val="24"/>
        </w:rPr>
        <w:t>, земельна ділянка розташована в с.Полянь.</w:t>
      </w:r>
    </w:p>
    <w:p w:rsidR="00216B64" w:rsidRPr="008D3E19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 xml:space="preserve">       2. </w:t>
      </w:r>
      <w:r w:rsidRPr="008D3E19">
        <w:rPr>
          <w:rFonts w:ascii="Times New Roman" w:hAnsi="Times New Roman"/>
          <w:sz w:val="24"/>
          <w:szCs w:val="24"/>
        </w:rPr>
        <w:t>Релігійній Громаді ПЦУ Свято-Георгіївської Парафії с.Полянь</w:t>
      </w:r>
      <w:r w:rsidRPr="008D3E19">
        <w:rPr>
          <w:rFonts w:ascii="Times New Roman" w:eastAsiaTheme="minorHAnsi" w:hAnsi="Times New Roman"/>
          <w:sz w:val="24"/>
          <w:szCs w:val="24"/>
        </w:rPr>
        <w:t>, 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216B64" w:rsidRPr="008D3E19" w:rsidRDefault="00216B64" w:rsidP="00216B6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16B64" w:rsidRPr="008D3E19" w:rsidRDefault="00216B64" w:rsidP="00216B6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16B64" w:rsidRPr="008D3E19" w:rsidRDefault="00216B64" w:rsidP="00216B64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216B64" w:rsidRPr="00216B64" w:rsidRDefault="00216B64" w:rsidP="00216B64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bookmarkStart w:id="0" w:name="_GoBack"/>
      <w:bookmarkEnd w:id="0"/>
    </w:p>
    <w:p w:rsidR="00216B64" w:rsidRPr="008D3E19" w:rsidRDefault="00216B64" w:rsidP="00216B64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C067BA" w:rsidRPr="00216B64" w:rsidRDefault="00216B64" w:rsidP="00216B64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Сільський голова                                                                                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   В.А.Михалюк </w:t>
      </w:r>
    </w:p>
    <w:sectPr w:rsidR="00C067BA" w:rsidRPr="00216B6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64"/>
    <w:rsid w:val="00171A2E"/>
    <w:rsid w:val="00216B64"/>
    <w:rsid w:val="00304C90"/>
    <w:rsid w:val="00505B6D"/>
    <w:rsid w:val="006D3977"/>
    <w:rsid w:val="007D6C18"/>
    <w:rsid w:val="00C067B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6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6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>Microsoft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2020-09-17T15:26:00Z</dcterms:created>
  <dcterms:modified xsi:type="dcterms:W3CDTF">2020-09-17T15:26:00Z</dcterms:modified>
</cp:coreProperties>
</file>