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23B" w:rsidRPr="00154EFF" w:rsidRDefault="00DE123B" w:rsidP="00DE123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23B" w:rsidRDefault="00DE123B" w:rsidP="00DE12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123B" w:rsidRDefault="00DE123B" w:rsidP="00DE12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123B" w:rsidRDefault="00DE123B" w:rsidP="00DE123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123B" w:rsidRDefault="00DE123B" w:rsidP="00DE12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123B" w:rsidRDefault="00DE123B" w:rsidP="00DE123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№75</w:t>
      </w:r>
    </w:p>
    <w:p w:rsidR="00DE123B" w:rsidRPr="003B50D1" w:rsidRDefault="00DE123B" w:rsidP="00DE12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123B" w:rsidRPr="003B50D1" w:rsidRDefault="00DE123B" w:rsidP="00DE123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E123B" w:rsidRPr="003B50D1" w:rsidRDefault="00DE123B" w:rsidP="00DE123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E123B" w:rsidRPr="003B50D1" w:rsidRDefault="00DE123B" w:rsidP="00DE123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E123B" w:rsidRPr="003B50D1" w:rsidRDefault="00DE123B" w:rsidP="00DE123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А.О.</w:t>
      </w:r>
    </w:p>
    <w:p w:rsidR="00DE123B" w:rsidRPr="003B50D1" w:rsidRDefault="00DE123B" w:rsidP="00DE12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123B" w:rsidRPr="003B50D1" w:rsidRDefault="00DE123B" w:rsidP="00DE12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3B50D1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А.О.,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E123B" w:rsidRPr="003B50D1" w:rsidRDefault="00DE123B" w:rsidP="00DE12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E123B" w:rsidRDefault="00DE123B" w:rsidP="00DE12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Олексійовичу,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</w:t>
      </w:r>
      <w:r>
        <w:rPr>
          <w:rFonts w:ascii="Times New Roman" w:eastAsia="Calibri" w:hAnsi="Times New Roman" w:cs="Times New Roman"/>
          <w:sz w:val="24"/>
          <w:szCs w:val="24"/>
        </w:rPr>
        <w:t>мельної ділянки, для  ведення особистого селянського господарства,  площею  0,1210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E123B" w:rsidRPr="003B50D1" w:rsidRDefault="00DE123B" w:rsidP="00DE12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Олексійовичу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27841">
        <w:rPr>
          <w:rFonts w:ascii="Times New Roman" w:eastAsia="Calibri" w:hAnsi="Times New Roman" w:cs="Times New Roman"/>
          <w:sz w:val="24"/>
        </w:rPr>
        <w:t>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42784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0,1210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6823984000:01:007:0054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ведення особистого селянського господарства,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123B" w:rsidRPr="003B50D1" w:rsidRDefault="00DE123B" w:rsidP="00DE12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Зальвовському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А.О.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E123B" w:rsidRPr="003B50D1" w:rsidRDefault="00DE123B" w:rsidP="00DE12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E123B" w:rsidRPr="003B50D1" w:rsidRDefault="00DE123B" w:rsidP="00DE12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1411" w:rsidRPr="00DE123B" w:rsidRDefault="00DE123B" w:rsidP="00DE123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A1411" w:rsidRPr="00DE123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3B"/>
    <w:rsid w:val="00427841"/>
    <w:rsid w:val="00DE123B"/>
    <w:rsid w:val="00FA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3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E1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E123B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3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E1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E123B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2022-02-08T06:54:00Z</dcterms:created>
  <dcterms:modified xsi:type="dcterms:W3CDTF">2022-02-08T11:25:00Z</dcterms:modified>
</cp:coreProperties>
</file>