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458" w:rsidRDefault="00524458" w:rsidP="0052445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458" w:rsidRDefault="00524458" w:rsidP="0052445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24458" w:rsidRDefault="00524458" w:rsidP="0052445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24458" w:rsidRDefault="00524458" w:rsidP="005244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4458" w:rsidRDefault="00524458" w:rsidP="005244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4458" w:rsidRDefault="00524458" w:rsidP="005244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4458" w:rsidRDefault="00524458" w:rsidP="005244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4458" w:rsidRDefault="00524458" w:rsidP="005244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24458" w:rsidRDefault="00524458" w:rsidP="0052445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24458" w:rsidRDefault="00524458" w:rsidP="005244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24458" w:rsidRDefault="00524458" w:rsidP="005244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24458" w:rsidRDefault="00524458" w:rsidP="005244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4458" w:rsidRDefault="00524458" w:rsidP="005244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24458" w:rsidRDefault="00524458" w:rsidP="005244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4458" w:rsidRDefault="00524458" w:rsidP="0052445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24458" w:rsidRDefault="00524458" w:rsidP="0052445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24458" w:rsidRDefault="00524458" w:rsidP="0052445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№35</w:t>
      </w:r>
    </w:p>
    <w:p w:rsidR="00524458" w:rsidRPr="001524CD" w:rsidRDefault="00524458" w:rsidP="00524458">
      <w:pPr>
        <w:tabs>
          <w:tab w:val="left" w:pos="4424"/>
        </w:tabs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4458" w:rsidRPr="001524CD" w:rsidRDefault="00524458" w:rsidP="0052445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524CD">
        <w:rPr>
          <w:rFonts w:ascii="Times New Roman" w:eastAsia="Calibri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524458" w:rsidRPr="001524CD" w:rsidRDefault="00524458" w:rsidP="0052445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1524CD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524CD">
        <w:rPr>
          <w:rFonts w:ascii="Times New Roman" w:eastAsia="Calibri" w:hAnsi="Times New Roman" w:cs="Times New Roman"/>
          <w:b/>
          <w:sz w:val="24"/>
          <w:szCs w:val="24"/>
        </w:rPr>
        <w:t xml:space="preserve">  із землеустрою  щодо </w:t>
      </w:r>
    </w:p>
    <w:p w:rsidR="00524458" w:rsidRPr="001524CD" w:rsidRDefault="00524458" w:rsidP="0052445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24CD">
        <w:rPr>
          <w:rFonts w:ascii="Times New Roman" w:eastAsia="Calibri" w:hAnsi="Times New Roman" w:cs="Times New Roman"/>
          <w:b/>
          <w:sz w:val="24"/>
          <w:szCs w:val="24"/>
        </w:rPr>
        <w:t>відведення земельної  ділянки</w:t>
      </w:r>
    </w:p>
    <w:p w:rsidR="00524458" w:rsidRPr="001524CD" w:rsidRDefault="00524458" w:rsidP="0052445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24CD">
        <w:rPr>
          <w:rFonts w:ascii="Times New Roman" w:eastAsia="Calibri" w:hAnsi="Times New Roman" w:cs="Times New Roman"/>
          <w:b/>
          <w:sz w:val="24"/>
          <w:szCs w:val="24"/>
        </w:rPr>
        <w:t>Соколенко Н.А.</w:t>
      </w:r>
    </w:p>
    <w:p w:rsidR="00524458" w:rsidRPr="001524CD" w:rsidRDefault="00524458" w:rsidP="0052445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4458" w:rsidRPr="001524CD" w:rsidRDefault="00524458" w:rsidP="0052445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Соколенко Н.А., сільська рада </w:t>
      </w:r>
    </w:p>
    <w:p w:rsidR="00524458" w:rsidRPr="00002660" w:rsidRDefault="00524458" w:rsidP="0052445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524458" w:rsidRPr="001524CD" w:rsidRDefault="00524458" w:rsidP="0052445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      1. Надати Соколенко Наталії Анатоліївні,  яка зареєстрована  за </w:t>
      </w:r>
      <w:proofErr w:type="spellStart"/>
      <w:r w:rsidRPr="001524CD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9352D">
        <w:rPr>
          <w:rFonts w:ascii="Times New Roman" w:eastAsia="Calibri" w:hAnsi="Times New Roman" w:cs="Times New Roman"/>
          <w:sz w:val="24"/>
          <w:szCs w:val="24"/>
        </w:rPr>
        <w:t>__________</w:t>
      </w:r>
      <w:bookmarkStart w:id="0" w:name="_GoBack"/>
      <w:bookmarkEnd w:id="0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,  дозвіл на розробку </w:t>
      </w:r>
      <w:proofErr w:type="spellStart"/>
      <w:r w:rsidRPr="001524CD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 із землеустрою щодо відведення земельної ділянки для передачі її у власність зі зміною цільового призначення із земель комунальної власності</w:t>
      </w:r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16.00 Землі запасу (земельні ділянки кожної категорії земель, які не надані у власність або користування громадянам чи юридичним особам) </w:t>
      </w:r>
      <w:r w:rsidRPr="001524CD">
        <w:rPr>
          <w:rFonts w:ascii="Times New Roman" w:eastAsia="Calibri" w:hAnsi="Times New Roman" w:cs="Times New Roman"/>
          <w:sz w:val="24"/>
          <w:szCs w:val="24"/>
        </w:rPr>
        <w:t>для ведення особистого селянського господарства,  орієнтовною площею 2,0000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га, з поділом земельної ділянки кадастровий номер </w:t>
      </w:r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6823984700:04:012:0011, </w:t>
      </w: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яка розташована </w:t>
      </w:r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Хмельницька область, </w:t>
      </w:r>
      <w:proofErr w:type="spellStart"/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>Славутський</w:t>
      </w:r>
      <w:proofErr w:type="spellEnd"/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(Шепетівський) район, </w:t>
      </w:r>
      <w:proofErr w:type="spellStart"/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>Лисиченська</w:t>
      </w:r>
      <w:proofErr w:type="spellEnd"/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сільська рада </w:t>
      </w:r>
      <w:proofErr w:type="spellStart"/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Крупецької</w:t>
      </w:r>
      <w:proofErr w:type="spellEnd"/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об'єднаної територіальної громади.</w:t>
      </w:r>
    </w:p>
    <w:p w:rsidR="00524458" w:rsidRPr="001524CD" w:rsidRDefault="00524458" w:rsidP="0052445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      2. Соколенко Н.А. розробити </w:t>
      </w:r>
      <w:proofErr w:type="spellStart"/>
      <w:r w:rsidRPr="001524CD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524458" w:rsidRPr="001524CD" w:rsidRDefault="00524458" w:rsidP="0052445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524458" w:rsidRPr="001524CD" w:rsidRDefault="00524458" w:rsidP="0052445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24458" w:rsidRPr="001524CD" w:rsidRDefault="00524458" w:rsidP="0052445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3DFB" w:rsidRPr="00524458" w:rsidRDefault="00524458" w:rsidP="0052445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5D3DFB" w:rsidRPr="00524458" w:rsidSect="00524458">
      <w:pgSz w:w="12240" w:h="15840"/>
      <w:pgMar w:top="1440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4458"/>
    <w:rsid w:val="00171A2E"/>
    <w:rsid w:val="00304C90"/>
    <w:rsid w:val="00505B6D"/>
    <w:rsid w:val="00524458"/>
    <w:rsid w:val="005D3DFB"/>
    <w:rsid w:val="006D3977"/>
    <w:rsid w:val="0079352D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7DDBE"/>
  <w15:docId w15:val="{70047577-C5C6-41A8-833A-2C46CFF0A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458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52445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2445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524458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290</Words>
  <Characters>1655</Characters>
  <Application>Microsoft Office Word</Application>
  <DocSecurity>0</DocSecurity>
  <Lines>13</Lines>
  <Paragraphs>3</Paragraphs>
  <ScaleCrop>false</ScaleCrop>
  <Company>Microsoft</Company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2021-04-28T12:28:00Z</dcterms:created>
  <dcterms:modified xsi:type="dcterms:W3CDTF">2021-04-28T13:01:00Z</dcterms:modified>
</cp:coreProperties>
</file>