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1C" w:rsidRPr="00B63BB2" w:rsidRDefault="0076541C" w:rsidP="0076541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1C" w:rsidRDefault="0076541C" w:rsidP="00765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541C" w:rsidRDefault="0076541C" w:rsidP="00765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541C" w:rsidRDefault="0076541C" w:rsidP="007654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1C" w:rsidRDefault="0076541C" w:rsidP="00765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6541C" w:rsidRDefault="0076541C" w:rsidP="007654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541C" w:rsidRPr="00186FBA" w:rsidRDefault="0076541C" w:rsidP="007654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№14</w:t>
      </w:r>
    </w:p>
    <w:p w:rsidR="0076541C" w:rsidRDefault="0076541C" w:rsidP="0076541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541C" w:rsidRDefault="0076541C" w:rsidP="007654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76541C" w:rsidRDefault="0076541C" w:rsidP="007654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76541C" w:rsidRPr="00D82BDE" w:rsidRDefault="0076541C" w:rsidP="0076541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541C" w:rsidRDefault="0076541C" w:rsidP="0076541C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рішення сесії сільської ради №10  від 27.11.2020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№4  від 23.12.2020 року «Про сільський  бюджет  Крупецької сільської ради на 2021 рік» ,   сільська рада </w:t>
      </w:r>
    </w:p>
    <w:p w:rsidR="0076541C" w:rsidRDefault="0076541C" w:rsidP="0076541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76541C" w:rsidRDefault="0076541C" w:rsidP="00765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 Тишкун Олегу Валерійовичу   на  поховання  батька Тишкун Валерія Івановича   , який   помер 15.01.2021  року  ( АЗ № 20  від 18.01.2021 року) , в  розмірі  5000.00  (п’ять тисяч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76541C" w:rsidRDefault="0076541C" w:rsidP="00765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 Довгалюку Сергію Івановичу   на  поховання  Панько Олени Гаврилівни   , яка   померла  02.02.2021  року  ( АЗ № 13  від 03.02.2021 року) , в  розмірі  5000.00  (п’ять тисяч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76541C" w:rsidRDefault="0076541C" w:rsidP="00765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4.Відділу бухгалтерського обліку сільської ради ( М.М.Нечипорук) здійснити виплату матеріальної допомоги.</w:t>
      </w:r>
    </w:p>
    <w:p w:rsidR="0076541C" w:rsidRDefault="0076541C" w:rsidP="00765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Т.М.Бережна)</w:t>
      </w:r>
    </w:p>
    <w:p w:rsidR="0076541C" w:rsidRDefault="0076541C" w:rsidP="0076541C">
      <w:bookmarkStart w:id="0" w:name="_GoBack"/>
      <w:bookmarkEnd w:id="0"/>
    </w:p>
    <w:p w:rsidR="00ED5970" w:rsidRPr="0076541C" w:rsidRDefault="0076541C" w:rsidP="0076541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sectPr w:rsidR="00ED5970" w:rsidRPr="007654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1C"/>
    <w:rsid w:val="00171A2E"/>
    <w:rsid w:val="00304C90"/>
    <w:rsid w:val="00505B6D"/>
    <w:rsid w:val="006D3977"/>
    <w:rsid w:val="0076541C"/>
    <w:rsid w:val="007D6C18"/>
    <w:rsid w:val="00D1641A"/>
    <w:rsid w:val="00ED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6541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6541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6541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6541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6541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6541C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2021-03-02T13:51:00Z</dcterms:created>
  <dcterms:modified xsi:type="dcterms:W3CDTF">2021-03-02T13:51:00Z</dcterms:modified>
</cp:coreProperties>
</file>