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8A8" w:rsidRDefault="004E5C70" w:rsidP="002348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E5C70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2348A8" w:rsidRDefault="002348A8" w:rsidP="002348A8"/>
    <w:p w:rsidR="002348A8" w:rsidRDefault="002348A8" w:rsidP="002348A8"/>
    <w:p w:rsidR="002348A8" w:rsidRDefault="002348A8" w:rsidP="002348A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2348A8" w:rsidRDefault="002348A8" w:rsidP="002348A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2348A8" w:rsidRDefault="002348A8" w:rsidP="002348A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2348A8" w:rsidRDefault="002348A8" w:rsidP="002348A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2348A8" w:rsidRDefault="002348A8" w:rsidP="002348A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48A8" w:rsidRDefault="002348A8" w:rsidP="002348A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2348A8" w:rsidRDefault="002348A8" w:rsidP="002348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348A8" w:rsidRDefault="002348A8" w:rsidP="002348A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2348A8" w:rsidRDefault="002348A8" w:rsidP="002348A8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№23</w:t>
      </w:r>
    </w:p>
    <w:p w:rsidR="002348A8" w:rsidRDefault="002348A8" w:rsidP="002348A8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2348A8" w:rsidRDefault="002348A8" w:rsidP="002348A8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2348A8" w:rsidRDefault="002348A8" w:rsidP="002348A8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348A8" w:rsidRDefault="002348A8" w:rsidP="002348A8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2348A8" w:rsidRDefault="002348A8" w:rsidP="002348A8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)  Кучер О.В.</w:t>
      </w:r>
    </w:p>
    <w:p w:rsidR="002348A8" w:rsidRDefault="002348A8" w:rsidP="002348A8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348A8" w:rsidRDefault="002348A8" w:rsidP="002348A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Кучер О.В.,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рада </w:t>
      </w:r>
      <w:proofErr w:type="gramEnd"/>
    </w:p>
    <w:p w:rsidR="002348A8" w:rsidRDefault="002348A8" w:rsidP="002348A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2348A8" w:rsidRDefault="002348A8" w:rsidP="002348A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Кучер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Олені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Володимирівні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BD4CF1" w:rsidRPr="00BD4CF1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BD4CF1" w:rsidRPr="00BD4CF1">
        <w:rPr>
          <w:rFonts w:ascii="Times New Roman" w:hAnsi="Times New Roman" w:cs="Times New Roman"/>
          <w:sz w:val="24"/>
          <w:szCs w:val="24"/>
        </w:rPr>
        <w:t>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0,2500 га,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6823984000:02:002:0074),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обслуговування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житлового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будинку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господарських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будівель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споруд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присадибна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область,Славутський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Одухи</w:t>
      </w:r>
      <w:proofErr w:type="spellEnd"/>
      <w:r>
        <w:rPr>
          <w:rFonts w:ascii="Times New Roman" w:hAnsi="Times New Roman" w:cs="Times New Roman"/>
          <w:sz w:val="24"/>
          <w:szCs w:val="24"/>
        </w:rPr>
        <w:t>, 103.</w:t>
      </w:r>
    </w:p>
    <w:p w:rsidR="002348A8" w:rsidRDefault="002348A8" w:rsidP="002348A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Кучер О.В.,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2348A8" w:rsidRDefault="002348A8" w:rsidP="002348A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2348A8" w:rsidRPr="002348A8" w:rsidRDefault="002348A8" w:rsidP="002348A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2348A8" w:rsidRDefault="002348A8" w:rsidP="002348A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0364" w:rsidRPr="002348A8" w:rsidRDefault="002348A8" w:rsidP="002348A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D70364" w:rsidRPr="002348A8" w:rsidSect="004E5C7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2348A8"/>
    <w:rsid w:val="00171A2E"/>
    <w:rsid w:val="002348A8"/>
    <w:rsid w:val="00304C90"/>
    <w:rsid w:val="004E5C70"/>
    <w:rsid w:val="00505B6D"/>
    <w:rsid w:val="006D3977"/>
    <w:rsid w:val="007D6C18"/>
    <w:rsid w:val="00BD4CF1"/>
    <w:rsid w:val="00D1641A"/>
    <w:rsid w:val="00D703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C70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1121</Words>
  <Characters>640</Characters>
  <Application>Microsoft Office Word</Application>
  <DocSecurity>0</DocSecurity>
  <Lines>5</Lines>
  <Paragraphs>3</Paragraphs>
  <ScaleCrop>false</ScaleCrop>
  <Company>Microsoft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2020-04-27T15:46:00Z</dcterms:created>
  <dcterms:modified xsi:type="dcterms:W3CDTF">2020-04-28T05:38:00Z</dcterms:modified>
</cp:coreProperties>
</file>