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512" w:rsidRPr="00B623A8" w:rsidRDefault="00484C26" w:rsidP="009C551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6NMXKK3MibHjdTSNxgkQCcLhGweW1irm&#10;xG54YfRvMRr28TitnGLqjBBmZOXBDAvf4RDp16+FcB2HPQQdonR5Dqhe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4MQA&#10;AADdAAAADwAAAGRycy9kb3ducmV2LnhtbESPQWvCQBSE74L/YXmF3nRTg0ZS1xCkLR4EMer9kX0m&#10;odm3IbvV9N+7guBxmJlvmFU2mFZcqXeNZQUf0wgEcWl1w5WC0/F7sgThPLLG1jIp+CcH2Xo8WmGq&#10;7Y0PdC18JQKEXYoKau+7VEpX1mTQTW1HHLyL7Q36IPtK6h5vAW5aOYuihTTYcFiosaNNTeVv8WcU&#10;2PhnuztXs0P8xYnnfL+8nIedUu9vQ/4JwtPgX+Fne6sVxP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BQ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dcgA&#10;AADdAAAADwAAAGRycy9kb3ducmV2LnhtbESPQUsDMRSE74L/ITyhl2KzbbGra9NSClutB6FV8PrY&#10;PDerm5clSdu1v74RBI/DzHzDzJe9bcWRfGgcKxiPMhDEldMN1wre38rbexAhImtsHZOCHwqwXFxf&#10;zbHQ7sQ7Ou5jLRKEQ4EKTIxdIWWoDFkMI9cRJ+/TeYsxSV9L7fGU4LaVkyybSYsNpwWDHa0NVd/7&#10;g1XwVb6aj3V+3vjhw47Ow/Llqd3OlBrc9KtHEJH6+B/+az9rBdO7P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yN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eM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c1X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lQ8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tr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rpUP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pWc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qV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Ys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+Butp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jZ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na8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ym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n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Ytc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uYL/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GL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ah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TCbL5/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/a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lWsQA&#10;AADdAAAADwAAAGRycy9kb3ducmV2LnhtbESPzWrDMBCE74W+g9hCbo2cHxfjRgmhxRBKLk36AIu1&#10;tZxYKyMpjvP2VSDQ4zAz3zCrzWg7MZAPrWMFs2kGgrh2uuVGwc+xei1AhIissXNMCm4UYLN+flph&#10;qd2Vv2k4xEYkCIcSFZgY+1LKUBuyGKauJ07er/MWY5K+kdrjNcFtJ+dZ9iYttpwWDPb0Yag+Hy5W&#10;QfU13w/ni/aV245LS7k5FZ9GqcnLuH0HEWmM/+FHe6cVLPIih/u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JV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hC8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LlAj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KE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dj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Idj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2+cQA&#10;AADdAAAADwAAAGRycy9kb3ducmV2LnhtbERPPW/CMBDdkfgP1iGxgQO0URowCJAq0Q5FBTqwHfGR&#10;BOJzGrsQ/n09VOr49L5ni9ZU4kaNKy0rGA0jEMSZ1SXnCg7710ECwnlkjZVlUvAgB4t5tzPDVNs7&#10;f9Jt53MRQtilqKDwvk6ldFlBBt3Q1sSBO9vGoA+wyaVu8B7CTSXHURRLgyWHhgJrWheUXXc/RsHX&#10;Nolftqu3p8v7xwknRn8fdRkr1e+1yykIT63/F/+5N1rB5DkJc8Ob8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9v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Rkc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JNH6F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R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9ac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f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H9a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SmsQA&#10;AADdAAAADwAAAGRycy9kb3ducmV2LnhtbESPT4vCMBTE78J+h/AWvGmqoqvVKLogePXPYY/P5NlW&#10;m5faZLX66TcLgsdhZn7DzBaNLcWNal84VtDrJiCItTMFZwoO+3VnDMIHZIOlY1LwIA+L+Udrhqlx&#10;d97SbRcyESHsU1SQh1ClUnqdk0XfdRVx9E6uthiirDNparxHuC1lP0lG0mLBcSHHir5z0pfdr1Ww&#10;KY40HOnTxI5XevvzvIbB19ko1f5sllMQgZrwDr/aG6NgMJz04P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0p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e/G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4HU0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78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k4s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O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KT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6MccA&#10;AADdAAAADwAAAGRycy9kb3ducmV2LnhtbESPQWsCMRSE7wX/Q3iF3mq2aqtdjWK1ghSlaOv9uXnu&#10;rk1elk3U9d83hYLHYWa+YUaTxhpxptqXjhU8tRMQxJnTJecKvr8WjwMQPiBrNI5JwZU8TMatuxGm&#10;2l14Q+dtyEWEsE9RQRFClUrps4Is+rariKN3cLXFEGWdS13jJcKtkZ0keZEWS44LBVY0Kyj72Z6s&#10;gsXn3Bw76810J8Psvb83g4+3+Uqph/tmOgQRqAm38H97qRV0n1978PcmP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ye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SE8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b/E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Eh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wr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gP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q8K3HAAAA3QAAAA8AAAAAAAAAAAAAAAAAmAIAAGRy&#10;cy9kb3ducmV2LnhtbFBLBQYAAAAABAAEAPUAAACMAwAAAAA=&#10;" fillcolor="black" stroked="f"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WOMgA&#10;AADdAAAADwAAAGRycy9kb3ducmV2LnhtbESPT2sCMRTE7wW/Q3gFbzVbi1ZXo2hVEKoH/xx6fN08&#10;d8NuXpZNqls/fVMo9DjMzG+Y6by1lbhS441jBc+9BARx5rThXMH5tHkagfABWWPlmBR8k4f5rPMw&#10;xVS7Gx/oegy5iBD2KSooQqhTKX1WkEXfczVx9C6usRiibHKpG7xFuK1kP0mG0qLhuFBgTW8FZeXx&#10;yyr4eB+a0cFQ/3N3X671blAu96tSqe5ju5iACNSG//Bfe6sVvAzG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5Y4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8/8MA&#10;AADdAAAADwAAAGRycy9kb3ducmV2LnhtbERPPW/CMBDdK/EfrENiKw6gVjRgEAKhdulQoGI9xdc4&#10;TXwOtoHAr6+HSoxP73u+7GwjLuRD5VjBaJiBIC6crrhUcNhvn6cgQkTW2DgmBTcKsFz0nuaYa3fl&#10;L7rsYilSCIccFZgY21zKUBiyGIauJU7cj/MWY4K+lNrjNYXbRo6z7FVarDg1GGxpbaiod2erwK+O&#10;m/rO5+86u3/ewvtvd5qiUWrQ71YzEJG6+BD/uz+0gsnL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8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81sYA&#10;AADdAAAADwAAAGRycy9kb3ducmV2LnhtbESPUWvCQBCE3wv9D8cKfSl6qaXVRE8phUJBEbT+gDW3&#10;JsG7vZDbauyv9wqFPg4z8w0zX/beqTN1sQls4GmUgSIug224MrD/+hhOQUVBtugCk4ErRVgu7u/m&#10;WNhw4S2dd1KpBOFYoIFapC20jmVNHuMotMTJO4bOoyTZVdp2eElw7/Q4y161x4bTQo0tvddUnnbf&#10;3oAbH1y+msS1XPd6nf142T5urDEPg/5tBkqol//wX/vTGnh+yX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81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9M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lvan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u9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E3sQA&#10;AADdAAAADwAAAGRycy9kb3ducmV2LnhtbESPQWvCQBSE7wX/w/IEb3U3FVJJXYNIBcFTrR68PXZf&#10;k7TZtyG7mvjv3UKhx2FmvmFW5ehacaM+NJ41ZHMFgth423Cl4fS5e16CCBHZYuuZNNwpQLmePK2w&#10;sH7gD7odYyUShEOBGuoYu0LKYGpyGOa+I07el+8dxiT7StoehwR3rXxRKpcOG04LNXa0rcn8HK9O&#10;w/dOHrxRaM6n87C3r5f3nFql9Ww6bt5ARBrjf/ivvbcaFrnK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vhN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4h8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+SFN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LiH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nz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sR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yp87HAAAA3QAAAA8AAAAAAAAAAAAAAAAAmAIAAGRy&#10;cy9kb3ducmV2LnhtbFBLBQYAAAAABAAEAPUAAACMAwAAAAA=&#10;" fillcolor="black" stroked="f"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Fu8UA&#10;AADd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8W7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A0s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aTK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A0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C5512" w:rsidRDefault="009C5512" w:rsidP="009C551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5512" w:rsidRDefault="009C5512" w:rsidP="009C55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5512" w:rsidRDefault="009C5512" w:rsidP="009C55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C5512" w:rsidRDefault="009C5512" w:rsidP="009C55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5512" w:rsidRPr="006E3F23" w:rsidRDefault="009C5512" w:rsidP="009C55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№79</w:t>
      </w:r>
    </w:p>
    <w:p w:rsidR="009C5512" w:rsidRPr="00917C04" w:rsidRDefault="009C5512" w:rsidP="009C551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9C5512" w:rsidRPr="008E2C07" w:rsidRDefault="009C5512" w:rsidP="009C5512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9C5512" w:rsidRPr="008E2C07" w:rsidRDefault="009C5512" w:rsidP="009C5512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и</w:t>
      </w:r>
      <w:r w:rsidRPr="008E2C07">
        <w:rPr>
          <w:rFonts w:ascii="Times New Roman" w:hAnsi="Times New Roman"/>
          <w:b/>
          <w:sz w:val="24"/>
        </w:rPr>
        <w:t>ехнічної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9C5512" w:rsidRPr="008E2C07" w:rsidRDefault="009C5512" w:rsidP="009C551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9C5512" w:rsidRPr="008E2C07" w:rsidRDefault="009C5512" w:rsidP="009C551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9C5512" w:rsidRDefault="009C5512" w:rsidP="009C5512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Чміль</w:t>
      </w:r>
      <w:proofErr w:type="spellEnd"/>
      <w:r>
        <w:rPr>
          <w:rFonts w:ascii="Times New Roman" w:hAnsi="Times New Roman"/>
          <w:b/>
          <w:sz w:val="24"/>
        </w:rPr>
        <w:t xml:space="preserve"> В.О.</w:t>
      </w:r>
    </w:p>
    <w:p w:rsidR="009C5512" w:rsidRPr="008E2C07" w:rsidRDefault="009C5512" w:rsidP="009C5512">
      <w:pPr>
        <w:spacing w:after="0"/>
        <w:rPr>
          <w:rFonts w:ascii="Times New Roman" w:hAnsi="Times New Roman"/>
          <w:b/>
          <w:sz w:val="24"/>
        </w:rPr>
      </w:pPr>
    </w:p>
    <w:p w:rsidR="009C5512" w:rsidRPr="008E2C07" w:rsidRDefault="009C5512" w:rsidP="009C551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В.О.</w:t>
      </w:r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9C5512" w:rsidRPr="008E2C07" w:rsidRDefault="009C5512" w:rsidP="009C5512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9C5512" w:rsidRPr="00A80768" w:rsidRDefault="009C5512" w:rsidP="009C551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Чміль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Олександровичу</w:t>
      </w:r>
      <w:proofErr w:type="spellEnd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84C26">
        <w:rPr>
          <w:rFonts w:ascii="Times New Roman" w:hAnsi="Times New Roman"/>
          <w:sz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0,2500</w:t>
      </w:r>
      <w:r w:rsidRPr="004151C9">
        <w:rPr>
          <w:rFonts w:ascii="Times New Roman" w:hAnsi="Times New Roman"/>
          <w:sz w:val="24"/>
        </w:rPr>
        <w:t xml:space="preserve">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Г. </w:t>
      </w:r>
      <w:proofErr w:type="spellStart"/>
      <w:r>
        <w:rPr>
          <w:rFonts w:ascii="Times New Roman" w:hAnsi="Times New Roman"/>
          <w:sz w:val="24"/>
        </w:rPr>
        <w:t>Охман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15.</w:t>
      </w:r>
    </w:p>
    <w:p w:rsidR="009C5512" w:rsidRPr="001A3C69" w:rsidRDefault="009C5512" w:rsidP="009C551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Чміль В.О.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9C5512" w:rsidRPr="008E2C07" w:rsidRDefault="009C5512" w:rsidP="009C551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C5512" w:rsidRPr="004151C9" w:rsidRDefault="009C5512" w:rsidP="009C5512">
      <w:pPr>
        <w:spacing w:after="0"/>
        <w:jc w:val="both"/>
        <w:rPr>
          <w:rFonts w:ascii="Times New Roman" w:hAnsi="Times New Roman"/>
          <w:sz w:val="24"/>
        </w:rPr>
      </w:pPr>
    </w:p>
    <w:p w:rsidR="009C5512" w:rsidRPr="00052E82" w:rsidRDefault="009C5512" w:rsidP="009C5512">
      <w:pPr>
        <w:spacing w:after="0"/>
        <w:jc w:val="both"/>
        <w:rPr>
          <w:rFonts w:ascii="Times New Roman" w:hAnsi="Times New Roman"/>
          <w:sz w:val="24"/>
        </w:rPr>
      </w:pPr>
    </w:p>
    <w:p w:rsidR="00CE32F1" w:rsidRPr="009C5512" w:rsidRDefault="009C5512" w:rsidP="009C551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CE32F1" w:rsidRPr="009C55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C5512"/>
    <w:rsid w:val="00171A2E"/>
    <w:rsid w:val="00304C90"/>
    <w:rsid w:val="00484C26"/>
    <w:rsid w:val="00505B6D"/>
    <w:rsid w:val="006D3977"/>
    <w:rsid w:val="007D6C18"/>
    <w:rsid w:val="009C5512"/>
    <w:rsid w:val="00CE32F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512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C551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C551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C551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249</Words>
  <Characters>1422</Characters>
  <Application>Microsoft Office Word</Application>
  <DocSecurity>0</DocSecurity>
  <Lines>11</Lines>
  <Paragraphs>3</Paragraphs>
  <ScaleCrop>false</ScaleCrop>
  <Company>Microsoft</Company>
  <LinksUpToDate>false</LinksUpToDate>
  <CharactersWithSpaces>1668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2020-12-01T06:36:00Z</dcterms:created>
  <dcterms:modified xsi:type="dcterms:W3CDTF">2020-12-01T07:36:00Z</dcterms:modified>
</cp:coreProperties>
</file>