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7F" w:rsidRPr="00062C82" w:rsidRDefault="009C167F" w:rsidP="009C167F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9C167F" w:rsidRPr="00062C82" w:rsidRDefault="009C167F" w:rsidP="009C167F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9C167F" w:rsidRPr="00062C82" w:rsidRDefault="0049247B" w:rsidP="009C167F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49247B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c2wr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wiadhbn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nNs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1XV8gA&#10;AADdAAAADwAAAGRycy9kb3ducmV2LnhtbESPT2sCMRTE74V+h/AKXqRmW2GtW6OIsP3jQdAWen1s&#10;XjdbNy9LEnX10zeFgsdhZn7DzBa9bcWRfGgcK3gYZSCIK6cbrhV8fpT3TyBCRNbYOiYFZwqwmN/e&#10;zLDQ7sRbOu5iLRKEQ4EKTIxdIWWoDFkMI9cRJ+/beYsxSV9L7fGU4LaVj1mWS4sNpwWDHa0MVfvd&#10;wSr4KTfmazW5vPjhdEuXYbl+bd9zpQZ3/fIZRKQ+XsP/7TetIB9Ppv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fVd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rsksAA&#10;AADdAAAADwAAAGRycy9kb3ducmV2LnhtbERPzYrCMBC+L+w7hFnwsmi6CiLVKCIqixfx5wGGZmyK&#10;zaQ0WVvffucgePz4/her3tfqQW2sAhv4GWWgiItgKy4NXC+74QxUTMgW68Bk4EkRVsvPjwXmNnR8&#10;osc5lUpCOOZowKXU5FrHwpHHOAoNsXC30HpMAttS2xY7Cfe1HmfZVHusWBocNrRxVNzPf15KjhM8&#10;Hm7dZbfvscPtwfH3+mTM4Ktfz0El6tNb/HL/WgPTyUz2yxt5Anr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rsks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2cqcYA&#10;AADdAAAADwAAAGRycy9kb3ducmV2LnhtbESPQUsDMRSE74L/ITzBm8226lrWpkVqBRF6aCuIt8fm&#10;dXdx8xKS1+76740geBxm5htmsRpdr84UU+fZwHRSgCKuve24MfB+eLmZg0qCbLH3TAa+KcFqeXmx&#10;wMr6gXd03kujMoRThQZakVBpneqWHKaJD8TZO/roULKMjbYRhwx3vZ4VRakddpwXWgy0bqn+2p+c&#10;ge2wCW8P5f0xfMa7mU7PVj7WYsz11fj0CEpolP/wX/vVGihv51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2cq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TXfsIA&#10;AADdAAAADwAAAGRycy9kb3ducmV2LnhtbESP3YrCMBCF7xd8hzCCN4umKohUo4ioiDdi9QGGZmyK&#10;zaQ00da3N8LCXh7Oz8dZrjtbiRc1vnSsYDxKQBDnTpdcKLhd98M5CB+QNVaOScGbPKxXvZ8lptq1&#10;fKFXFgoRR9inqMCEUKdS+tyQRT9yNXH07q6xGKJsCqkbbOO4reQkSWbSYsmRYLCmraH8kT1thJyn&#10;eD7d2+v+0GGLu5Ph381FqUG/2yxABOrCf/ivfdQKZtP5BL5v4hO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1Nd+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OnRcYA&#10;AADdAAAADwAAAGRycy9kb3ducmV2LnhtbESPQUsDMRSE74L/IbyCN5ttq2tZmxapFUTowSqIt8fm&#10;dXdx8xKS1+76740geBxm5htmtRldr84UU+fZwGxagCKuve24MfD+9nS9BJUE2WLvmQx8U4LN+vJi&#10;hZX1A7/S+SCNyhBOFRpoRUKldapbcpimPhBn7+ijQ8kyNtpGHDLc9XpeFKV22HFeaDHQtqX663By&#10;BvbDLrzclbfH8Blv5jo9WvnYijFXk/HhHpTQKP/hv/azNVAulg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On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qfT8YA&#10;AADdAAAADwAAAGRycy9kb3ducmV2LnhtbESPQWsCMRSE7wX/Q3iCl1Kz1SqyGkULoUIFqS14fWye&#10;u4ublyVJ3e2/b4RCj8PMfMOsNr1txI18qB0reB5nIIgLZ2ouFXx96qcFiBCRDTaOScEPBdisBw8r&#10;zI3r+INup1iKBOGQo4IqxjaXMhQVWQxj1xIn7+K8xZikL6Xx2CW4beQky+bSYs1pocKWXisqrqdv&#10;q2B37Mqpfyx2vXu/vJ1nWht90EqNhv12CSJSH//Df+29UTCfLl7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qfT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5gkcQA&#10;AADdAAAADwAAAGRycy9kb3ducmV2LnhtbESPUWvCMBSF3wf+h3AF32aqTinVKKIUZOxlbj/g0lyb&#10;anNTkljrv18Ggz0ezjnf4Wx2g21FTz40jhXMphkI4srphmsF31/law4iRGSNrWNS8KQAu+3oZYOF&#10;dg/+pP4ca5EgHApUYGLsCilDZchimLqOOHkX5y3GJH0ttcdHgttWzrNsJS02nBYMdnQwVN3Od6ug&#10;fJ9/9Le79qXbD2+WluaaH41Sk/GwX4OINMT/8F/7pBWsFvk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+YJ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ko8YA&#10;AADdAAAADwAAAGRycy9kb3ducmV2LnhtbESPUWvCMBSF3wf+h3AFX4amKivSGUUHYYKDMR3s9dJc&#10;27LmpiSZ7f69EQZ7PJxzvsNZbwfbiiv50DhWMJ9lIIhLZxquFHye9XQFIkRkg61jUvBLAbab0cMa&#10;C+N6/qDrKVYiQTgUqKCOsSukDGVNFsPMdcTJuzhvMSbpK2k89gluW7nIslxabDgt1NjRS03l9+nH&#10;Kti/99XSP5b7wR0vr19PWhv9ppWajIfdM4hIQ/wP/7UPRkG+XOVwf5Oe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Sk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BbfcQA&#10;AADdAAAADwAAAGRycy9kb3ducmV2LnhtbESPUWvCMBSF3wf+h3CFvc1Ut7nSGUWUwpC9qPsBl+au&#10;qTY3JYm1+/eLIPh4OOd8h7NYDbYVPfnQOFYwnWQgiCunG64V/BzLlxxEiMgaW8ek4I8CrJajpwUW&#10;2l15T/0h1iJBOBSowMTYFVKGypDFMHEdcfJ+nbcYk/S11B6vCW5bOcuyubTYcFow2NHGUHU+XKyC&#10;cjf77s8X7Uu3Ht4svZtTvjVKPY+H9SeISEN8hO/tL61g/pp/wO1Ne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gW3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VKbwA&#10;AADdAAAADwAAAGRycy9kb3ducmV2LnhtbERPSwrCMBDdC94hjODOpn6RahQRFF1aPcDQjG2xmdQm&#10;2np7sxBcPt5/ve1MJd7UuNKygnEUgyDOrC45V3C7HkZLEM4ja6wsk4IPOdhu+r01Jtq2fKF36nMR&#10;QtglqKDwvk6kdFlBBl1ka+LA3W1j0AfY5FI32IZwU8lJHC+kwZJDQ4E17QvKHunLKJh92uMznT/i&#10;gzY0Pk/rM/tsrtRw0O1WIDx1/i/+uU9awWK6DHP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C+tUp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RprsUA&#10;AADdAAAADwAAAGRycy9kb3ducmV2LnhtbESPQWvCQBSE7wX/w/IEb83GCEHTrCIGpfRkU9vzI/tM&#10;gtm3Ibtq/PfdgtDjMDPfMPlmNJ240eBaywrmUQyCuLK65VrB6Wv/ugThPLLGzjIpeJCDzXrykmOm&#10;7Z0/6Vb6WgQIuwwVNN73mZSuasigi2xPHLyzHQz6IIda6gHvAW46mcRxKg22HBYa7GnXUHUpr0bB&#10;Nf1JTnz+0MeyeBxWxX7r5Het1Gw6bt9AeBr9f/jZftcK0sVyBX9vw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JGmu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Qp6cQA&#10;AADdAAAADwAAAGRycy9kb3ducmV2LnhtbERPu27CMBTdkfgH6yJ1A4eCIggYRJEqlQ4gXgPbJb4k&#10;gfg6xC6kf18PSB2Pzns6b0wpHlS7wrKCfi8CQZxaXXCm4LD/7I5AOI+ssbRMCn7JwXzWbk0x0fbJ&#10;W3rsfCZCCLsEFeTeV4mULs3JoOvZijhwF1sb9AHWmdQ1PkO4KeV7FMXSYMGhIceKljmlt92PUXDc&#10;jOLx5mM1vH6vzzgw+n7SRazUW6dZTEB4avy/+OX+0griwTjsD2/C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Ke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BOgcYA&#10;AADdAAAADwAAAGRycy9kb3ducmV2LnhtbESPT2vCQBTE74V+h+UVvNVNYgmaugn9Q1V6Ulvo9ZF9&#10;JsHs25BdNfrpXUHocZiZ3zDzYjCtOFLvGssK4nEEgri0uuFKwe/P1/MUhPPIGlvLpOBMDor88WGO&#10;mbYn3tBx6ysRIOwyVFB732VSurImg25sO+Lg7Wxv0AfZV1L3eApw08okilJpsOGwUGNHHzWV++3B&#10;KLikf7h2y+T9c6I9nV+mC/u9Xig1ehreXkF4Gvx/+N5eaQXpZBbD7U14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BOg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DTs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yKaLF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WoN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svcUA&#10;AADdAAAADwAAAGRycy9kb3ducmV2LnhtbESPzW7CMBCE70h9B2uReisOjQgQMKithMSVnwPHxV6S&#10;QLxOYxcCT19XqsRxNDPfaObLztbiSq2vHCsYDhIQxNqZigsF+93qbQLCB2SDtWNScCcPy8VLb465&#10;cTfe0HUbChEh7HNUUIbQ5FJ6XZJFP3ANcfROrrUYomwLaVq8Rbit5XuSZNJixXGhxIa+StKX7Y9V&#10;sK6ONMr0aWonn3pzeHyHdHw2Sr32u48ZiEBdeIb/22ujIEun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6y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HPc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jIeTE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8c9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Dcxs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tgfvdw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Nz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kEFscA&#10;AADdAAAADwAAAGRycy9kb3ducmV2LnhtbESPW2sCMRSE3wX/QziCb5pVYWu3RvEKpbQUL30/3Zzu&#10;riYnyybV7b83hUIfh5n5hpktWmvElRpfOVYwGiYgiHOnKy4UnI67wRSED8gajWNS8EMeFvNuZ4aZ&#10;djfe0/UQChEh7DNUUIZQZ1L6vCSLfuhq4uh9ucZiiLIppG7wFuHWyHGSpNJixXGhxJrWJeWXw7dV&#10;sHvfmPP4bb/8kGG9ffg005fV5lWpfq9dPoEI1Ib/8F/7WStIJ48p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ZBB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JsNMgA&#10;AADdAAAADwAAAGRycy9kb3ducmV2LnhtbESP3WrCQBSE7wt9h+UIvSm6acW/mFVEKFqwUGOhtyfZ&#10;YxLMng3ZbUzfvlsQvBxm5hsmWfemFh21rrKs4GUUgSDOra64UPB1ehvOQTiPrLG2TAp+ycF69fiQ&#10;YKztlY/Upb4QAcIuRgWl900spctLMuhGtiEO3tm2Bn2QbSF1i9cAN7V8jaKpNFhxWCixoW1J+SX9&#10;MQq6z0NW7DvXvF/mz24yzna7D/2t1NOg3yxBeOr9PXxr77WC6Xgxg/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8mw0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Ej8UA&#10;AADdAAAADwAAAGRycy9kb3ducmV2LnhtbERPu27CMBTdK/EP1kViKw7QIggxCCpV6lKpPAbYbuJL&#10;EhFfp7YLab++HpAYj847W3WmEVdyvrasYDRMQBAXVtdcKjjs359nIHxA1thYJgW/5GG17D1lmGp7&#10;4y1dd6EUMYR9igqqENpUSl9UZNAPbUscubN1BkOErpTa4S2Gm0aOk2QqDdYcGyps6a2i4rL7MQo2&#10;89nm++uFP/+2+YlOx/zyOnaJUoN+t16ACNSFh/ju/tAKppN5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ISPxQAAAN0AAAAPAAAAAAAAAAAAAAAAAJgCAABkcnMv&#10;ZG93bnJldi54bWxQSwUGAAAAAAQABAD1AAAAigMAAAAA&#10;" fillcolor="black" stroked="f"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iGsgA&#10;AADdAAAADwAAAGRycy9kb3ducmV2LnhtbESPT2vCQBTE7wW/w/KE3uqmFoOmrqK2hUL14J+Dx9fs&#10;a7Ik+zZktxr76buC4HGYmd8w03lna3Gi1hvHCp4HCQji3GnDhYLD/uNpDMIHZI21Y1JwIQ/zWe9h&#10;ipl2Z97SaRcKESHsM1RQhtBkUvq8JIt+4Bri6P241mKIsi2kbvEc4baWwyRJpUXDcaHEhlYl5dXu&#10;1yo4fqVmvDU0/F7/Ld/1elQtN2+VUo/9bvEKIlAX7uFb+1MrSF8m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qeIa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Yt0MIA&#10;AADdAAAADwAAAGRycy9kb3ducmV2LnhtbERPTWsCMRC9C/0PYQq9aVIpIlujSEXaiwet0uuwmW62&#10;u5msSdTVX28OQo+P9z1b9K4VZwqx9qzhdaRAEJfe1Fxp2H+vh1MQMSEbbD2ThitFWMyfBjMsjL/w&#10;ls67VIkcwrFADTalrpAylpYcxpHviDP364PDlGGopAl4yeGulWOlJtJhzbnBYkcflspmd3IawvJn&#10;1dz4dGjUbXONn3/9cYpW65fnfvkOIlGf/sUP95fRMHlTeX9+k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1i3Q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t+cYA&#10;AADdAAAADwAAAGRycy9kb3ducmV2LnhtbESPUUsDMRCE3wX/Q1jBF7FJi1R7vVwRQRAsQmt/wPay&#10;vTtMNsdlba/+eiMIfRxm5humXI3BqyMNqYtsYToxoIjr6DpuLOw+X++fQCVBdugjk4UzJVhV11cl&#10;Fi6eeEPHrTQqQzgVaKEV6QutU91SwDSJPXH2DnEIKFkOjXYDnjI8eD0zZq4DdpwXWuzppaX6a/sd&#10;LPjZ3i/eH9Nazju9Nj9BNncfztrbm/F5CUpolEv4v/3mLMwfzBT+3uQno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4t+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C8ysUA&#10;AADdAAAADwAAAGRycy9kb3ducmV2LnhtbESPQWsCMRSE74X+h/AK3mrWRaSsRtGKsBcP3Spen5vn&#10;ZjF5WTaprv31TaHQ4zAz3zCL1eCsuFEfWs8KJuMMBHHtdcuNgsPn7vUNRIjIGq1nUvCgAKvl89MC&#10;C+3v/EG3KjYiQTgUqMDE2BVShtqQwzD2HXHyLr53GJPsG6l7vCe4szLPspl02HJaMNjRu6H6Wn05&#10;Bduqs/mhNJtwOu7PZ1t+7+i0VWr0MqznICIN8T/81y61gtk0y+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LzK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W4MUA&#10;AADdAAAADwAAAGRycy9kb3ducmV2LnhtbESPzWrDMBCE74W+g9hCb43UNjjFiWxKSSCQU/Nz6G2R&#10;NrYTa2UsJXbePioUehxm5htmUY6uFVfqQ+NZw+tEgSA23jZcadjvVi8fIEJEtth6Jg03ClAWjw8L&#10;zK0f+Juu21iJBOGQo4Y6xi6XMpiaHIaJ74iTd/S9w5hkX0nb45DgrpVvSmXSYcNpocaOvmoy5+3F&#10;aTit5MYbheawPwxrO/tZZtQqrZ+fxs85iEhj/A//tddWQzZV7/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1b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tsusYA&#10;AADdAAAADwAAAGRycy9kb3ducmV2LnhtbESPQWvCQBSE7wX/w/IEb3VTDUFS1xCFQmnpoSrS42v2&#10;mYRk34bdVdN/3y0UPA4z8w2zLkbTiys531pW8DRPQBBXVrdcKzgeXh5XIHxA1thbJgU/5KHYTB7W&#10;mGt740+67kMtIoR9jgqaEIZcSl81ZNDP7UAcvbN1BkOUrpba4S3CTS8XSZJJgy3HhQYH2jVUdfuL&#10;UfB1eefzx/KtdNtwsuPBd4vvVafUbDqWzyACjeEe/m+/agVZmqTw9yY+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tsu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1z88cA&#10;AADdAAAADwAAAGRycy9kb3ducmV2LnhtbESPT2sCMRTE70K/Q3iF3jSpqNjVKLVQ8FLw36Henpvn&#10;7uLmZZtE3frpjVDocZiZ3zDTeWtrcSEfKscaXnsKBHHuTMWFht32szsGESKywdoxafilAPPZU2eK&#10;mXFXXtNlEwuRIBwy1FDG2GRShrwki6HnGuLkHZ23GJP0hTQerwlua9lXaiQtVpwWSmzoo6T8tDlb&#10;DYu38eJnNeCv2/qwp/334TTse6X1y3P7PgERqY3/4b/20mgYDdQQHm/S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tc/PHAAAA3QAAAA8AAAAAAAAAAAAAAAAAmAIAAGRy&#10;cy9kb3ducmV2LnhtbFBLBQYAAAAABAAEAPUAAACMAwAAAAA=&#10;" fillcolor="black" stroked="f"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XhcUA&#10;AADdAAAADwAAAGRycy9kb3ducmV2LnhtbESPS2vDMBCE74X8B7GB3hq5D0xwogQTKC09OY/S68ba&#10;WKbWykiq4v77qlDocZiZb5j1drKDSORD71jB/aIAQdw63XOn4HR8vluCCBFZ4+CYFHxTgO1mdrPG&#10;Srsr7ykdYicyhEOFCkyMYyVlaA1ZDAs3Emfv4rzFmKXvpPZ4zXA7yIeiKKXFnvOCwZF2htrPw5dV&#10;kM67pn5MH8ns33zdede8vJ8bpW7nU70CEWmK/+G/9qtWUD4V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xeF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S7MYA&#10;AADdAAAADwAAAGRycy9kb3ducmV2LnhtbESPQWvCQBSE70L/w/IK3nRjkdimrlJEi3ppmxba4yP7&#10;mg3Nvg3ZbYz+elcQPA4z8w0zX/a2Fh21vnKsYDJOQBAXTldcKvj63IweQfiArLF2TAqO5GG5uBvM&#10;MdPuwB/U5aEUEcI+QwUmhCaT0heGLPqxa4ij9+taiyHKtpS6xUOE21o+JEkqLVYcFww2tDJU/OX/&#10;VoGfrNbfe3t66n5eDb/lO5O+l0ap4X3/8gwiUB9u4Wt7qxWk02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hS7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9C167F" w:rsidRPr="00062C82" w:rsidRDefault="009C167F" w:rsidP="009C167F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Pr="00062C82" w:rsidRDefault="009C167F" w:rsidP="009C167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9C167F" w:rsidRPr="00062C82" w:rsidRDefault="009C167F" w:rsidP="009C167F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9C167F" w:rsidRPr="00062C82" w:rsidRDefault="009C167F" w:rsidP="009C167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9C167F" w:rsidRPr="00062C82" w:rsidRDefault="009C167F" w:rsidP="009C167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49247B" w:rsidRPr="0049247B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ctQcUA&#10;AADdAAAADwAAAGRycy9kb3ducmV2LnhtbESPQWvCQBSE74L/YXmCt2ZTU1KNriJii4dA0Tb3R/aZ&#10;hGbfhuwa03/fLRQ8DjPzDbPZjaYVA/WusazgOYpBEJdWN1wp+Pp8e1qCcB5ZY2uZFPyQg912Otlg&#10;pu2dzzRcfCUChF2GCmrvu0xKV9Zk0EW2Iw7e1fYGfZB9JXWP9wA3rVzEcSoNNhwWauzoUFP5fbkZ&#10;BTZ5P+VFtTgnR371vP9YXosxV2o+G/drEJ5G/wj/t09aQfoSr+D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y1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WD8UA&#10;AADdAAAADwAAAGRycy9kb3ducmV2LnhtbERPy2oCMRTdF/oP4QpuRDOWMtWpUYowfbgo+AC3l8nt&#10;ZOzkZkiiTv36ZlHo8nDei1VvW3EhHxrHCqaTDARx5XTDtYLDvhzPQISIrLF1TAp+KMBqeX+3wEK7&#10;K2/psou1SCEcClRgYuwKKUNlyGKYuI44cV/OW4wJ+lpqj9cUblv5kGW5tNhwajDY0dpQ9b07WwWn&#10;8tMc10+3Vz+ab+k2Kjdv7Ueu1HDQvzyDiNTHf/Gf+10ryB+naX9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tY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R68MA&#10;AADdAAAADwAAAGRycy9kb3ducmV2LnhtbESP3YrCMBCF7wXfIYywN7KmVZGlGkUWXcQbqfoAQzM2&#10;xWZSmqztvv1GELw8nJ+Ps9r0thYPan3lWEE6SUAQF05XXCq4XvafXyB8QNZYOyYFf+Rhsx4OVphp&#10;13FOj3MoRRxhn6ECE0KTSekLQxb9xDXE0bu51mKIsi2lbrGL47aW0yRZSIsVR4LBhr4NFffzr42Q&#10;0wxPx1t32f/02OHuaHi8zZX6GPXbJYhAfXiHX+2DVrCYp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YR6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9aPMYA&#10;AADdAAAADwAAAGRycy9kb3ducmV2LnhtbESPQUvDQBSE70L/w/KE3uymoUaJ3ZZSK4jgwSqIt0f2&#10;NQlm3y67zyb+e1cQPA4z8w2z3k5uUGeKqfdsYLkoQBE33vbcGnh7fbi6BZUE2eLgmQx8U4LtZnax&#10;xtr6kV/ofJRWZQinGg10IqHWOjUdOUwLH4izd/LRoWQZW20jjhnuBl0WRaUd9pwXOgy076j5PH45&#10;A8/jITzdVNen8BFXpU73Vt73Ysz8ctrdgRKa5D/81360BqrVs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9a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gqB8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1g+ZEu4P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4Kg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pn08YA&#10;AADdAAAADwAAAGRycy9kb3ducmV2LnhtbESPQUvDQBSE70L/w/KE3uymJUaJ3ZZSK4jgwSqIt0f2&#10;NQlm3y67zyb+e1cQPA4z8w2z3k5uUGeKqfdsYLkoQBE33vbcGnh7fbi6BZUE2eLgmQx8U4LtZnax&#10;xtr6kV/ofJRWZQinGg10IqHWOjUdOUwLH4izd/LRoWQZW20jjhnuBr0qiko77DkvdBho31Hzefxy&#10;Bp7HQ3i6qa5P4SOWK53urbzvxZj55bS7AyU0yX/4r/1oDVTls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pn0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ZiNsYA&#10;AADdAAAADwAAAGRycy9kb3ducmV2LnhtbESPQWsCMRSE7wX/Q3iCF6lZ2yplNYoWQgsVRFvw+tg8&#10;dxc3L0sS3e2/bwpCj8PMfMMs171txI18qB0rmE4yEMSFMzWXCr6/9OMriBCRDTaOScEPBVivBg9L&#10;zI3r+EC3YyxFgnDIUUEVY5tLGYqKLIaJa4mTd3beYkzSl9J47BLcNvIpy+bSYs1pocKW3ioqLser&#10;VbDdd+WzHxfb3n2e308zrY3eaaVGw36zABGpj//he/vDKJi/TGf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ZiN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mBMMA&#10;AADdAAAADwAAAGRycy9kb3ducmV2LnhtbESP0YrCMBRE3xf8h3AF39ZU0SLVKOJSWJZ90d0PuDTX&#10;ptrclCTW+vebBcHHYWbOMJvdYFvRkw+NYwWzaQaCuHK64VrB70/5vgIRIrLG1jEpeFCA3Xb0tsFC&#10;uzsfqT/FWiQIhwIVmBi7QspQGbIYpq4jTt7ZeYsxSV9L7fGe4LaV8yzLpcWG04LBjg6GquvpZhWU&#10;X/Pv/nrTvnT7YWFpaS6rD6PUZDzs1yAiDfEVfrY/tYJ8Mcvh/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ymB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hZ2scA&#10;AADdAAAADwAAAGRycy9kb3ducmV2LnhtbESPQWsCMRSE7wX/Q3iFXqRmra2VrVGqEBQslNqC18fm&#10;ubu4eVmS1F3/vSkIPQ4z8w0zX/a2EWfyoXasYDzKQBAXztRcKvj51o8zECEiG2wck4ILBVguBndz&#10;zI3r+IvO+1iKBOGQo4IqxjaXMhQVWQwj1xIn7+i8xZikL6Xx2CW4beRTlk2lxZrTQoUtrSsqTvtf&#10;q2D12ZUTPyxWvdsdN4cXrY3+0Eo93PfvbyAi9fE/fGtvjYLp8/gV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4Wd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+X7cAA&#10;AADdAAAADwAAAGRycy9kb3ducmV2LnhtbERPy4rCMBTdC/5DuMLsNFUckWoUUQrDMBsfH3Bprk21&#10;uSlJrPXvzWLA5eG819veNqIjH2rHCqaTDARx6XTNlYLLuRgvQYSIrLFxTApeFGC7GQ7WmGv35CN1&#10;p1iJFMIhRwUmxjaXMpSGLIaJa4kTd3XeYkzQV1J7fKZw28hZli2kxZpTg8GW9obK++lhFRS/s7/u&#10;/tC+cLt+bunb3JYHo9TXqN+tQETq40f87/7RChbzaZqb3qQnID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+X7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oUMIA&#10;AADdAAAADwAAAGRycy9kb3ducmV2LnhtbESP3YrCMBSE7xd8h3AE79a0/qHVKCIoemn1AQ7NsS02&#10;J7WJtr69WVjwcpiZb5jVpjOVeFHjSssK4mEEgjizuuRcwfWy/52DcB5ZY2WZFLzJwWbd+1lhom3L&#10;Z3qlPhcBwi5BBYX3dSKlywoy6Ia2Jg7ezTYGfZBNLnWDbYCbSo6iaCYNlhwWCqxpV1B2T59GweTd&#10;Hh7p9B7ttaH4NK5P7LOpUoN+t12C8NT5b/i/fdQKZpN4AX9vwhO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ihQ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SbMIA&#10;AADdAAAADwAAAGRycy9kb3ducmV2LnhtbERPy2rCQBTdF/yH4Qru6sQgoaYZRRSldNVG7fqSuXlg&#10;5k7IjEn8+86i0OXhvLPdZFoxUO8aywpWywgEcWF1w5WC6+X0+gbCeWSNrWVS8CQHu+3sJcNU25G/&#10;ach9JUIIuxQV1N53qZSuqMmgW9qOOHCl7Q36APtK6h7HEG5aGUdRIg02HBpq7OhQU3HPH0bBI/mJ&#10;r1x+6q/8+Dxvjqe9k7dKqcV82r+D8DT5f/Gf+0MrSNZx2B/ehCc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0lJs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2I8MgA&#10;AADdAAAADwAAAGRycy9kb3ducmV2LnhtbESPT2vCQBTE70K/w/IK3nRjKkFT19AWCtaDUv8centm&#10;n0na7Ns0u9X47V1B6HGYmd8ws6wztThR6yrLCkbDCARxbnXFhYLd9n0wAeE8ssbaMim4kINs/tCb&#10;YartmT/ptPGFCBB2KSoovW9SKV1ekkE3tA1x8I62NeiDbAupWzwHuKllHEWJNFhxWCixobeS8p/N&#10;n1GwX0+S6fr1Y/y9XB3wyejfL10lSvUfu5dnEJ46/x++txdaQTKOR3B7E56An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PYj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UdMYA&#10;AADdAAAADwAAAGRycy9kb3ducmV2LnhtbESPzWrDMBCE74W+g9hCbrUcN5jgWglpQ53SU/6g18Xa&#10;2qbWylhKYufpo0Ihx2FmvmHy5WBacabeNZYVTKMYBHFpdcOVguPh43kOwnlkja1lUjCSg+Xi8SHH&#10;TNsL7+i895UIEHYZKqi97zIpXVmTQRfZjjh4P7Y36IPsK6l7vAS4aWUSx6k02HBYqLGj95rK3/3J&#10;KLim37h1m+Rt/aI9jbN5Yb+2hVKTp2H1CsLT4O/h//anVpDOkgT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fU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iV8UA&#10;AADdAAAADwAAAGRycy9kb3ducmV2LnhtbESP0WrCQBRE34X+w3KFvunGNJU2ukopFnyzRj/gkr1u&#10;gtm7MbvV1K93BcHHYWbOMPNlbxtxps7XjhVMxgkI4tLpmo2C/e5n9AHCB2SNjWNS8E8elouXwRxz&#10;7S68pXMRjIgQ9jkqqEJocyl9WZFFP3YtcfQOrrMYouyM1B1eItw2Mk2SqbRYc1yosKXvispj8WcV&#10;nFz6rvtihZvj6vO3NiY7XbeZUq/D/msGIlAfnuFHe60VTLP0De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yJ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wS8UA&#10;AADdAAAADwAAAGRycy9kb3ducmV2LnhtbESPwW7CMBBE70j9B2sr9QZOKQQIGNQiIXGFcuC42EuS&#10;Nl6nsYHA12MkpB5HM/NGM1u0thJnanzpWMF7LwFBrJ0pOVew+151xyB8QDZYOSYFV/KwmL90ZpgZ&#10;d+ENnbchFxHCPkMFRQh1JqXXBVn0PVcTR+/oGoshyiaXpsFLhNtK9pMklRZLjgsF1rQsSP9uT1bB&#10;ujzQMNXHiR1/6c3+9hc+Rj9GqbfX9nMKIlAb/sPP9tooSAf9A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yzB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5mJMMA&#10;AADdAAAADwAAAGRycy9kb3ducmV2LnhtbERPW2vCMBR+F/Yfwhn4ZtOVKbMzigqDDafghe310Jw1&#10;Zc1JaWKt/94Igz1+d77Zore16Kj1lWMFT0kKgrhwuuJSwen4NnoB4QOyxtoxKbiSh8X8YTDDXLsL&#10;76k7hFLEEvY5KjAhNLmUvjBk0SeuIY7aj2sthgjbUuoWL7Hc1jJL04m0WHFcMNjQ2lDxezhbBR3u&#10;rum3WW2nH9Vnke1WXxsdeTV87JevIAL14d/8l37XCibP2Rj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5mJ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GM8QA&#10;AADdAAAADwAAAGRycy9kb3ducmV2LnhtbESPQUvDQBSE74L/YXmCN7tpkCCx2yKFikeNHnp8Zl+z&#10;qdn3wu7apP31riB4HGbmG2a1mf2gThRiL2xguShAEbdie+4MfLzv7h5AxYRscRAmA2eKsFlfX62w&#10;tjLxG52a1KkM4VijAZfSWGsdW0ce40JG4uwdJHhMWYZO24BThvtBl0VRaY895wWHI20dtV/Ntzcw&#10;Pbefx/Kwt+4SRtk1r3IsBzHm9mZ+egSVaE7/4b/2izVQ3Zc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Rj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lD8cA&#10;AADdAAAADwAAAGRycy9kb3ducmV2LnhtbESPW2sCMRSE3wv9D+EUfKvZLqKyGsV6gVJaxNv7cXPc&#10;3TY5WTZR13/fCAUfh5n5hhlPW2vEhRpfOVbw1k1AEOdOV1wo2O9Wr0MQPiBrNI5JwY08TCfPT2PM&#10;tLvyhi7bUIgIYZ+hgjKEOpPS5yVZ9F1XE0fv5BqLIcqmkLrBa4RbI9Mk6UuLFceFEmual5T/bs9W&#10;wWq9MD/p92Z2kGG+HBzN8PN98aVU56WdjUAEasMj/N/+0Ar6vXQA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ApQ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j8xMQA&#10;AADdAAAADwAAAGRycy9kb3ducmV2LnhtbERPTWvCQBC9F/wPywheSt2orYToGkQQLbTQpoLXMTsm&#10;IdnZkF1j/PfdQ6HHx/tep4NpRE+dqywrmE0jEMS51RUXCk4/+5cYhPPIGhvLpOBBDtLN6GmNibZ3&#10;/qY+84UIIewSVFB63yZSurwkg25qW+LAXW1n0AfYFVJ3eA/hppHzKFpKgxWHhhJb2pWU19nNKOi/&#10;Pi7FsXftex0/u7fF5XD41GelJuNhuwLhafD/4j/3UStYvs7D3PAmP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4/MT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llscA&#10;AADdAAAADwAAAGRycy9kb3ducmV2LnhtbESPT2sCMRTE74LfITyhN812saJbo2ih4EXw36HenpvX&#10;3cXNy5qkuvXTG6HQ4zAzv2Gm89bU4krOV5YVvA4SEMS51RUXCg77z/4YhA/IGmvLpOCXPMxn3c4U&#10;M21vvKXrLhQiQthnqKAMocmk9HlJBv3ANsTR+7bOYIjSFVI7vEW4qWWaJCNpsOK4UGJDHyXl592P&#10;UbCcjJeXzZDX9+3pSMev0/ktdYlSL7128Q4iUBv+w3/tlVYwGqY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VJZbHAAAA3QAAAA8AAAAAAAAAAAAAAAAAmAIAAGRy&#10;cy9kb3ducmV2LnhtbFBLBQYAAAAABAAEAPUAAACMAwAAAAA=&#10;" fillcolor="black" stroked="f"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/Z2MQA&#10;AADdAAAADwAAAGRycy9kb3ducmV2LnhtbERPyW7CMBC9V+IfrEHqrTjQNkIBg6CLVKlwYDlwHOIh&#10;sRKPo9iFlK/HBySOT2+fzjtbizO13jhWMBwkIIhzpw0XCva775cxCB+QNdaOScE/eZjPek9TzLS7&#10;8IbO21CIGMI+QwVlCE0mpc9LsugHriGO3Mm1FkOEbSF1i5cYbms5SpJUWjQcG0ps6KOkvNr+WQWH&#10;39SMN4ZGx9V1+aVX79Vy/Vkp9dzvFhMQgbrwEN/dP1pB+vYa98c38Qn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f2dj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C9sYA&#10;AADdAAAADwAAAGRycy9kb3ducmV2LnhtbESPT2sCMRTE74LfITyht5rVFpGtUUQRe+mh/qHXx+Z1&#10;s93Ny5pEXf30TaHgcZiZ3zCzRWcbcSEfKscKRsMMBHHhdMWlgsN+8zwFESKyxsYxKbhRgMW835th&#10;rt2VP+myi6VIEA45KjAxtrmUoTBkMQxdS5y8b+ctxiR9KbXHa4LbRo6zbCItVpwWDLa0MlTUu7NV&#10;4Jdf6/rO52Od3T9uYfvTnaZolHoadMs3EJG6+Aj/t9+1gsnrywj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ZC9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B5M8YA&#10;AADdAAAADwAAAGRycy9kb3ducmV2LnhtbESP3WrCQBSE7wt9h+UUelPqxrRYm7qKCIWCIvjzAMfs&#10;aRK6ezZkjxr79F2h4OUwM98wk1nvnTpRF5vABoaDDBRxGWzDlYH97vN5DCoKskUXmAxcKMJsen83&#10;wcKGM2/otJVKJQjHAg3UIm2hdSxr8hgHoSVO3nfoPEqSXaVth+cE907nWTbSHhtOCzW2tKip/Nke&#10;vQGXH9z78i2u5LLXq+zXy+ZpbY15fOjnH6CEermF/9tf1sDo9SWH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B5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T7MYA&#10;AADdAAAADwAAAGRycy9kb3ducmV2LnhtbESPQWsCMRSE7wX/Q3gFbzVbLSJbo2hF2IuHrorX5+Z1&#10;s5i8LJtUV399Uyj0OMzMN8x82TsrrtSFxrOC11EGgrjyuuFawWG/fZmBCBFZo/VMCu4UYLkYPM0x&#10;1/7Gn3QtYy0ShEOOCkyMbS5lqAw5DCPfEifvy3cOY5JdLXWHtwR3Vo6zbCodNpwWDLb0Yai6lN9O&#10;waZs7fhQmHU4HXfnsy0eWzptlBo+96t3EJH6+B/+axdawfRtMoH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DT7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4EKc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2Xw2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gQ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sDnMUA&#10;AADdAAAADwAAAGRycy9kb3ducmV2LnhtbESPQWsCMRSE74L/ITyhN82qrchqFBUKpeKhKuLxuXnu&#10;Lrt5WZKo239vhEKPw8x8w8yXranFnZwvLSsYDhIQxJnVJecKjofP/hSED8gaa8uk4Jc8LBfdzhxT&#10;bR/8Q/d9yEWEsE9RQRFCk0rps4IM+oFtiKN3tc5giNLlUjt8RLip5ShJJtJgyXGhwIY2BWXV/mYU&#10;nG9bvu7G3yu3DifbHnw1ukwrpd567WoGIlAb/sN/7S+tYPI+/oD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wOc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MnOcgA&#10;AADdAAAADwAAAGRycy9kb3ducmV2LnhtbESPT2sCMRTE7wW/Q3hCbzXrny66GkWFQi9CtT3U23Pz&#10;3F3cvKxJqquf3hQKPQ4z8xtmtmhNLS7kfGVZQb+XgCDOra64UPD1+fYyBuEDssbaMim4kYfFvPM0&#10;w0zbK2/psguFiBD2GSooQ2gyKX1ekkHfsw1x9I7WGQxRukJqh9cIN7UcJEkqDVYcF0psaF1Sftr9&#10;GAWryXh1/hjx5r497Gn/fTi9Dlyi1HO3XU5BBGrDf/iv/a4VpKNhCr9v4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0yc5yAAAAN0AAAAPAAAAAAAAAAAAAAAAAJgCAABk&#10;cnMvZG93bnJldi54bWxQSwUGAAAAAAQABAD1AAAAjQMAAAAA&#10;" fillcolor="black" stroked="f"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4o8UA&#10;AADdAAAADwAAAGRycy9kb3ducmV2LnhtbESPQUsDMRSE70L/Q3gFbzZrK7WsTctSKIqnbVV6fd08&#10;N4ublyWJ6frvjSD0OMzMN8x6O9peJPKhc6zgflaAIG6c7rhV8P62v1uBCBFZY++YFPxQgO1mcrPG&#10;UrsLHygdYysyhEOJCkyMQyllaAxZDDM3EGfv03mLMUvfSu3xkuG2l/OiWEqLHecFgwPtDDVfx2+r&#10;IJ13dbVIp2QOr75qvaufP861UrfTsXoCEWmM1/B/+0UrWD4sH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43i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MI8MA&#10;AADdAAAADwAAAGRycy9kb3ducmV2LnhtbERPz2vCMBS+D/wfwhN209RNilajDNnGtotaBT0+mmdT&#10;1ryUJqt1f/1yEHb8+H4v172tRUetrxwrmIwTEMSF0xWXCo6Ht9EMhA/IGmvHpOBGHtarwcMSM+2u&#10;vKcuD6WIIewzVGBCaDIpfWHIoh+7hjhyF9daDBG2pdQtXmO4reVTkqTSYsWxwWBDG0PFd/5jFfjJ&#10;5vX0ZX/n3fnd8Db/NOmuNEo9DvuXBYhAffgX390fWkE6fY5z45v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sMI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C167F" w:rsidRDefault="009C167F" w:rsidP="009C16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C167F" w:rsidRPr="00062C82" w:rsidRDefault="009C167F" w:rsidP="009C167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9C167F" w:rsidRPr="00062C82" w:rsidRDefault="009C167F" w:rsidP="009C167F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ХХХІІІ 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Гуменюка В.С.</w:t>
      </w:r>
    </w:p>
    <w:p w:rsidR="009C167F" w:rsidRPr="00062C82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Pr="006C55B2" w:rsidRDefault="009C167F" w:rsidP="009C167F">
      <w:pPr>
        <w:jc w:val="both"/>
        <w:rPr>
          <w:rFonts w:ascii="Times New Roman" w:hAnsi="Times New Roman" w:cs="Times New Roman"/>
        </w:rPr>
      </w:pPr>
      <w:r w:rsidRPr="006C55B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hAnsi="Times New Roman" w:cs="Times New Roman"/>
        </w:rPr>
        <w:t>озглянувши заяву   Гуменюка  В.С.</w:t>
      </w:r>
      <w:r w:rsidRPr="006C55B2">
        <w:rPr>
          <w:rFonts w:ascii="Times New Roman" w:hAnsi="Times New Roman" w:cs="Times New Roman"/>
        </w:rPr>
        <w:t>, сільська  рада ВИРІШИЛА:</w:t>
      </w:r>
    </w:p>
    <w:p w:rsidR="009C167F" w:rsidRPr="006C55B2" w:rsidRDefault="009C167F" w:rsidP="009C167F">
      <w:pPr>
        <w:jc w:val="both"/>
        <w:rPr>
          <w:rFonts w:ascii="Times New Roman" w:hAnsi="Times New Roman" w:cs="Times New Roman"/>
        </w:rPr>
      </w:pPr>
    </w:p>
    <w:p w:rsidR="009C167F" w:rsidRPr="005F05B8" w:rsidRDefault="009C167F" w:rsidP="009C167F">
      <w:pPr>
        <w:jc w:val="both"/>
        <w:rPr>
          <w:rFonts w:ascii="Times New Roman" w:hAnsi="Times New Roman" w:cs="Times New Roman"/>
          <w:color w:val="auto"/>
        </w:rPr>
      </w:pPr>
      <w:r w:rsidRPr="006C55B2">
        <w:rPr>
          <w:rFonts w:ascii="Times New Roman" w:hAnsi="Times New Roman" w:cs="Times New Roman"/>
        </w:rPr>
        <w:t xml:space="preserve">      1. Затверди</w:t>
      </w:r>
      <w:r>
        <w:rPr>
          <w:rFonts w:ascii="Times New Roman" w:hAnsi="Times New Roman" w:cs="Times New Roman"/>
        </w:rPr>
        <w:t>ти  Гуменюку Володимиру Сергійовичу,  який  зареєстрований</w:t>
      </w:r>
      <w:r w:rsidRPr="006C55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адресою: </w:t>
      </w:r>
      <w:r w:rsidR="00F45865" w:rsidRPr="00F45865">
        <w:rPr>
          <w:rFonts w:ascii="Times New Roman" w:hAnsi="Times New Roman" w:cs="Times New Roman"/>
        </w:rPr>
        <w:t>_____________</w:t>
      </w:r>
      <w:r w:rsidRPr="006C55B2">
        <w:rPr>
          <w:rFonts w:ascii="Times New Roman" w:hAnsi="Times New Roman" w:cs="Times New Roman"/>
        </w:rPr>
        <w:t xml:space="preserve">,  ідентифікаційний номер </w:t>
      </w:r>
      <w:r w:rsidR="00F45865" w:rsidRPr="00F45865">
        <w:rPr>
          <w:rFonts w:ascii="Times New Roman" w:hAnsi="Times New Roman" w:cs="Times New Roman"/>
          <w:color w:val="auto"/>
        </w:rPr>
        <w:t>______________</w:t>
      </w:r>
      <w:r w:rsidR="00F45865">
        <w:rPr>
          <w:rFonts w:ascii="Times New Roman" w:hAnsi="Times New Roman" w:cs="Times New Roman"/>
        </w:rPr>
        <w:t xml:space="preserve">, </w:t>
      </w:r>
      <w:r w:rsidRPr="006C55B2">
        <w:rPr>
          <w:rFonts w:ascii="Times New Roman" w:hAnsi="Times New Roman" w:cs="Times New Roman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</w:t>
      </w:r>
      <w:r>
        <w:rPr>
          <w:rFonts w:ascii="Times New Roman" w:hAnsi="Times New Roman" w:cs="Times New Roman"/>
        </w:rPr>
        <w:t>0,3396</w:t>
      </w:r>
      <w:r w:rsidRPr="006C55B2">
        <w:rPr>
          <w:rFonts w:ascii="Times New Roman" w:hAnsi="Times New Roman" w:cs="Times New Roman"/>
        </w:rPr>
        <w:t xml:space="preserve">га, (кадастровий номер: </w:t>
      </w:r>
      <w:r>
        <w:rPr>
          <w:rFonts w:ascii="Times New Roman" w:hAnsi="Times New Roman" w:cs="Times New Roman"/>
          <w:color w:val="auto"/>
        </w:rPr>
        <w:t>6823984000:03:012:0151</w:t>
      </w:r>
      <w:r w:rsidRPr="005F05B8">
        <w:rPr>
          <w:rFonts w:ascii="Times New Roman" w:hAnsi="Times New Roman" w:cs="Times New Roman"/>
          <w:color w:val="auto"/>
        </w:rPr>
        <w:t xml:space="preserve">), для ведення товарного сільськогосподарського виробництва, яка розташована Хмельницька область, </w:t>
      </w:r>
      <w:proofErr w:type="spellStart"/>
      <w:r w:rsidRPr="005F05B8">
        <w:rPr>
          <w:rFonts w:ascii="Times New Roman" w:hAnsi="Times New Roman" w:cs="Times New Roman"/>
          <w:color w:val="auto"/>
        </w:rPr>
        <w:t>Славутський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 район,  </w:t>
      </w:r>
      <w:proofErr w:type="spellStart"/>
      <w:r w:rsidRPr="005F05B8">
        <w:rPr>
          <w:rFonts w:ascii="Times New Roman" w:hAnsi="Times New Roman" w:cs="Times New Roman"/>
          <w:color w:val="auto"/>
        </w:rPr>
        <w:t>Крупецька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сільська рада. </w:t>
      </w:r>
    </w:p>
    <w:p w:rsidR="009C167F" w:rsidRPr="005F05B8" w:rsidRDefault="009C167F" w:rsidP="009C167F">
      <w:pPr>
        <w:jc w:val="both"/>
        <w:rPr>
          <w:rFonts w:ascii="Times New Roman" w:hAnsi="Times New Roman" w:cs="Times New Roman"/>
          <w:color w:val="auto"/>
        </w:rPr>
      </w:pPr>
      <w:r w:rsidRPr="005F05B8">
        <w:rPr>
          <w:rFonts w:ascii="Times New Roman" w:hAnsi="Times New Roman" w:cs="Times New Roman"/>
          <w:color w:val="auto"/>
        </w:rPr>
        <w:t xml:space="preserve">      2. Гуменюк</w:t>
      </w:r>
      <w:r>
        <w:rPr>
          <w:rFonts w:ascii="Times New Roman" w:hAnsi="Times New Roman" w:cs="Times New Roman"/>
          <w:color w:val="auto"/>
        </w:rPr>
        <w:t>у В.С</w:t>
      </w:r>
      <w:r w:rsidRPr="005F05B8">
        <w:rPr>
          <w:rFonts w:ascii="Times New Roman" w:hAnsi="Times New Roman" w:cs="Times New Roman"/>
          <w:color w:val="auto"/>
        </w:rPr>
        <w:t>., посвідчити своє право  в  установленому  законом  порядку.</w:t>
      </w:r>
    </w:p>
    <w:p w:rsidR="009C167F" w:rsidRPr="006C55B2" w:rsidRDefault="009C167F" w:rsidP="009C167F">
      <w:pPr>
        <w:jc w:val="both"/>
        <w:rPr>
          <w:rFonts w:ascii="Times New Roman" w:hAnsi="Times New Roman" w:cs="Times New Roman"/>
        </w:rPr>
      </w:pPr>
      <w:r w:rsidRPr="005F05B8">
        <w:rPr>
          <w:rFonts w:ascii="Times New Roman" w:hAnsi="Times New Roman" w:cs="Times New Roman"/>
          <w:color w:val="auto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</w:t>
      </w:r>
      <w:r w:rsidRPr="006C55B2">
        <w:rPr>
          <w:rFonts w:ascii="Times New Roman" w:hAnsi="Times New Roman" w:cs="Times New Roman"/>
        </w:rPr>
        <w:t>планування території, будівництва, архітектури, охорони пам’яток, історичного середовища та благоустрою (Денисюк Т.В.).</w:t>
      </w:r>
    </w:p>
    <w:p w:rsidR="009C167F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Default="009C167F" w:rsidP="009C167F">
      <w:pPr>
        <w:tabs>
          <w:tab w:val="left" w:pos="4424"/>
        </w:tabs>
        <w:rPr>
          <w:rFonts w:ascii="Times New Roman" w:hAnsi="Times New Roman" w:cs="Times New Roman"/>
        </w:rPr>
      </w:pPr>
    </w:p>
    <w:p w:rsidR="009C167F" w:rsidRPr="009C167F" w:rsidRDefault="009C167F" w:rsidP="009C167F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603EEC" w:rsidRPr="009C167F" w:rsidRDefault="009C167F" w:rsidP="009C167F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603EEC" w:rsidRPr="009C167F" w:rsidSect="0060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C167F"/>
    <w:rsid w:val="00171A2E"/>
    <w:rsid w:val="00304C90"/>
    <w:rsid w:val="0049247B"/>
    <w:rsid w:val="00505B6D"/>
    <w:rsid w:val="00603EEC"/>
    <w:rsid w:val="006D3977"/>
    <w:rsid w:val="007D6C18"/>
    <w:rsid w:val="009309A8"/>
    <w:rsid w:val="009C167F"/>
    <w:rsid w:val="00B61B89"/>
    <w:rsid w:val="00D1641A"/>
    <w:rsid w:val="00F4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2020-02-13T11:28:00Z</dcterms:created>
  <dcterms:modified xsi:type="dcterms:W3CDTF">2020-02-13T12:21:00Z</dcterms:modified>
</cp:coreProperties>
</file>