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CAB" w:rsidRPr="0066767B" w:rsidRDefault="00555CAB" w:rsidP="00555CAB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66767B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>ПРОЕКТ</w:t>
      </w:r>
    </w:p>
    <w:p w:rsidR="00555CAB" w:rsidRPr="0066767B" w:rsidRDefault="00555CAB" w:rsidP="00555CAB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66767B">
        <w:rPr>
          <w:rFonts w:ascii="Calibri" w:eastAsia="Calibri" w:hAnsi="Calibri" w:cs="Times New Roman"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E6DF9E0" wp14:editId="6C17E156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1019" name="Группа 109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777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5CAB" w:rsidRDefault="00555CAB" w:rsidP="00555C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8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5CAB" w:rsidRDefault="00555CAB" w:rsidP="00555C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9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5CAB" w:rsidRDefault="00555CAB" w:rsidP="00555C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0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5CAB" w:rsidRDefault="00555CAB" w:rsidP="00555C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1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5CAB" w:rsidRDefault="00555CAB" w:rsidP="00555C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2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5CAB" w:rsidRDefault="00555CAB" w:rsidP="00555C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3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5CAB" w:rsidRDefault="00555CAB" w:rsidP="00555C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4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5CAB" w:rsidRDefault="00555CAB" w:rsidP="00555C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5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5CAB" w:rsidRDefault="00555CAB" w:rsidP="00555C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6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5CAB" w:rsidRDefault="00555CAB" w:rsidP="00555C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7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5CAB" w:rsidRDefault="00555CAB" w:rsidP="00555C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8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5CAB" w:rsidRDefault="00555CAB" w:rsidP="00555C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9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5CAB" w:rsidRDefault="00555CAB" w:rsidP="00555C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0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5CAB" w:rsidRDefault="00555CAB" w:rsidP="00555C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1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5CAB" w:rsidRDefault="00555CAB" w:rsidP="00555C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2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5CAB" w:rsidRDefault="00555CAB" w:rsidP="00555C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3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5CAB" w:rsidRDefault="00555CAB" w:rsidP="00555C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4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5CAB" w:rsidRDefault="00555CAB" w:rsidP="00555C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5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5CAB" w:rsidRDefault="00555CAB" w:rsidP="00555C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6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5CAB" w:rsidRDefault="00555CAB" w:rsidP="00555C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7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5CAB" w:rsidRDefault="00555CAB" w:rsidP="00555C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8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5CAB" w:rsidRDefault="00555CAB" w:rsidP="00555C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9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5CAB" w:rsidRDefault="00555CAB" w:rsidP="00555C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0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5CAB" w:rsidRDefault="00555CAB" w:rsidP="00555C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1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5CAB" w:rsidRDefault="00555CAB" w:rsidP="00555C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2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5CAB" w:rsidRDefault="00555CAB" w:rsidP="00555C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3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5CAB" w:rsidRDefault="00555CAB" w:rsidP="00555C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4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5CAB" w:rsidRDefault="00555CAB" w:rsidP="00555C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5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5CAB" w:rsidRDefault="00555CAB" w:rsidP="00555C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6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5CAB" w:rsidRDefault="00555CAB" w:rsidP="00555C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0947" o:spid="_x0000_s1026" style="position:absolute;left:0;text-align:left;margin-left:0;margin-top:12.9pt;width:32.3pt;height:50.05pt;z-index:251660288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LBNcAA&#10;AADcAAAADwAAAGRycy9kb3ducmV2LnhtbESPzQrCMBCE74LvEFbwpqkKVqpRRFQ8COLffWnWtths&#10;ShO1vr0RBI/DzHzDzBaNKcWTaldYVjDoRyCIU6sLzhRczpveBITzyBpLy6TgTQ4W83Zrhom2Lz7S&#10;8+QzESDsElSQe18lUro0J4Oubyvi4N1sbdAHWWdS1/gKcFPKYRSNpcGCw0KOFa1ySu+nh1FgR9vd&#10;/poNj6M1x56Xh8nt2uyV6naa5RSEp8b/w7/2TiuI4xi+Z8IRkPM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5LBNcAAAADcAAAADwAAAAAAAAAAAAAAAACYAgAAZHJzL2Rvd25y&#10;ZXYueG1sUEsFBgAAAAAEAAQA9QAAAIU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55CAB" w:rsidRDefault="00555CAB" w:rsidP="00555C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3LWMQA&#10;AADcAAAADwAAAGRycy9kb3ducmV2LnhtbERPz2vCMBS+D/wfwhO8yEznwc7OKCJ0mzsM1MGuj+bZ&#10;VJuXkmTa+debw2DHj+/3YtXbVlzIh8axgqdJBoK4crrhWsHXoXx8BhEissbWMSn4pQCr5eBhgYV2&#10;V97RZR9rkUI4FKjAxNgVUobKkMUwcR1x4o7OW4wJ+lpqj9cUbls5zbKZtNhwajDY0cZQdd7/WAWn&#10;8tN8b/Lbqx/Pd3Qblx9v7Xam1GjYr19AROrjv/jP/a4V5Hlam86kIyC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Zdy1jEAAAA3A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55CAB" w:rsidRDefault="00555CAB" w:rsidP="00555C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u7y8IA&#10;AADcAAAADwAAAGRycy9kb3ducmV2LnhtbESP3YrCMBCF74V9hzAL3sia7gr+VKOIrCLeFHUfYGjG&#10;pmwzKU209e2NIHh5OD8fZ7HqbCVu1PjSsYLvYQKCOHe65ELB33n7NQXhA7LGyjEpuJOH1fKjt8BU&#10;u5aPdDuFQsQR9ikqMCHUqZQ+N2TRD11NHL2LayyGKJtC6gbbOG4r+ZMkY2mx5EgwWNPGUP5/utoI&#10;yUaYHS7tebvrsMXfg+HB+qhU/7Nbz0EE6sI7/GrvtYLJZAbPM/EIyO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67vLwgAAANw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55CAB" w:rsidRDefault="00555CAB" w:rsidP="00555C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07rsIA&#10;AADcAAAADwAAAGRycy9kb3ducmV2LnhtbERPS0sDMRC+C/6HMEJvNmuxD9amRaqFUvDQKoi3YTPd&#10;XdxMQjJ2t/++ORQ8fnzv5XpwnTpTTK1nA0/jAhRx5W3LtYGvz+3jAlQSZIudZzJwoQTr1f3dEkvr&#10;ez7Q+Si1yiGcSjTQiIRS61Q15DCNfSDO3MlHh5JhrLWN2Odw1+lJUcy0w5ZzQ4OBNg1Vv8c/Z+Cj&#10;fw/7+Wx6Cj/xeaLTm5XvjRgzehheX0AJDfIvvrl31sB8kefnM/kI6NU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HTuuwgAAANw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55CAB" w:rsidRDefault="00555CAB" w:rsidP="00555C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kjH6sEA&#10;AADcAAAADwAAAGRycy9kb3ducmV2LnhtbESP3YrCMBCF7xd8hzCCN4umuqBSjSKisngj/jzA0IxN&#10;sZmUJtr69kYQvDycn48zX7a2FA+qfeFYwXCQgCDOnC44V3A5b/tTED4gaywdk4IneVguOj9zTLVr&#10;+EiPU8hFHGGfogITQpVK6TNDFv3AVcTRu7raYoiyzqWusYnjtpSjJBlLiwVHgsGK1oay2+luI+Tw&#10;h4f9tTlvdy02uNkb/l0dlep129UMRKA2fMOf9r9WMJkO4X0mHgG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5Ix+rBAAAA3AAAAA8AAAAAAAAAAAAAAAAAmAIAAGRycy9kb3du&#10;cmV2LnhtbFBLBQYAAAAABAAEAPUAAACG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55CAB" w:rsidRDefault="00555CAB" w:rsidP="00555C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MAQsUA&#10;AADcAAAADwAAAGRycy9kb3ducmV2LnhtbESPQUsDMRSE70L/Q3gFbzbbRduyNi2lKojgwSqU3h6b&#10;193FzUtInt313xtB8DjMzDfMeju6Xl0ops6zgfmsAEVce9txY+Dj/elmBSoJssXeMxn4pgTbzeRq&#10;jZX1A7/R5SCNyhBOFRpoRUKldapbcphmPhBn7+yjQ8kyNtpGHDLc9bosioV22HFeaDHQvqX68/Dl&#10;DLwOj+Flubg7h1O8LXV6sHLcizHX03F3D0polP/wX/vZGliuSvg9k4+A3v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gwBCxQAAANw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55CAB" w:rsidRDefault="00555CAB" w:rsidP="00555C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RZyMYA&#10;AADcAAAADwAAAGRycy9kb3ducmV2LnhtbESP3WoCMRSE7wu+QzhCb4pmW6nKahQthAotFH/A28Pm&#10;uLu4OVmS1N2+fSMUejnMzDfMct3bRtzIh9qxgudxBoK4cKbmUsHpqEdzECEiG2wck4IfCrBeDR6W&#10;mBvX8Z5uh1iKBOGQo4IqxjaXMhQVWQxj1xIn7+K8xZikL6Xx2CW4beRLlk2lxZrTQoUtvVVUXA/f&#10;VsH2qysn/qnY9u7j8n5+1droT63U47DfLEBE6uN/+K+9Mwpm8wncz6QjIF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HRZyMYAAADc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55CAB" w:rsidRDefault="00555CAB" w:rsidP="00555C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ElOcMA&#10;AADcAAAADwAAAGRycy9kb3ducmV2LnhtbESPUWvCMBSF3wf+h3AF32Y6cbN0RhGlIGMvU3/Apblr&#10;OpubksRa/70RhD0ezjnf4SzXg21FTz40jhW8TTMQxJXTDdcKTsfyNQcRIrLG1jEpuFGA9Wr0ssRC&#10;uyv/UH+ItUgQDgUqMDF2hZShMmQxTF1HnLxf5y3GJH0ttcdrgttWzrLsQ1psOC0Y7GhrqDofLlZB&#10;+TX77s8X7Uu3GeaW3s1fvjNKTcbD5hNEpCH+h5/tvVawyOfwOJOOgFzd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jElOcMAAADc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55CAB" w:rsidRDefault="00555CAB" w:rsidP="00555C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FkJ8UA&#10;AADcAAAADwAAAGRycy9kb3ducmV2LnhtbESPQWsCMRSE74L/IbyCF6nZWmxlaxQtBAsWSlXo9bF5&#10;7i7dvCxJdLf/vhEEj8PMfMMsVr1txIV8qB0reJpkIIgLZ2ouFRwP+nEOIkRkg41jUvBHAVbL4WCB&#10;uXEdf9NlH0uRIBxyVFDF2OZShqIii2HiWuLknZy3GJP0pTQeuwS3jZxm2Yu0WHNaqLCl94qK3/3Z&#10;Kth8deWzHxeb3u1O25+Z1kZ/aqVGD/36DUSkPt7Dt/aHUfA6n8H1TDoCcvk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0WQnxQAAANw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55CAB" w:rsidRDefault="00555CAB" w:rsidP="00555C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8e1cMA&#10;AADcAAAADwAAAGRycy9kb3ducmV2LnhtbESPUWvCMBSF3wf+h3AF32aqOC3VKKIUxtjL1B9waa5N&#10;tbkpSazdv18Ggz0ezjnf4Wx2g21FTz40jhXMphkI4srphmsFl3P5moMIEVlj65gUfFOA3Xb0ssFC&#10;uyd/UX+KtUgQDgUqMDF2hZShMmQxTF1HnLyr8xZjkr6W2uMzwW0r51m2lBYbTgsGOzoYqu6nh1VQ&#10;fsw/+/tD+9Lth4WlN3PLj0apyXjYr0FEGuJ/+K/9rhWs8iX8nklHQG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a8e1cMAAADc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55CAB" w:rsidRDefault="00555CAB" w:rsidP="00555C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jOjcEA&#10;AADcAAAADwAAAGRycy9kb3ducmV2LnhtbESP3YrCMBSE7wXfIRzBO01df6mNsgguemn1AQ7NsS1t&#10;TmoTbX37zcKCl8PMfMMk+97U4kWtKy0rmE0jEMSZ1SXnCm7X42QDwnlkjbVlUvAmB/vdcJBgrG3H&#10;F3qlPhcBwi5GBYX3TSylywoy6Ka2IQ7e3bYGfZBtLnWLXYCbWn5F0UoaLDksFNjQoaCsSp9GweLd&#10;/TzSZRUdtaHZed6c2WdLpcaj/nsLwlPvP+H/9kkrWG/W8HcmHAG5+w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4Izo3BAAAA3A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55CAB" w:rsidRDefault="00555CAB" w:rsidP="00555C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lypir4A&#10;AADcAAAADwAAAGRycy9kb3ducmV2LnhtbERPyQrCMBC9C/5DGMGbpnpwqUYRRRFPWpfz0IxtsZmU&#10;Jmr9e3MQPD7ePl82phQvql1hWcGgH4EgTq0uOFNwOW97ExDOI2ssLZOCDzlYLtqtOcbavvlEr8Rn&#10;IoSwi1FB7n0VS+nSnAy6vq2IA3e3tUEfYJ1JXeM7hJtSDqNoJA0WHBpyrGidU/pInkbBc3QbXvh+&#10;0Mdk89lNN9uVk9dMqW6nWc1AeGr8X/xz77WC8SSsDWfCEZCLL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5cqYq+AAAA3AAAAA8AAAAAAAAAAAAAAAAAmAIAAGRycy9kb3ducmV2&#10;LnhtbFBLBQYAAAAABAAEAPUAAACD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55CAB" w:rsidRDefault="00555CAB" w:rsidP="00555C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lrA8cA&#10;AADcAAAADwAAAGRycy9kb3ducmV2LnhtbESPQWvCQBSE70L/w/KE3nRjW9IYXcUWBNuDorYHb8/s&#10;M0nNvo3Zrab/3i0IHoeZ+YYZT1tTiTM1rrSsYNCPQBBnVpecK/jaznsJCOeRNVaWScEfOZhOHjpj&#10;TLW98JrOG5+LAGGXooLC+zqV0mUFGXR9WxMH72Abgz7IJpe6wUuAm0o+RVEsDZYcFgqs6b2g7Lj5&#10;NQq+V0k8XL19vPx8Lvf4bPRpp8tYqcduOxuB8NT6e/jWXmgFr8kQ/s+EIyAn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UZawPHAAAA3A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55CAB" w:rsidRDefault="00555CAB" w:rsidP="00555C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tdOMEA&#10;AADcAAAADwAAAGRycy9kb3ducmV2LnhtbERPSYvCMBS+D/gfwhPmpqkLLtUoLqjDnNzA66N5tsXm&#10;pTQZrf56cxDm+PHt03ltCnGnyuWWFXTaEQjixOqcUwXn06Y1AuE8ssbCMil4koP5rPE1xVjbBx/o&#10;fvSpCCHsYlSQeV/GUrokI4OubUviwF1tZdAHWKVSV/gI4aaQ3SgaSIM5h4YMS1pllNyOf0bBa3DB&#10;vdt1l+ue9vTsj7b2d79V6rtZLyYgPNX+X/xx/2gFw3GYH86EIyBn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M7XTjBAAAA3A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55CAB" w:rsidRDefault="00555CAB" w:rsidP="00555C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5CFTcMA&#10;AADcAAAADwAAAGRycy9kb3ducmV2LnhtbESP3YrCMBSE74V9h3AW9k5Txd+uURZxwTu1uw9waI5p&#10;sTmpTdTq0xtB8HKYmW+Y+bK1lbhQ40vHCvq9BARx7nTJRsH/3293CsIHZI2VY1JwIw/LxUdnjql2&#10;V97TJQtGRAj7FBUUIdSplD4vyKLvuZo4egfXWAxRNkbqBq8Rbis5SJKxtFhyXCiwplVB+TE7WwUn&#10;NxjpNlvj9rie7Upjhqf7fqjU12f78w0iUBve4Vd7oxVMZn14nolH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5CFTcMAAADc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55CAB" w:rsidRDefault="00555CAB" w:rsidP="00555C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X+JbcUA&#10;AADcAAAADwAAAGRycy9kb3ducmV2LnhtbESPwW7CMBBE75X4B2uReisOVCUhYFBbqVKuQA89LvaS&#10;BOJ1iF2S9usxUqUeRzPzRrPaDLYRV+p87VjBdJKAINbO1Fwq+Nx/PGUgfEA22DgmBT/kYbMePaww&#10;N67nLV13oRQRwj5HBVUIbS6l1xVZ9BPXEkfv6DqLIcqulKbDPsJtI2dJMpcWa44LFbb0XpE+776t&#10;gqI+0MtcHxc2e9Pbr99LeE5PRqnH8fC6BBFoCP/hv3ZhFKSLGdzPxCMg1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5f4ltxQAAANw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55CAB" w:rsidRDefault="00555CAB" w:rsidP="00555C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OQ0cEA&#10;AADcAAAADwAAAGRycy9kb3ducmV2LnhtbERPW2vCMBR+F/wP4Qh703QONq1G0cHA4QXmRF8PzVlT&#10;bE5KE2v990YY+Pjd+abz1paiodoXjhW8DhIQxJnTBecKDr9f/REIH5A1lo5JwY08zGfdzhRT7a78&#10;Q80+5CKWsE9RgQmhSqX0mSGLfuAq4qj9udpiiLDOpa7xGsttKYdJ8i4tFhwXDFb0aSg77y9WQYO7&#10;W3Iyy+34u9hkw93yuNaRVy+9djEBEagNT/N/eqUVfIzf4HEmHgE5u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CDkNHBAAAA3A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55CAB" w:rsidRDefault="00555CAB" w:rsidP="00555C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69q8QA&#10;AADcAAAADwAAAGRycy9kb3ducmV2LnhtbESPzU7DMBCE70h9B2uRuFGHqOInrVtVSK04QuDAcYm3&#10;cdp4N7JNE3h6jITEcTQz32hWm8n36kwhdsIGbuYFKOJGbMetgbfX3fU9qJiQLfbCZOCLImzWs4sV&#10;VlZGfqFznVqVIRwrNOBSGiqtY+PIY5zLQJy9gwSPKcvQahtwzHDf67IobrXHjvOCw4EeHTWn+tMb&#10;GPfNx7E8vFv3HQbZ1c9yLHsx5upy2i5BJZrSf/iv/WQN3D0s4PdMPgJ6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A+vavEAAAA3A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55CAB" w:rsidRDefault="00555CAB" w:rsidP="00555C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1VEcYA&#10;AADcAAAADwAAAGRycy9kb3ducmV2LnhtbESPW2sCMRSE3wv+h3AKvtVsBS9djWK9QBFL0db34+a4&#10;uzY5WTZR139vCkIfh5n5hhlPG2vEhWpfOlbw2klAEGdOl5wr+PlevQxB+ICs0TgmBTfyMJ20nsaY&#10;anflLV12IRcRwj5FBUUIVSqlzwqy6DuuIo7e0dUWQ5R1LnWN1wi3RnaTpC8tlhwXCqxoXlD2uztb&#10;BauvhTl1P7ezvQzz5eBghuv3xUap9nMzG4EI1IT/8KP9oRUM3nrwdyYeATm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41VEcYAAADc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55CAB" w:rsidRDefault="00555CAB" w:rsidP="00555C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+4zccA&#10;AADcAAAADwAAAGRycy9kb3ducmV2LnhtbESP3WrCQBSE74W+w3IKvRHdtOJfzCqlUFSw0KYFb0+y&#10;xySYPRuya0zfvisIvRxm5hsm2fSmFh21rrKs4HkcgSDOra64UPDz/T5agHAeWWNtmRT8koPN+mGQ&#10;YKztlb+oS30hAoRdjApK75tYSpeXZNCNbUMcvJNtDfog20LqFq8Bbmr5EkUzabDisFBiQ28l5ef0&#10;YhR0n4es2HWu2Z8XQzedZNvthz4q9fTYv65AeOr9f/je3mkF8+UMbmfCEZDr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3fuM3HAAAA3A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55CAB" w:rsidRDefault="00555CAB" w:rsidP="00555C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WcJscA&#10;AADcAAAADwAAAGRycy9kb3ducmV2LnhtbESPT2vCQBTE74V+h+UJ3upG8W+aVWqh4KWgtod6e8m+&#10;JsHs23R3q6mf3hWEHoeZ+Q2TrTrTiBM5X1tWMBwkIIgLq2suFXx+vD3NQfiArLGxTAr+yMNq+fiQ&#10;YartmXd02odSRAj7FBVUIbSplL6oyKAf2JY4et/WGQxRulJqh+cIN40cJclUGqw5LlTY0mtFxXH/&#10;axSsF/P1z3bM75ddfqDDV36cjFyiVL/XvTyDCNSF//C9vdEKZosZ3M7EIy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EFnCbHAAAA3AAAAA8AAAAAAAAAAAAAAAAAmAIAAGRy&#10;cy9kb3ducmV2LnhtbFBLBQYAAAAABAAEAPUAAACMAwAAAAA=&#10;" fillcolor="black" stroked="f">
                  <v:textbox>
                    <w:txbxContent>
                      <w:p w:rsidR="00555CAB" w:rsidRDefault="00555CAB" w:rsidP="00555C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KipTMQA&#10;AADcAAAADwAAAGRycy9kb3ducmV2LnhtbERPyW7CMBC9V+IfrEHqrTgglSVgENBWqgQ9sBw4DvGQ&#10;WInHUexCytfjA1KPT2+fLVpbiSs13jhW0O8lIIgzpw3nCo6Hr7cxCB+QNVaOScEfeVjMOy8zTLW7&#10;8Y6u+5CLGMI+RQVFCHUqpc8Ksuh7riaO3MU1FkOETS51g7cYbis5SJKhtGg4NhRY07qgrNz/WgWn&#10;zdCMd4YG5+199am37+Xq56NU6rXbLqcgArXhX/x0f2sFo0lcG8/EIyD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ioqUzEAAAA3AAAAA8AAAAAAAAAAAAAAAAAmAIAAGRycy9k&#10;b3ducmV2LnhtbFBLBQYAAAAABAAEAPUAAACJ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555CAB" w:rsidRDefault="00555CAB" w:rsidP="00555C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kmOcUA&#10;AADcAAAADwAAAGRycy9kb3ducmV2LnhtbESPQWsCMRSE7wX/Q3iCt5q1B6urUcQi9tJDbcXrY/Pc&#10;rLt5WZOoq7++KRR6HGbmG2a+7GwjruRD5VjBaJiBIC6crrhU8P21eZ6ACBFZY+OYFNwpwHLRe5pj&#10;rt2NP+m6i6VIEA45KjAxtrmUoTBkMQxdS5y8o/MWY5K+lNrjLcFtI1+ybCwtVpwWDLa0NlTUu4tV&#10;4FeHt/rBl32dPT7uYXvqzhM0Sg363WoGIlIX/8N/7Xet4HU6hd8z6QjIx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+SY5xQAAANw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555CAB" w:rsidRDefault="00555CAB" w:rsidP="00555C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DRbcEA&#10;AADcAAAADwAAAGRycy9kb3ducmV2LnhtbERPzWoCMRC+F3yHMEIvRRM9VLsaRYRCoVLQ+gDjZtxd&#10;TCbLZqprn745FDx+fP/LdR+8ulKXmsgWJmMDiriMruHKwvH7fTQHlQTZoY9MFu6UYL0aPC2xcPHG&#10;e7oepFI5hFOBFmqRttA6lTUFTOPYEmfuHLuAkmFXadfhLYcHr6fGvOqADeeGGlva1lReDj/Bgp+e&#10;/NvnLO3kftQ78xtk//LlrH0e9psFKKFeHuJ/94ezMDd5fj6Tj4Be/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xw0W3BAAAA3AAAAA8AAAAAAAAAAAAAAAAAmAIAAGRycy9kb3du&#10;cmV2LnhtbFBLBQYAAAAABAAEAPUAAACG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555CAB" w:rsidRDefault="00555CAB" w:rsidP="00555C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HV/cUA&#10;AADcAAAADwAAAGRycy9kb3ducmV2LnhtbESPQWvCQBSE7wX/w/KE3uomHopE12ArQi49NFW8PrPP&#10;bHD3bchuNfrru4VCj8PMfMOsytFZcaUhdJ4V5LMMBHHjdcetgv3X7mUBIkRkjdYzKbhTgHI9eVph&#10;of2NP+lax1YkCIcCFZgY+0LK0BhyGGa+J07e2Q8OY5JDK/WAtwR3Vs6z7FU67DgtGOzp3VBzqb+d&#10;gm3d2/m+Mm/hePg4nWz12NFxq9TzdNwsQUQa43/4r11pBYssh98z6QjI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sdX9xQAAANw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555CAB" w:rsidRDefault="00555CAB" w:rsidP="00555C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O01zsIA&#10;AADcAAAADwAAAGRycy9kb3ducmV2LnhtbESPQYvCMBSE78L+h/AWvGmyHlSqUWRZQfCkaw/eHsmz&#10;rTYvpcna+u+NIOxxmJlvmOW6d7W4Uxsqzxq+xgoEsfG24kLD6Xc7moMIEdli7Zk0PCjAevUxWGJm&#10;fccHuh9jIRKEQ4YayhibTMpgSnIYxr4hTt7Ftw5jkm0hbYtdgrtaTpSaSocVp4USG/ouydyOf07D&#10;dSv33ig0+SnvdnZ2/plSrbQefvabBYhIffwPv9s7q2GuJvA6k46AXD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7TXOwgAAANw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555CAB" w:rsidRDefault="00555CAB" w:rsidP="00555C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uEQ8UA&#10;AADcAAAADwAAAGRycy9kb3ducmV2LnhtbESPQWvCQBSE7wX/w/KE3uqmCZQQXSUVhNLSQ1XE4zP7&#10;TEKyb8PuatJ/3y0Uehxm5htmtZlML+7kfGtZwfMiAUFcWd1yreB42D3lIHxA1thbJgXf5GGznj2s&#10;sNB25C+670MtIoR9gQqaEIZCSl81ZNAv7EAcvat1BkOUrpba4RjhppdpkrxIgy3HhQYH2jZUdfub&#10;UXC+ffD1M3sv3Ws42engu/SSd0o9zqdyCSLQFP7Df+03rSBPMvg9E4+AX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u4RDxQAAANw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555CAB" w:rsidRDefault="00555CAB" w:rsidP="00555C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kDgMYA&#10;AADcAAAADwAAAGRycy9kb3ducmV2LnhtbESPQWsCMRSE7wX/Q3iF3mpS0bKuRtFCoRdBbQ96e26e&#10;u4ubl22S6uqvb4RCj8PMfMNM551txJl8qB1reOkrEMSFMzWXGr4+358zECEiG2wck4YrBZjPeg9T&#10;zI278IbO21iKBOGQo4YqxjaXMhQVWQx91xIn7+i8xZikL6XxeElw28iBUq/SYs1pocKW3ioqTtsf&#10;q2E5zpbf6yGvbpvDnva7w2k08Errp8duMQERqYv/4b/2h9GQqSHcz6QjIG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2kDgMYAAADcAAAADwAAAAAAAAAAAAAAAACYAgAAZHJz&#10;L2Rvd25yZXYueG1sUEsFBgAAAAAEAAQA9QAAAIsDAAAAAA==&#10;" fillcolor="black" stroked="f">
                  <v:textbox>
                    <w:txbxContent>
                      <w:p w:rsidR="00555CAB" w:rsidRDefault="00555CAB" w:rsidP="00555C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2rOsQA&#10;AADcAAAADwAAAGRycy9kb3ducmV2LnhtbESPUUvDMBSF3wX/Q7iCby5VcYzadJSBKHvqNsXXu+ba&#10;FJubksSs+/dGEPZ4OOd8h1OtZzuKRD4MjhXcLwoQxJ3TA/cK3g8vdysQISJrHB2TgjMFWNfXVxWW&#10;2p14R2kfe5EhHEpUYGKcSilDZ8hiWLiJOHtfzluMWfpeao+nDLejfCiKpbQ4cF4wONHGUPe9/7EK&#10;0nHTNo/pM5nd1je9d+3rx7FV6vZmbp5BRJrjJfzfftMKVsUT/J3JR0DW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FNqzrEAAAA3A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555CAB" w:rsidRDefault="00555CAB" w:rsidP="00555C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t2yz8UA&#10;AADcAAAADwAAAGRycy9kb3ducmV2LnhtbESPQWvCQBSE74X+h+UVvDUbewg2dRWRVqwXbVrQ4yP7&#10;zIZm34bsGlN/vSsUPA4z8w0znQ+2ET11vnasYJykIIhLp2uuFPx8fzxPQPiArLFxTAr+yMN89vgw&#10;xVy7M39RX4RKRAj7HBWYENpcSl8asugT1xJH7+g6iyHKrpK6w3OE20a+pGkmLdYcFwy2tDRU/hYn&#10;q8CPl+/7jb289oeV4W3xabJdZZQaPQ2LNxCBhnAP/7fXWsEkzeB2Jh4B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3bLPxQAAANw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555CAB" w:rsidRDefault="00555CAB" w:rsidP="00555C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555CAB" w:rsidRPr="0066767B" w:rsidRDefault="00555CAB" w:rsidP="00555CAB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555CAB" w:rsidRPr="0066767B" w:rsidRDefault="00555CAB" w:rsidP="00555CAB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555CAB" w:rsidRPr="0066767B" w:rsidRDefault="00555CAB" w:rsidP="00555CAB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555CAB" w:rsidRPr="0066767B" w:rsidRDefault="00555CAB" w:rsidP="00555CAB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555CAB" w:rsidRPr="0066767B" w:rsidRDefault="00555CAB" w:rsidP="00555CAB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16"/>
          <w:szCs w:val="16"/>
          <w:lang w:eastAsia="uk-UA"/>
        </w:rPr>
      </w:pPr>
    </w:p>
    <w:p w:rsidR="00555CAB" w:rsidRPr="0066767B" w:rsidRDefault="00555CAB" w:rsidP="00555CAB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УКРАЇНА</w:t>
      </w:r>
    </w:p>
    <w:p w:rsidR="00555CAB" w:rsidRPr="0066767B" w:rsidRDefault="00555CAB" w:rsidP="00555CAB">
      <w:pPr>
        <w:keepNext/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КРУПЕЦЬКА СІЛЬСЬКА РАДА</w:t>
      </w:r>
    </w:p>
    <w:p w:rsidR="00555CAB" w:rsidRPr="0066767B" w:rsidRDefault="00555CAB" w:rsidP="00555CAB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СЛАВУТСЬКОГО РАЙОНУ</w:t>
      </w:r>
    </w:p>
    <w:p w:rsidR="00555CAB" w:rsidRPr="0066767B" w:rsidRDefault="00555CAB" w:rsidP="00555CAB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ХМЕЛЬНИЦЬКОЇ ОБЛАСТІ</w:t>
      </w:r>
    </w:p>
    <w:p w:rsidR="00555CAB" w:rsidRPr="0066767B" w:rsidRDefault="00555CAB" w:rsidP="00555CAB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66767B">
        <w:rPr>
          <w:rFonts w:ascii="Calibri" w:eastAsia="Calibri" w:hAnsi="Calibri" w:cs="Times New Roman"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B2C8DB6" wp14:editId="2745677E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1018" name="Группа 109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746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5CAB" w:rsidRDefault="00555CAB" w:rsidP="00555C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7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5CAB" w:rsidRDefault="00555CAB" w:rsidP="00555C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8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5CAB" w:rsidRDefault="00555CAB" w:rsidP="00555C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9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5CAB" w:rsidRDefault="00555CAB" w:rsidP="00555C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0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5CAB" w:rsidRDefault="00555CAB" w:rsidP="00555C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1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5CAB" w:rsidRDefault="00555CAB" w:rsidP="00555C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2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5CAB" w:rsidRDefault="00555CAB" w:rsidP="00555C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3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5CAB" w:rsidRDefault="00555CAB" w:rsidP="00555C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4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5CAB" w:rsidRDefault="00555CAB" w:rsidP="00555C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5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5CAB" w:rsidRDefault="00555CAB" w:rsidP="00555C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6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5CAB" w:rsidRDefault="00555CAB" w:rsidP="00555C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7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5CAB" w:rsidRDefault="00555CAB" w:rsidP="00555C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8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5CAB" w:rsidRDefault="00555CAB" w:rsidP="00555C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9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5CAB" w:rsidRDefault="00555CAB" w:rsidP="00555C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0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5CAB" w:rsidRDefault="00555CAB" w:rsidP="00555C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1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5CAB" w:rsidRDefault="00555CAB" w:rsidP="00555C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2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5CAB" w:rsidRDefault="00555CAB" w:rsidP="00555C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3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5CAB" w:rsidRDefault="00555CAB" w:rsidP="00555C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4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5CAB" w:rsidRDefault="00555CAB" w:rsidP="00555C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5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5CAB" w:rsidRDefault="00555CAB" w:rsidP="00555C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6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5CAB" w:rsidRDefault="00555CAB" w:rsidP="00555C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7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5CAB" w:rsidRDefault="00555CAB" w:rsidP="00555C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8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5CAB" w:rsidRDefault="00555CAB" w:rsidP="00555C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9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5CAB" w:rsidRDefault="00555CAB" w:rsidP="00555C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0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5CAB" w:rsidRDefault="00555CAB" w:rsidP="00555C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1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5CAB" w:rsidRDefault="00555CAB" w:rsidP="00555C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2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5CAB" w:rsidRDefault="00555CAB" w:rsidP="00555C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3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5CAB" w:rsidRDefault="00555CAB" w:rsidP="00555C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4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5CAB" w:rsidRDefault="00555CAB" w:rsidP="00555C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5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5CAB" w:rsidRDefault="00555CAB" w:rsidP="00555C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0978" o:spid="_x0000_s1057" style="position:absolute;margin-left:219.6pt;margin-top:717.85pt;width:42.8pt;height:57.8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rKuE8AA&#10;AADcAAAADwAAAGRycy9kb3ducmV2LnhtbESPSwvCMBCE74L/IazgTVMfqFSjiKh4EMTXfWnWtths&#10;ShO1/nsjCB6HmfmGmS1qU4gnVS63rKDXjUAQJ1bnnCq4nDedCQjnkTUWlknBmxws5s3GDGNtX3yk&#10;58mnIkDYxagg876MpXRJRgZd15bEwbvZyqAPskqlrvAV4KaQ/SgaSYM5h4UMS1pllNxPD6PADra7&#10;/TXtHwdrHnteHia3a71Xqt2ql1MQnmr/D//aO61gPBzB90w4AnL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rKuE8AAAADcAAAADwAAAAAAAAAAAAAAAACYAgAAZHJzL2Rvd25y&#10;ZXYueG1sUEsFBgAAAAAEAAQA9QAAAIU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55CAB" w:rsidRDefault="00555CAB" w:rsidP="00555C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6Vl8cA&#10;AADcAAAADwAAAGRycy9kb3ducmV2LnhtbESPS2vDMBCE74X+B7GFXkIit4S4caOEEHBfh0Ie0Oti&#10;bSwn1spIauLk11eFQo/DzHzDzBa9bcWJfGgcK3gYZSCIK6cbrhXstuXwCUSIyBpbx6TgQgEW89ub&#10;GRbanXlNp02sRYJwKFCBibErpAyVIYth5Dri5O2dtxiT9LXUHs8Jblv5mGUTabHhtGCwo5Wh6rj5&#10;tgoO5af5WuXXFz+Yruk6KD9e2/eJUvd3/fIZRKQ+/of/2m9aQT7O4fdMOgJy/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mulZfHAAAA3A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55CAB" w:rsidRDefault="00555CAB" w:rsidP="00555C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vU7cAA&#10;AADcAAAADwAAAGRycy9kb3ducmV2LnhtbERPzWrCQBC+F3yHZQQvRTda0ZK6ioiW4kXUPsCQHbOh&#10;2dmQXU369p1DwePH97/a9L5WD2pjFdjAdJKBIi6Crbg08H09jN9BxYRssQ5MBn4pwmY9eFlhbkPH&#10;Z3pcUqkkhGOOBlxKTa51LBx5jJPQEAt3C63HJLAttW2xk3Bf61mWLbTHiqXBYUM7R8XP5e6l5PSG&#10;p+Otux4+e+xwf3T8uj0bMxr22w9Qifr0FP+7v6yB5VzWyhk5Anr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MvU7cAAAADcAAAADwAAAAAAAAAAAAAAAACYAgAAZHJzL2Rvd25y&#10;ZXYueG1sUEsFBgAAAAAEAAQA9QAAAIU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55CAB" w:rsidRDefault="00555CAB" w:rsidP="00555C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54oqcUA&#10;AADcAAAADwAAAGRycy9kb3ducmV2LnhtbESPQUsDMRSE74L/ITyhN5u11NauTYvUFkTowSoUb4/N&#10;6+7i5iUkr9313xtB8DjMzDfMcj24Tl0optazgbtxAYq48rbl2sDH++72AVQSZIudZzLwTQnWq+ur&#10;JZbW9/xGl4PUKkM4lWigEQml1qlqyGEa+0CcvZOPDiXLWGsbsc9w1+lJUcy0w5bzQoOBNg1VX4ez&#10;M7Dvt+F1Prs/hc84nej0bOW4EWNGN8PTIyihQf7Df+0Xa2A+XcDvmXwE9O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niipxQAAANw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55CAB" w:rsidRDefault="00555CAB" w:rsidP="00555C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2RONsAA&#10;AADcAAAADwAAAGRycy9kb3ducmV2LnhtbERPzWrCQBC+F3yHZQQvRTda1JK6ioiW4kXUPsCQHbOh&#10;2dmQXU369p1DwePH97/a9L5WD2pjFdjAdJKBIi6Crbg08H09jN9BxYRssQ5MBn4pwmY9eFlhbkPH&#10;Z3pcUqkkhGOOBlxKTa51LBx5jJPQEAt3C63HJLAttW2xk3Bf61mWLbTHiqXBYUM7R8XP5e6l5PSG&#10;p+Otux4+e+xwf3T8uj0bMxr22w9Qifr0FP+7v6yB5Vzmyxk5Anr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2RONsAAAADc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55CAB" w:rsidRDefault="00555CAB" w:rsidP="00555C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GycsUA&#10;AADcAAAADwAAAGRycy9kb3ducmV2LnhtbESPQUsDMRSE74L/ITzBm8222FbWpqW0CiJ4aCuU3h6b&#10;193FzUtInt313xtB6HGYmW+YxWpwnbpQTK1nA+NRAYq48rbl2sDn4fXhCVQSZIudZzLwQwlWy9ub&#10;BZbW97yjy15qlSGcSjTQiIRS61Q15DCNfCDO3tlHh5JlrLWN2Ge46/SkKGbaYct5ocFAm4aqr/23&#10;M/DRv4T3+Wx6Dqf4ONFpa+W4EWPu74b1MyihQa7h//abNTCfjuHvTD4Cev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MbJyxQAAANw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55CAB" w:rsidRDefault="00555CAB" w:rsidP="00555C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jQFMUA&#10;AADcAAAADwAAAGRycy9kb3ducmV2LnhtbESPQWsCMRSE7wX/Q3iCF6lZLbZlaxQVgkILpSr0+tg8&#10;d5duXpYkutt/bwpCj8PMfMMsVr1txJV8qB0rmE4yEMSFMzWXCk5H/fgKIkRkg41jUvBLAVbLwcMC&#10;c+M6/qLrIZYiQTjkqKCKsc2lDEVFFsPEtcTJOztvMSbpS2k8dgluGznLsmdpsea0UGFL24qKn8PF&#10;Kth8duWTHxeb3r2fd99zrY3+0EqNhv36DUSkPv6H7+29UfAyn8HfmXQ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WNAUxQAAANw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55CAB" w:rsidRDefault="00555CAB" w:rsidP="00555C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7iRCsMA&#10;AADcAAAADwAAAGRycy9kb3ducmV2LnhtbESP0WoCMRRE3wv+Q7iCbzWrrVVWo4hlQUpfqn7AZXPd&#10;rG5uliSu69+bQqGPw8ycYVab3jaiIx9qxwom4wwEcel0zZWC07F4XYAIEVlj45gUPCjAZj14WWGu&#10;3Z1/qDvESiQIhxwVmBjbXMpQGrIYxq4lTt7ZeYsxSV9J7fGe4LaR0yz7kBZrTgsGW9oZKq+Hm1VQ&#10;fE2/u+tN+8Jt+3dLM3NZfBqlRsN+uwQRqY//4b/2XiuYz97g90w6AnL9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7iRCsMAAADc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55CAB" w:rsidRDefault="00555CAB" w:rsidP="00555C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3t+8YA&#10;AADcAAAADwAAAGRycy9kb3ducmV2LnhtbESPS2vDMBCE74X8B7GFXkoi95EHbpTQBEQKLZQ8INfF&#10;2tgm1spISuz++6hQ6HGYmW+Y+bK3jbiSD7VjBU+jDARx4UzNpYLDXg9nIEJENtg4JgU/FGC5GNzN&#10;MTeu4y1dd7EUCcIhRwVVjG0uZSgqshhGriVO3sl5izFJX0rjsUtw28jnLJtIizWnhQpbWldUnHcX&#10;q2D13ZUv/rFY9e7ztDmOtTb6Syv1cN+/v4GI1Mf/8F/7wyiYjl/h90w6AnJx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f3t+8YAAADc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55CAB" w:rsidRDefault="00555CAB" w:rsidP="00555C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2s5cQA&#10;AADcAAAADwAAAGRycy9kb3ducmV2LnhtbESPwWrDMBBE74X8g9hAb43cUDfBjRxCiyGUXprkAxZr&#10;a7m2VkZSHOfvq0Cgx2Fm3jCb7WR7MZIPrWMFz4sMBHHtdMuNgtOxelqDCBFZY++YFFwpwLacPWyw&#10;0O7C3zQeYiMShEOBCkyMQyFlqA1ZDAs3ECfvx3mLMUnfSO3xkuC2l8sse5UWW04LBgd6N1R3h7NV&#10;UH0uv8burH3ldtOLpdz8rj+MUo/zafcGItIU/8P39l4rWOU53M6kIyD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8drOXEAAAA3A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55CAB" w:rsidRDefault="00555CAB" w:rsidP="00555C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RHUcIA&#10;AADcAAAADwAAAGRycy9kb3ducmV2LnhtbESP3YrCMBSE7wXfIZwF7zT1p7p0G0UEF720+gCH5mxb&#10;2pzUJtr69puFBS+HmfmGSXeDacSTOldZVjCfRSCIc6srLhTcrsfpJwjnkTU2lknBixzstuNRiom2&#10;PV/omflCBAi7BBWU3reJlC4vyaCb2ZY4eD+2M+iD7AqpO+wD3DRyEUVrabDisFBiS4eS8jp7GAWr&#10;V/99z+I6OmpD8/OyPbPPY6UmH8P+C4Snwb/D/+2TVrCJ1/B3JhwBuf0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JEdRwgAAANw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55CAB" w:rsidRDefault="00555CAB" w:rsidP="00555C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aMRv8QA&#10;AADcAAAADwAAAGRycy9kb3ducmV2LnhtbESPQWvCQBSE74L/YXlCb3WjUK1pVhElIj210fb8yD6T&#10;0OzbkN3E+O+7guBxmJlvmGQzmFr01LrKsoLZNAJBnFtdcaHgfEpf30E4j6yxtkwKbuRgsx6PEoy1&#10;vfI39ZkvRICwi1FB6X0TS+nykgy6qW2Ig3exrUEfZFtI3eI1wE0t51G0kAYrDgslNrQrKf/LOqOg&#10;W/zOz3z51F/Z/nZY7dOtkz+FUi+TYfsBwtPgn+FH+6gVLN+WcD8TjoBc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GjEb/EAAAA3A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55CAB" w:rsidRDefault="00555CAB" w:rsidP="00555C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Xi38QA&#10;AADcAAAADwAAAGRycy9kb3ducmV2LnhtbERPPW/CMBDdkfgP1iF1Iw4UUhowqK2E1DIUFejQ7Rof&#10;SSA+p7GB8O/xgNTx6X3PFq2pxJkaV1pWMIhiEMSZ1SXnCnbbZX8CwnlkjZVlUnAlB4t5tzPDVNsL&#10;f9F543MRQtilqKDwvk6ldFlBBl1ka+LA7W1j0AfY5FI3eAnhppLDOE6kwZJDQ4E1vRWUHTcno+B7&#10;PUme168fo8Pq8xcfjf770WWi1EOvfZmC8NT6f/Hd/a4VPI3D2nAmHAE5v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14t/EAAAA3A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55CAB" w:rsidRDefault="00555CAB" w:rsidP="00555C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bhOP8YA&#10;AADcAAAADwAAAGRycy9kb3ducmV2LnhtbESPS2vDMBCE74X8B7GB3hq5aZ6u5dA2JCk5OQ/odbG2&#10;tqm1MpaaOPn1VSDQ4zAz3zDJojO1OFHrKssKngcRCOLc6ooLBcfD6mkGwnlkjbVlUnAhB4u095Bg&#10;rO2Zd3Ta+0IECLsYFZTeN7GULi/JoBvYhjh437Y16INsC6lbPAe4qeUwiibSYMVhocSGPkrKf/a/&#10;RsF18oWZ2wzfly/a02U0W9tttlbqsd+9vYLw1Pn/8L39qRVMx3O4nQlHQK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bhOP8YAAADc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55CAB" w:rsidRDefault="00555CAB" w:rsidP="00555C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lQ8cEA&#10;AADcAAAADwAAAGRycy9kb3ducmV2LnhtbERP3WrCMBS+H/gO4QjezdRS3VaNIlJhd5vdHuDQnKXF&#10;5qQ2sdY9vbkY7PLj+9/sRtuKgXrfOFawmCcgiCunGzYKvr+Oz68gfEDW2DomBXfysNtOnjaYa3fj&#10;Ew1lMCKGsM9RQR1Cl0vpq5os+rnriCP343qLIcLeSN3jLYbbVqZJspIWG44NNXZ0qKk6l1er4OLS&#10;pR7LAj/OxdtnY0x2+T1lSs2m434NItAY/sV/7net4GUV58cz8QjI7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JUPHBAAAA3A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55CAB" w:rsidRDefault="00555CAB" w:rsidP="00555C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hnPcUA&#10;AADcAAAADwAAAGRycy9kb3ducmV2LnhtbESPwW7CMBBE75X6D9ZW6g0cqEggYKJSCYkrtIcet/aS&#10;pI3XaeyGwNdjJKQeRzPzRrMqBtuInjpfO1YwGScgiLUzNZcKPt63ozkIH5ANNo5JwZk8FOvHhxXm&#10;xp14T/0hlCJC2OeooAqhzaX0uiKLfuxa4ugdXWcxRNmV0nR4inDbyGmSpNJizXGhwpbeKtI/hz+r&#10;YFd/0SzVx4Wdb/T+8/IbXrJvo9Tz0/C6BBFoCP/he3tnFGTpBG5n4hGQ6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eGc9xQAAANw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55CAB" w:rsidRDefault="00555CAB" w:rsidP="00555C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pFbcEA&#10;AADcAAAADwAAAGRycy9kb3ducmV2LnhtbERPXWvCMBR9F/wP4Qq+aWof3KxGUUFwzAnqmK+X5q4p&#10;a25Kk9X6781g4OP55ixWna1ES40vHSuYjBMQxLnTJRcKPi+70SsIH5A1Vo5JwZ08rJb93gIz7W58&#10;ovYcChFL2GeowIRQZ1L63JBFP3Y1cdS+XWMxRNgUUjd4i+W2kmmSTKXFkuOCwZq2hvKf869V0OLx&#10;nlzN5mP2Vh7y9Lj5eteRV8NBt56DCNSFp/k/vdcKXqYp/J2JR0A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aRW3BAAAA3A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55CAB" w:rsidRDefault="00555CAB" w:rsidP="00555C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JV+MQA&#10;AADcAAAADwAAAGRycy9kb3ducmV2LnhtbESPQUvDQBSE70L/w/IK3uymEarEbkspVDxq9ODxmX3N&#10;pmbfC7vbJvrrXUHwOMzMN8x6O/leXSjETtjAclGAIm7EdtwaeHs93NyDignZYi9MBr4ownYzu1pj&#10;ZWXkF7rUqVUZwrFCAy6lodI6No48xoUMxNk7SvCYsgyttgHHDPe9LotipT12nBccDrR31HzWZ29g&#10;fGw+TuXx3brvMMihfpZT2Ysx1/Np9wAq0ZT+w3/tJ2vgbnULv2fyEd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CVfjEAAAA3A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55CAB" w:rsidRDefault="00555CAB" w:rsidP="00555C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SArcYA&#10;AADcAAAADwAAAGRycy9kb3ducmV2LnhtbESPQWvCQBSE7wX/w/IK3uqmUlRS1xC1QimKaNv7a/Y1&#10;ie6+DdlV03/vFgSPw8x8w0yzzhpxptbXjhU8DxIQxIXTNZcKvj5XTxMQPiBrNI5JwR95yGa9hymm&#10;2l14R+d9KEWEsE9RQRVCk0rpi4os+oFriKP361qLIcq2lLrFS4RbI4dJMpIWa44LFTa0qKg47k9W&#10;wWq7NIfhZpd/y7B4G/+Yycd8uVaq/9jlryACdeEevrXftYLx6AX+z8QjIG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RSArcYAAADc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55CAB" w:rsidRDefault="00555CAB" w:rsidP="00555C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hWncUA&#10;AADcAAAADwAAAGRycy9kb3ducmV2LnhtbESP3YrCMBSE7xd8h3AEb5Y11cUfqlFEEBUU1F3Y22Nz&#10;bIvNSWmytb69EQQvh5n5hpnOG1OImiqXW1bQ60YgiBOrc04V/P6svsYgnEfWWFgmBXdyMJ+1PqYY&#10;a3vjI9Unn4oAYRejgsz7MpbSJRkZdF1bEgfvYiuDPsgqlbrCW4CbQvajaCgN5hwWMixpmVFyPf0b&#10;BfVhd043tSu31/GnG3yf1+u9/lOq024WExCeGv8Ov9obrWA0HMDzTDgCcvY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2FadxQAAANw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55CAB" w:rsidRDefault="00555CAB" w:rsidP="00555C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5xJmscA&#10;AADcAAAADwAAAGRycy9kb3ducmV2LnhtbESPT2sCMRTE74V+h/AEbzWr2FVXo9SC0Euh/jno7bl5&#10;7i5uXrZJ1G0/fSMUPA4z8xtmtmhNLa7kfGVZQb+XgCDOra64ULDbrl7GIHxA1lhbJgU/5GExf36a&#10;Yabtjdd03YRCRAj7DBWUITSZlD4vyaDv2YY4eifrDIYoXSG1w1uEm1oOkiSVBiuOCyU29F5Sft5c&#10;jILlZLz8/hry5+/6eKDD/nh+HbhEqW6nfZuCCNSGR/i//aEVjNIU7mfiEZD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ucSZrHAAAA3AAAAA8AAAAAAAAAAAAAAAAAmAIAAGRy&#10;cy9kb3ducmV2LnhtbFBLBQYAAAAABAAEAPUAAACMAwAAAAA=&#10;" fillcolor="black" stroked="f">
                  <v:textbox>
                    <w:txbxContent>
                      <w:p w:rsidR="00555CAB" w:rsidRDefault="00555CAB" w:rsidP="00555C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JNGccA&#10;AADcAAAADwAAAGRycy9kb3ducmV2LnhtbESPzWvCQBTE74X+D8sr9FY3Co0SXUX7AQXtwY+Dx2f2&#10;mSzJvg3ZrUb/elcQehxm5jfMZNbZWpyo9caxgn4vAUGcO224ULDbfr+NQPiArLF2TAou5GE2fX6a&#10;YKbdmdd02oRCRAj7DBWUITSZlD4vyaLvuYY4ekfXWgxRtoXULZ4j3NZykCSptGg4LpTY0EdJebX5&#10;swr2y9SM1oYGh9V18aVX79Xi97NS6vWlm49BBOrCf/jR/tEKhukQ7mfiEZDT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ziTRnHAAAA3A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555CAB" w:rsidRDefault="00555CAB" w:rsidP="00555C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DzhcEA&#10;AADcAAAADwAAAGRycy9kb3ducmV2LnhtbERPPW/CMBDdkfgP1iGxEacdKAoYhIqqdmEotGI9xdc4&#10;TXwOtoHAr8cDEuPT+16setuKM/lQO1bwkuUgiEuna64U/Ow/JjMQISJrbB2TgisFWC2HgwUW2l34&#10;m867WIkUwqFABSbGrpAylIYshsx1xIn7c95iTNBXUnu8pHDbytc8n0qLNacGgx29Gyqb3ckq8OvD&#10;prnx6bfJb9tr+PzvjzM0So1H/XoOIlIfn+KH+0sreJumtelMOgJye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Bg84XBAAAA3AAAAA8AAAAAAAAAAAAAAAAAmAIAAGRycy9kb3du&#10;cmV2LnhtbFBLBQYAAAAABAAEAPUAAACG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555CAB" w:rsidRDefault="00555CAB" w:rsidP="00555C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EJBsUA&#10;AADcAAAADwAAAGRycy9kb3ducmV2LnhtbESPzWoCQRCE7wHfYWjBS4iz8aBx4yghIAiK4M8DdHba&#10;3cWZnmWno6tP7wiBHIuq+oqaLTrv1IXaWAc28D7MQBEXwdZcGjgelm8foKIgW3SBycCNIizmvZcZ&#10;5jZceUeXvZQqQTjmaKASaXKtY1GRxzgMDXHyTqH1KEm2pbYtXhPcOz3KsrH2WHNaqLCh74qK8/7X&#10;G3CjHzddT+JGbke9ye5edq9ba8yg3319ghLq5D/8115ZA5PxFJ5n0hHQ8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IQkGxQAAANw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555CAB" w:rsidRDefault="00555CAB" w:rsidP="00555C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k+XTcIA&#10;AADcAAAADwAAAGRycy9kb3ducmV2LnhtbERPPW/CMBDdkfofrKvUDZwyFJTGIChCysLQQMV6iY84&#10;wj5HsQspv74eKnV8et/FenRW3GgInWcFr7MMBHHjdcetgtNxP12CCBFZo/VMCn4owHr1NCkw1/7O&#10;n3SrYitSCIccFZgY+1zK0BhyGGa+J07cxQ8OY4JDK/WA9xTurJxn2Zt02HFqMNjTh6HmWn07Bbuq&#10;t/NTabbh/HWoa1s+9nTeKfXyPG7eQUQa47/4z11qBYtFmp/OpCMgV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T5dNwgAAANwAAAAPAAAAAAAAAAAAAAAAAJgCAABkcnMvZG93&#10;bnJldi54bWxQSwUGAAAAAAQABAD1AAAAhw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555CAB" w:rsidRDefault="00555CAB" w:rsidP="00555C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1MksIA&#10;AADcAAAADwAAAGRycy9kb3ducmV2LnhtbESPQYvCMBSE78L+h/AW9qaJHuxSjSLLCsKedPXg7ZE8&#10;22rzUppo6783guBxmJlvmPmyd7W4URsqzxrGIwWC2HhbcaFh/78efoMIEdli7Zk03CnAcvExmGNu&#10;fcdbuu1iIRKEQ44ayhibXMpgSnIYRr4hTt7Jtw5jkm0hbYtdgrtaTpSaSocVp4USG/opyVx2V6fh&#10;vJZ/3ig0h/2h29js+DulWmn99dmvZiAi9fEdfrU3VkOWjeF5Jh0BuXg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jUySwgAAANw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555CAB" w:rsidRDefault="00555CAB" w:rsidP="00555C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XG88UA&#10;AADcAAAADwAAAGRycy9kb3ducmV2LnhtbESPQWvCQBSE7wX/w/IK3uqmEVRSN0ELBVF6qBbx+Jp9&#10;JiHZt2F31fjv3UKhx2FmvmGWxWA6cSXnG8sKXicJCOLS6oYrBd+Hj5cFCB+QNXaWScGdPBT56GmJ&#10;mbY3/qLrPlQiQthnqKAOoc+k9GVNBv3E9sTRO1tnMETpKqkd3iLcdDJNkpk02HBcqLGn95rKdn8x&#10;Ck6XHZ8/p9uVW4ejHQ6+TX8WrVLj52H1BiLQEP7Df+2NVjCfp/B7Jh4Bm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RcbzxQAAANw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555CAB" w:rsidRDefault="00555CAB" w:rsidP="00555C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J838cA&#10;AADcAAAADwAAAGRycy9kb3ducmV2LnhtbESPT2sCMRTE70K/Q3iCN82qterWKFUQehHqn4PenpvX&#10;3cXNy5pE3fbTN4VCj8PM/IaZLRpTiTs5X1pW0O8lIIgzq0vOFRz26+4EhA/IGivLpOCLPCzmT60Z&#10;pto+eEv3XchFhLBPUUERQp1K6bOCDPqerYmj92mdwRCly6V2+IhwU8lBkrxIgyXHhQJrWhWUXXY3&#10;o2A5nSyvH8+8+d6eT3Q6ni+jgUuU6rSbt1cQgZrwH/5rv2sF4/EQfs/EIyDn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4yfN/HAAAA3AAAAA8AAAAAAAAAAAAAAAAAmAIAAGRy&#10;cy9kb3ducmV2LnhtbFBLBQYAAAAABAAEAPUAAACMAwAAAAA=&#10;" fillcolor="black" stroked="f">
                  <v:textbox>
                    <w:txbxContent>
                      <w:p w:rsidR="00555CAB" w:rsidRDefault="00555CAB" w:rsidP="00555C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PpisUA&#10;AADcAAAADwAAAGRycy9kb3ducmV2LnhtbESPzWrDMBCE74W+g9hCb43cH5LgRAkmUFp6cpKWXDfW&#10;xjK1VkZSFfftq0Igx2FmvmGW69H2IpEPnWMFj5MCBHHjdMetgs/968McRIjIGnvHpOCXAqxXtzdL&#10;LLU785bSLrYiQziUqMDEOJRShsaQxTBxA3H2Ts5bjFn6VmqP5wy3vXwqiqm02HFeMDjQxlDzvfux&#10;CtJxU1fP6ZDM9sNXrXf129exVur+bqwWICKN8Rq+tN+1gtnsBf7P5CMgV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s+mKxQAAANw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555CAB" w:rsidRDefault="00555CAB" w:rsidP="00555C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3Lk8UA&#10;AADcAAAADwAAAGRycy9kb3ducmV2LnhtbESPQWvCQBSE74X+h+UVvNWNgtqmriKipfZiGwU9PrKv&#10;2WD2bciuMfrr3UKhx2FmvmGm885WoqXGl44VDPoJCOLc6ZILBfvd+vkFhA/IGivHpOBKHuazx4cp&#10;ptpd+JvaLBQiQtinqMCEUKdS+tyQRd93NXH0flxjMUTZFFI3eIlwW8lhkoylxZLjgsGalobyU3a2&#10;CvxguTp82ttre3w3vM02ZvxVGKV6T93iDUSgLvyH/9ofWsFkMoLfM/EIy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vcuTxQAAANw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555CAB" w:rsidRDefault="00555CAB" w:rsidP="00555C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555CAB" w:rsidRPr="0066767B" w:rsidRDefault="00555CAB" w:rsidP="00555CAB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uk-UA"/>
        </w:rPr>
      </w:pPr>
      <w:r w:rsidRPr="0066767B">
        <w:rPr>
          <w:rFonts w:ascii="Times New Roman" w:eastAsia="Calibri" w:hAnsi="Times New Roman" w:cs="Times New Roman"/>
          <w:b/>
          <w:lang w:val="uk-UA"/>
        </w:rPr>
        <w:t>РІШЕННЯ</w:t>
      </w:r>
    </w:p>
    <w:p w:rsidR="00555CAB" w:rsidRPr="0066767B" w:rsidRDefault="00555CAB" w:rsidP="00555CAB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uk-UA"/>
        </w:rPr>
      </w:pPr>
    </w:p>
    <w:p w:rsidR="00555CAB" w:rsidRPr="0066767B" w:rsidRDefault="00555CAB" w:rsidP="00555CA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сесії сільської </w:t>
      </w:r>
      <w:proofErr w:type="gramStart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ради  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ІІІ</w:t>
      </w:r>
      <w:proofErr w:type="gramEnd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скликання</w:t>
      </w:r>
    </w:p>
    <w:p w:rsidR="00555CAB" w:rsidRPr="0066767B" w:rsidRDefault="00555CAB" w:rsidP="00555CAB">
      <w:pPr>
        <w:spacing w:after="0" w:line="240" w:lineRule="auto"/>
        <w:jc w:val="center"/>
        <w:rPr>
          <w:rFonts w:ascii="Times New Roman" w:eastAsia="Calibri" w:hAnsi="Times New Roman" w:cs="Times New Roman"/>
          <w:lang w:val="uk-UA"/>
        </w:rPr>
      </w:pPr>
    </w:p>
    <w:p w:rsidR="00555CAB" w:rsidRPr="0066767B" w:rsidRDefault="00555CAB" w:rsidP="00555CA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lang w:val="uk-UA"/>
        </w:rPr>
      </w:pPr>
      <w:r>
        <w:rPr>
          <w:rFonts w:ascii="Times New Roman" w:eastAsia="Calibri" w:hAnsi="Times New Roman" w:cs="Times New Roman"/>
          <w:sz w:val="24"/>
          <w:lang w:val="uk-UA"/>
        </w:rPr>
        <w:t>27</w:t>
      </w:r>
      <w:r w:rsidRPr="0066767B">
        <w:rPr>
          <w:rFonts w:ascii="Times New Roman" w:eastAsia="Calibri" w:hAnsi="Times New Roman" w:cs="Times New Roman"/>
          <w:sz w:val="24"/>
          <w:lang w:val="uk-UA"/>
        </w:rPr>
        <w:t xml:space="preserve">.01.2021р.                  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        </w:t>
      </w:r>
      <w:r w:rsidRPr="0066767B">
        <w:rPr>
          <w:rFonts w:ascii="Times New Roman" w:eastAsia="Calibri" w:hAnsi="Times New Roman" w:cs="Times New Roman"/>
          <w:sz w:val="24"/>
          <w:lang w:val="uk-UA"/>
        </w:rPr>
        <w:t xml:space="preserve">       Крупець                                        №_____</w:t>
      </w:r>
    </w:p>
    <w:p w:rsidR="00555CAB" w:rsidRPr="0066767B" w:rsidRDefault="00555CAB" w:rsidP="00555CAB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555CAB" w:rsidRPr="0066767B" w:rsidRDefault="00555CAB" w:rsidP="00555CAB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555CAB" w:rsidRPr="0066767B" w:rsidRDefault="00555CAB" w:rsidP="00555CAB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Про затвердження технічної документації</w:t>
      </w:r>
    </w:p>
    <w:p w:rsidR="00555CAB" w:rsidRPr="0066767B" w:rsidRDefault="00555CAB" w:rsidP="00555CAB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із землеустрою щодо встановлення </w:t>
      </w:r>
    </w:p>
    <w:p w:rsidR="00555CAB" w:rsidRPr="0066767B" w:rsidRDefault="00555CAB" w:rsidP="00555CAB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(відновлення)  меж земельної ділянки</w:t>
      </w:r>
    </w:p>
    <w:p w:rsidR="00555CAB" w:rsidRPr="0066767B" w:rsidRDefault="00555CAB" w:rsidP="00555CAB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в натурі (на місцевості) </w:t>
      </w:r>
    </w:p>
    <w:p w:rsidR="00555CAB" w:rsidRPr="0066767B" w:rsidRDefault="00555CAB" w:rsidP="00555CAB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Шпак М.І.</w:t>
      </w:r>
    </w:p>
    <w:p w:rsidR="00555CAB" w:rsidRPr="0066767B" w:rsidRDefault="00555CAB" w:rsidP="00555CAB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555CAB" w:rsidRPr="0066767B" w:rsidRDefault="00555CAB" w:rsidP="00555CAB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555CAB" w:rsidRPr="0066767B" w:rsidRDefault="00555CAB" w:rsidP="00555CAB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 Шпака М.І.,  сільська  рада </w:t>
      </w:r>
    </w:p>
    <w:p w:rsidR="00555CAB" w:rsidRPr="0066767B" w:rsidRDefault="00555CAB" w:rsidP="00555CAB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ВИРІШИЛА:</w:t>
      </w:r>
    </w:p>
    <w:p w:rsidR="00555CAB" w:rsidRPr="0066767B" w:rsidRDefault="00555CAB" w:rsidP="00555CAB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555CAB" w:rsidRPr="0066767B" w:rsidRDefault="00555CAB" w:rsidP="00555CAB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1. Затвердити  Шпаку Миколі Івановичу, </w:t>
      </w:r>
      <w:r w:rsidRPr="0066767B">
        <w:rPr>
          <w:rFonts w:ascii="Times New Roman" w:eastAsia="Calibri" w:hAnsi="Times New Roman" w:cs="Times New Roman"/>
          <w:sz w:val="24"/>
          <w:lang w:val="uk-UA"/>
        </w:rPr>
        <w:t xml:space="preserve"> який  зареєстрований за адресою: </w:t>
      </w:r>
      <w:r w:rsidR="00C5064E">
        <w:rPr>
          <w:rFonts w:ascii="Times New Roman" w:eastAsia="Calibri" w:hAnsi="Times New Roman" w:cs="Times New Roman"/>
          <w:sz w:val="24"/>
          <w:lang w:val="en-US"/>
        </w:rPr>
        <w:t>____________</w:t>
      </w: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66767B">
        <w:rPr>
          <w:rFonts w:ascii="Times New Roman" w:eastAsia="Calibri" w:hAnsi="Times New Roman" w:cs="Times New Roman"/>
          <w:sz w:val="24"/>
          <w:lang w:val="uk-UA"/>
        </w:rPr>
        <w:t xml:space="preserve"> 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ідентифікаційний номер </w:t>
      </w:r>
      <w:r w:rsidR="00C5064E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uk-UA"/>
        </w:rPr>
        <w:t>________</w:t>
      </w:r>
      <w:bookmarkStart w:id="0" w:name="_GoBack"/>
      <w:bookmarkEnd w:id="0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, технічну документацію із землеустрою щодо встановлення (відновлення) меж земельної ділянки в натурі (на місцевості), та передати її у приватну власність, площею 0,1394 га,  кадастровий номер: 6823986800:02:016:0019, для </w:t>
      </w: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>ведення особистого селянського господарства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, яка розташована Хмельницька область </w:t>
      </w:r>
      <w:proofErr w:type="spellStart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Славутський</w:t>
      </w:r>
      <w:proofErr w:type="spellEnd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район,   </w:t>
      </w:r>
      <w:proofErr w:type="spellStart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с.Колом’є</w:t>
      </w:r>
      <w:proofErr w:type="spellEnd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555CAB" w:rsidRPr="0066767B" w:rsidRDefault="00555CAB" w:rsidP="00555CAB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66767B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 xml:space="preserve">      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2. Шпаку М.І.</w:t>
      </w:r>
      <w:r w:rsidRPr="0066767B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, 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посвідчити своє право  в  установленому  законом  порядку.</w:t>
      </w:r>
    </w:p>
    <w:p w:rsidR="00555CAB" w:rsidRPr="0066767B" w:rsidRDefault="00555CAB" w:rsidP="00555CAB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555CAB" w:rsidRPr="0066767B" w:rsidRDefault="00555CAB" w:rsidP="00555CAB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555CAB" w:rsidRPr="00555CAB" w:rsidRDefault="00555CAB" w:rsidP="00555CAB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en-US" w:eastAsia="uk-UA"/>
        </w:rPr>
      </w:pPr>
    </w:p>
    <w:p w:rsidR="00555CAB" w:rsidRPr="0066767B" w:rsidRDefault="00555CAB" w:rsidP="00555CAB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</w:p>
    <w:p w:rsidR="00A52739" w:rsidRPr="00555CAB" w:rsidRDefault="00555CAB" w:rsidP="00555CAB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en-US" w:eastAsia="uk-UA"/>
        </w:rPr>
      </w:pPr>
      <w:r w:rsidRPr="0066767B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Сільський   голова                                                                         Валерій   МИХАЛЮК</w:t>
      </w:r>
    </w:p>
    <w:sectPr w:rsidR="00A52739" w:rsidRPr="00555CAB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7372" w:rsidRDefault="00877372">
      <w:pPr>
        <w:spacing w:after="0" w:line="240" w:lineRule="auto"/>
      </w:pPr>
      <w:r>
        <w:separator/>
      </w:r>
    </w:p>
  </w:endnote>
  <w:endnote w:type="continuationSeparator" w:id="0">
    <w:p w:rsidR="00877372" w:rsidRDefault="008773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7372" w:rsidRDefault="00877372">
      <w:pPr>
        <w:spacing w:after="0" w:line="240" w:lineRule="auto"/>
      </w:pPr>
      <w:r>
        <w:separator/>
      </w:r>
    </w:p>
  </w:footnote>
  <w:footnote w:type="continuationSeparator" w:id="0">
    <w:p w:rsidR="00877372" w:rsidRDefault="008773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CAB"/>
    <w:rsid w:val="001B0A4B"/>
    <w:rsid w:val="00555CAB"/>
    <w:rsid w:val="00877372"/>
    <w:rsid w:val="00A52739"/>
    <w:rsid w:val="00C50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CAB"/>
    <w:rPr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:lang w:eastAsia="ru-RU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eastAsia="ru-RU"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color w:val="283138" w:themeColor="text2"/>
      <w:lang w:eastAsia="ru-RU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eastAsiaTheme="minorEastAsia" w:hAnsiTheme="majorHAnsi"/>
      <w:b/>
      <w:i/>
      <w:iCs/>
      <w:color w:val="838D9B" w:themeColor="accent1"/>
      <w:sz w:val="24"/>
      <w:lang w:eastAsia="ru-RU"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rFonts w:eastAsiaTheme="minorEastAsia"/>
      <w:b/>
      <w:bCs/>
      <w:i/>
      <w:iCs/>
      <w:color w:val="D2610C" w:themeColor="accent2"/>
      <w:sz w:val="26"/>
      <w:lang w:eastAsia="ru-RU"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rFonts w:eastAsiaTheme="minorEastAsia"/>
      <w:b/>
      <w:bCs/>
      <w:smallCaps/>
      <w:color w:val="283138" w:themeColor="text2"/>
      <w:spacing w:val="6"/>
      <w:szCs w:val="18"/>
      <w:lang w:eastAsia="ru-RU"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b/>
      <w:iCs/>
      <w:caps/>
      <w:color w:val="283138" w:themeColor="text2"/>
      <w:sz w:val="20"/>
      <w:lang w:eastAsia="ru-RU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szCs w:val="20"/>
      <w:lang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szCs w:val="20"/>
      <w:lang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szCs w:val="20"/>
      <w:lang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szCs w:val="20"/>
      <w:lang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szCs w:val="20"/>
      <w:lang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szCs w:val="20"/>
      <w:lang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szCs w:val="20"/>
      <w:lang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szCs w:val="20"/>
      <w:lang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szCs w:val="20"/>
      <w:lang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CAB"/>
    <w:rPr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:lang w:eastAsia="ru-RU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eastAsia="ru-RU"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color w:val="283138" w:themeColor="text2"/>
      <w:lang w:eastAsia="ru-RU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eastAsiaTheme="minorEastAsia" w:hAnsiTheme="majorHAnsi"/>
      <w:b/>
      <w:i/>
      <w:iCs/>
      <w:color w:val="838D9B" w:themeColor="accent1"/>
      <w:sz w:val="24"/>
      <w:lang w:eastAsia="ru-RU"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rFonts w:eastAsiaTheme="minorEastAsia"/>
      <w:b/>
      <w:bCs/>
      <w:i/>
      <w:iCs/>
      <w:color w:val="D2610C" w:themeColor="accent2"/>
      <w:sz w:val="26"/>
      <w:lang w:eastAsia="ru-RU"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rFonts w:eastAsiaTheme="minorEastAsia"/>
      <w:b/>
      <w:bCs/>
      <w:smallCaps/>
      <w:color w:val="283138" w:themeColor="text2"/>
      <w:spacing w:val="6"/>
      <w:szCs w:val="18"/>
      <w:lang w:eastAsia="ru-RU"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b/>
      <w:iCs/>
      <w:caps/>
      <w:color w:val="283138" w:themeColor="text2"/>
      <w:sz w:val="20"/>
      <w:lang w:eastAsia="ru-RU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szCs w:val="20"/>
      <w:lang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szCs w:val="20"/>
      <w:lang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szCs w:val="20"/>
      <w:lang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szCs w:val="20"/>
      <w:lang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szCs w:val="20"/>
      <w:lang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szCs w:val="20"/>
      <w:lang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szCs w:val="20"/>
      <w:lang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szCs w:val="20"/>
      <w:lang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szCs w:val="20"/>
      <w:lang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5</TotalTime>
  <Pages>1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cp:lastPrinted>2009-07-13T00:38:00Z</cp:lastPrinted>
  <dcterms:created xsi:type="dcterms:W3CDTF">2021-01-18T11:53:00Z</dcterms:created>
  <dcterms:modified xsi:type="dcterms:W3CDTF">2021-01-18T12:17:00Z</dcterms:modified>
</cp:coreProperties>
</file>