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4030" name="Группа 4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1F" w:rsidRDefault="00667F1F" w:rsidP="00667F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30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F0yN3kAACJ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67F1F" w:rsidRDefault="00667F1F" w:rsidP="00667F1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    <v:textbox>
                    <w:txbxContent>
                      <w:p w:rsidR="00667F1F" w:rsidRDefault="00667F1F" w:rsidP="00667F1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67F1F" w:rsidRDefault="00667F1F" w:rsidP="00667F1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    <v:textbox>
                    <w:txbxContent>
                      <w:p w:rsidR="00667F1F" w:rsidRDefault="00667F1F" w:rsidP="00667F1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67F1F" w:rsidRDefault="00667F1F" w:rsidP="00667F1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67F1F" w:rsidRDefault="00667F1F" w:rsidP="00667F1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67F1F" w:rsidRPr="001F78AF" w:rsidRDefault="00667F1F" w:rsidP="00667F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№132</w:t>
      </w:r>
    </w:p>
    <w:p w:rsidR="00667F1F" w:rsidRPr="001F78AF" w:rsidRDefault="00667F1F" w:rsidP="00667F1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67F1F" w:rsidRPr="001F78AF" w:rsidRDefault="00667F1F" w:rsidP="00667F1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67F1F" w:rsidRPr="001F78AF" w:rsidRDefault="00667F1F" w:rsidP="00667F1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Недашківському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Недашківського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Недашківському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Вадиму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</w:t>
      </w:r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r w:rsidRPr="001F78AF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 площею  0.6052 га, яка розташована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Недашківському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Вадиму Васильовичу, </w:t>
      </w:r>
      <w:r w:rsidRPr="001F78A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9425A6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425A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0.6052 га, кадастровий номер: 6823984000:03:018:0364,  для ведення особистого селянського господарства яка розташована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Недашківському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., 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67F1F" w:rsidRPr="001F78AF" w:rsidRDefault="00667F1F" w:rsidP="00667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F1F" w:rsidRPr="001F78AF" w:rsidRDefault="00667F1F" w:rsidP="00667F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571" w:rsidRPr="00667F1F" w:rsidRDefault="00667F1F" w:rsidP="00667F1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34571" w:rsidRPr="00667F1F" w:rsidSect="00667F1F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1F"/>
    <w:rsid w:val="00667F1F"/>
    <w:rsid w:val="00734571"/>
    <w:rsid w:val="0094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1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1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263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2021-07-07T06:07:00Z</dcterms:created>
  <dcterms:modified xsi:type="dcterms:W3CDTF">2021-07-07T10:06:00Z</dcterms:modified>
</cp:coreProperties>
</file>