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BDD" w:rsidRDefault="00127BDD" w:rsidP="00127BDD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1CBA038" wp14:editId="4BCE4DEC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4443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444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7BDD" w:rsidRDefault="00127BDD" w:rsidP="00127B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45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27BDD" w:rsidRDefault="00127BDD" w:rsidP="00127B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46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7BDD" w:rsidRDefault="00127BDD" w:rsidP="00127B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47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27BDD" w:rsidRDefault="00127BDD" w:rsidP="00127B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48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7BDD" w:rsidRDefault="00127BDD" w:rsidP="00127B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49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27BDD" w:rsidRDefault="00127BDD" w:rsidP="00127B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50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7BDD" w:rsidRDefault="00127BDD" w:rsidP="00127B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51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27BDD" w:rsidRDefault="00127BDD" w:rsidP="00127B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52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7BDD" w:rsidRDefault="00127BDD" w:rsidP="00127B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53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27BDD" w:rsidRDefault="00127BDD" w:rsidP="00127B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54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7BDD" w:rsidRDefault="00127BDD" w:rsidP="00127B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55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27BDD" w:rsidRDefault="00127BDD" w:rsidP="00127B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56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7BDD" w:rsidRDefault="00127BDD" w:rsidP="00127B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57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27BDD" w:rsidRDefault="00127BDD" w:rsidP="00127B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58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7BDD" w:rsidRDefault="00127BDD" w:rsidP="00127B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59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27BDD" w:rsidRDefault="00127BDD" w:rsidP="00127B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60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7BDD" w:rsidRDefault="00127BDD" w:rsidP="00127B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61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27BDD" w:rsidRDefault="00127BDD" w:rsidP="00127B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62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7BDD" w:rsidRDefault="00127BDD" w:rsidP="00127B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63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27BDD" w:rsidRDefault="00127BDD" w:rsidP="00127B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6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7BDD" w:rsidRDefault="00127BDD" w:rsidP="00127B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65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7BDD" w:rsidRDefault="00127BDD" w:rsidP="00127B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66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7BDD" w:rsidRDefault="00127BDD" w:rsidP="00127B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67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7BDD" w:rsidRDefault="00127BDD" w:rsidP="00127B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68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7BDD" w:rsidRDefault="00127BDD" w:rsidP="00127B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69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7BDD" w:rsidRDefault="00127BDD" w:rsidP="00127B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70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7BDD" w:rsidRDefault="00127BDD" w:rsidP="00127B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7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7BDD" w:rsidRDefault="00127BDD" w:rsidP="00127B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72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7BDD" w:rsidRDefault="00127BDD" w:rsidP="00127B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73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7BDD" w:rsidRDefault="00127BDD" w:rsidP="00127B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29t74A&#10;AADdAAAADwAAAGRycy9kb3ducmV2LnhtbERPywrCMBC8C/5DWMGbpj5QqUYRUfEgiK/70qxtsdmU&#10;Jmr9eyMIzm2YFzNb1KYQT6pcbllBrxuBIE6szjlVcDlvOhMQziNrLCyTgjc5WMybjRnG2r74SM+T&#10;T0UoYRejgsz7MpbSJRkZdF1bEgftZiuDPtAqlbrCVyg3hexH0UgazDksZFjSKqPkfnoYBXaw3e2v&#10;af84WPPY8/IwuV3rvVLtVr2cgvBU+7/5l95pBcMA+L4JT0DO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Mdvbe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27BDD" w:rsidRDefault="00127BDD" w:rsidP="00127B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fcIsgA&#10;AADdAAAADwAAAGRycy9kb3ducmV2LnhtbESPQUsDMRSE74L/ITzBS2mzylrr2rRIYdV6ELYteH1s&#10;npvVzcuSxHbbX28KgsdhZr5h5svBdmJPPrSOFdxMMhDEtdMtNwp223I8AxEissbOMSk4UoDl4vJi&#10;joV2B65ov4mNSBAOBSowMfaFlKE2ZDFMXE+cvE/nLcYkfSO1x0OC207eZtlUWmw5LRjsaWWo/t78&#10;WAVf5bv5WN2fnv3ooaLTqHx76dZTpa6vhqdHEJGG+B/+a79qBXme38H5TXoCcvEL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+R9wi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27BDD" w:rsidRDefault="00127BDD" w:rsidP="00127B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0gKsQA&#10;AADdAAAADwAAAGRycy9kb3ducmV2LnhtbESPTWrDMBCF94HeQUyhm9DIbY0pbpRgSlNCNsFODjBY&#10;E8vUGhlLtd3bR4VAlo/38/HW29l2YqTBt44VvKwSEMS10y03Cs6n3fM7CB+QNXaOScEfedhuHhZr&#10;zLWbuKSxCo2II+xzVGBC6HMpfW3Iol+5njh6FzdYDFEOjdQDTnHcdvI1STJpseVIMNjTp6H6p/q1&#10;EXJ8w+PhMp123zNO+HUwvCxKpZ4e5+IDRKA53MO39l4rSNM0g/838QnIz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9NIC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27BDD" w:rsidRDefault="00127BDD" w:rsidP="00127B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pQEcYA&#10;AADdAAAADwAAAGRycy9kb3ducmV2LnhtbESPQUsDMRSE74L/ITzBm81a1rasTUtpK4jgwSoUb4/N&#10;6+7i5iUkr9313xtB8DjMzDfMcj26Xl0ops6zgftJAYq49rbjxsDH+9PdAlQSZIu9ZzLwTQnWq+ur&#10;JVbWD/xGl4M0KkM4VWigFQmV1qluyWGa+ECcvZOPDiXL2Ggbcchw1+tpUcy0w47zQouBti3VX4ez&#10;M/A67MPLfPZwCp+xnOq0s3LcijG3N+PmEZTQKP/hv/azNVCW5Rx+3+QnoF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bpQE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27BDD" w:rsidRDefault="00127BDD" w:rsidP="00127B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4Rw8EA&#10;AADdAAAADwAAAGRycy9kb3ducmV2LnhtbERPzWrCQBC+C32HZYRepG6sQUrqKlJqES+i9gGG7JgN&#10;ZmdDdjXp23cOgseP73+5Hnyj7tTFOrCB2TQDRVwGW3Nl4Pe8ffsAFROyxSYwGfijCOvVy2iJhQ09&#10;H+l+SpWSEI4FGnAptYXWsXTkMU5DSyzcJXQek8Cu0rbDXsJ9o9+zbKE91iwNDlv6clReTzcvJYc5&#10;HvaX/rz9GbDH773jyeZozOt42HyCSjSkp/jh3lkDeZ7LXHkjT0Cv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GeEcPBAAAA3Q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27BDD" w:rsidRDefault="00127BDD" w:rsidP="00127B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lh+MYA&#10;AADdAAAADwAAAGRycy9kb3ducmV2LnhtbESPQUsDMRSE70L/Q3gFbzZrWatdm5bSKojgwSoUb4/N&#10;6+7i5iUkz+76740geBxm5htmtRldr84UU+fZwPWsAEVce9txY+D97fHqDlQSZIu9ZzLwTQk268nF&#10;CivrB36l80EalSGcKjTQioRK61S35DDNfCDO3slHh5JlbLSNOGS46/W8KBbaYcd5ocVAu5bqz8OX&#10;M/AyPITn28XNKXzEcq7T3spxJ8ZcTsftPSihUf7Df+0na6AsyyX8vslPQK9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2lh+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27BDD" w:rsidRDefault="00127BDD" w:rsidP="00127B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r+xsMA&#10;AADdAAAADwAAAGRycy9kb3ducmV2LnhtbERPW2vCMBR+F/Yfwhn4Mma6qWNUo8xBUJggXmCvh+bY&#10;FpuTkkTb/fvlQfDx47vPl71txI18qB0reBtlIIgLZ2ouFZyO+vUTRIjIBhvHpOCPAiwXT4M55sZ1&#10;vKfbIZYihXDIUUEVY5tLGYqKLIaRa4kTd3beYkzQl9J47FK4beR7ln1IizWnhgpb+q6ouByuVsFq&#10;15Vj/1KsevdzXv9OtTZ6q5UaPvdfMxCR+vgQ390bo2Aymab96U16An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Qr+xs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27BDD" w:rsidRDefault="00127BDD" w:rsidP="00127B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4BGMMA&#10;AADdAAAADwAAAGRycy9kb3ducmV2LnhtbESP0YrCMBRE3xf8h3AXfFtTpYp0jSIuhUV80d0PuDR3&#10;m67NTUlirX9vBMHHYWbOMKvNYFvRkw+NYwXTSQaCuHK64VrB70/5sQQRIrLG1jEpuFGAzXr0tsJC&#10;uysfqT/FWiQIhwIVmBi7QspQGbIYJq4jTt6f8xZjkr6W2uM1wW0rZ1m2kBYbTgsGO9oZqs6ni1VQ&#10;7meH/nzRvnTbIbc0N//LL6PU+H3YfoKINMRX+Nn+1gryfD6Fx5v0BOT6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/4BGM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27BDD" w:rsidRDefault="00127BDD" w:rsidP="00127B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TFKscA&#10;AADdAAAADwAAAGRycy9kb3ducmV2LnhtbESP3WoCMRSE74W+QziF3pSa1WqRrVG0ECpUEH/A28Pm&#10;uLt0c7Ikqbt9e1MoeDnMzDfMfNnbRlzJh9qxgtEwA0FcOFNzqeB01C8zECEiG2wck4JfCrBcPAzm&#10;mBvX8Z6uh1iKBOGQo4IqxjaXMhQVWQxD1xIn7+K8xZikL6Xx2CW4beQ4y96kxZrTQoUtfVRUfB9+&#10;rIL1ritf/XOx7t3X5fM81drorVbq6bFfvYOI1Md7+L+9MQomk+kY/t6kJyA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KUxSr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27BDD" w:rsidRDefault="00127BDD" w:rsidP="00127B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A69MQA&#10;AADdAAAADwAAAGRycy9kb3ducmV2LnhtbESPUWvCMBSF3wf+h3AF32aqq0OqUcRRkLGXOX/Apbk2&#10;1eamJLHWf28Ggz0ezjnf4ay3g21FTz40jhXMphkI4srphmsFp5/ydQkiRGSNrWNS8KAA283oZY2F&#10;dnf+pv4Ya5EgHApUYGLsCilDZchimLqOOHln5y3GJH0ttcd7gttWzrPsXVpsOC0Y7GhvqLoeb1ZB&#10;+Tn/6q837Uu3G3JLC3NZfhilJuNhtwIRaYj/4b/2QSvI88Ub/L5JT0B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RgOvT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27BDD" w:rsidRDefault="00127BDD" w:rsidP="00127B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y4psMA&#10;AADdAAAADwAAAGRycy9kb3ducmV2LnhtbESP0WqDQBRE3wv5h+UG+tastlqKySqhkNA8xuQDLu6N&#10;iu5d426i+ftuoZDHYebMMJtiNr240+haywriVQSCuLK65VrB+bR7+wLhPLLG3jIpeJCDIl+8bDDT&#10;duIj3Utfi1DCLkMFjfdDJqWrGjLoVnYgDt7FjgZ9kGMt9YhTKDe9fI+iT2mw5bDQ4EDfDVVdeTMK&#10;kse0v5ZpF+20ofjwMRzYV6lSr8t5uwbhafbP8D/9owOXpAn8vQlPQOa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My4ps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27BDD" w:rsidRDefault="00127BDD" w:rsidP="00127B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IEIcMA&#10;AADdAAAADwAAAGRycy9kb3ducmV2LnhtbESPzarCMBSE94LvEI7g7poqKlqNIooid3WtP+tDc2yL&#10;zUlpota3vxEEl8PMfMPMl40pxYNqV1hW0O9FIIhTqwvOFJyO258JCOeRNZaWScGLHCwX7dYcY22f&#10;fKBH4jMRIOxiVJB7X8VSujQng65nK+LgXW1t0AdZZ1LX+AxwU8pBFI2lwYLDQo4VrXNKb8ndKLiP&#10;L4MTX3/1X7J57aab7crJc6ZUt9OsZiA8Nf4b/rT3WsFwOBrB+014An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hIEIc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27BDD" w:rsidRDefault="00127BDD" w:rsidP="00127B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PlUcgA&#10;AADdAAAADwAAAGRycy9kb3ducmV2LnhtbESPT2vCQBTE74V+h+UJvdWNmgaNrlKFQtuD4r+Dt2f2&#10;maTNvk2zW02/fVcQPA4z8xtmMmtNJc7UuNKygl43AkGcWV1yrmC3fXsegnAeWWNlmRT8kYPZ9PFh&#10;gqm2F17TeeNzESDsUlRQeF+nUrqsIIOua2vi4J1sY9AH2eRSN3gJcFPJfhQl0mDJYaHAmhYFZd+b&#10;X6Ngvxomo9X8I/76XB5xYPTPQZeJUk+d9nUMwlPr7+Fb+10riOOXBK5vwhOQ0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KY+VR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27BDD" w:rsidRDefault="00127BDD" w:rsidP="00127B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eCOcYA&#10;AADdAAAADwAAAGRycy9kb3ducmV2LnhtbESPQWvCQBSE74L/YXlCb7pRUxtiVmkVbfGkttDrI/tM&#10;gtm3IbvV6K93C4Ueh5n5hsmWnanFhVpXWVYwHkUgiHOrKy4UfH1uhgkI55E11pZJwY0cLBf9Xoap&#10;tlc+0OXoCxEg7FJUUHrfpFK6vCSDbmQb4uCdbGvQB9kWUrd4DXBTy0kUzaTBisNCiQ2tSsrPxx+j&#10;4D77xr17n7ytp9rTLU62drffKvU06F7nIDx1/j/81/7QCuL4+QV+34QnIB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FeCOc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27BDD" w:rsidRDefault="00127BDD" w:rsidP="00127B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BF88IA&#10;AADdAAAADwAAAGRycy9kb3ducmV2LnhtbERP3WrCMBS+H/gO4Qi7m6lSh6tGEamwu83qAxyas6TY&#10;nNQm1m5Pv1wMdvnx/W92o2vFQH1oPCuYzzIQxLXXDRsFl/PxZQUiRGSNrWdS8E0BdtvJ0wYL7R98&#10;oqGKRqQQDgUqsDF2hZShtuQwzHxHnLgv3zuMCfZG6h4fKdy1cpFlr9Jhw6nBYkcHS/W1ujsFN79Y&#10;6rEq8eNavn02xuS3n1Ou1PN03K9BRBrjv/jP/a4V5PkyzU1v0hOQ2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EEXz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27BDD" w:rsidRDefault="00127BDD" w:rsidP="00127B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1qAMQA&#10;AADdAAAADwAAAGRycy9kb3ducmV2LnhtbESPzW7CMBCE70h9B2sr9Uaclv+AQVCpEldoDxwXe0kC&#10;8TrELqQ8Pa6ExHE0M99oZovWVuJCjS8dK3hPUhDE2pmScwU/31/dMQgfkA1WjknBH3lYzF86M8yM&#10;u/KGLtuQiwhhn6GCIoQ6k9Lrgiz6xNXE0Tu4xmKIssmlafAa4baSH2k6lBZLjgsF1vRZkD5tf62C&#10;dbmnwVAfJna80pvd7Rx6o6NR6u21XU5BBGrDM/xor42Cfn8wgf838QnI+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99agD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27BDD" w:rsidRDefault="00127BDD" w:rsidP="00127B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L61MYA&#10;AADdAAAADwAAAGRycy9kb3ducmV2LnhtbESPQWvCQBCF70L/wzKF3nRTEdHUVWqh0GIV1NJeh+yY&#10;DWZnQ3Yb4793DgWPM/PmvfctVr2vVUdtrAIbeB5loIiLYCsuDXwf34czUDEhW6wDk4ErRVgtHwYL&#10;zG248J66QyqVmHDM0YBLqcm1joUjj3EUGmK5nULrMcnYltq2eBFzX+txlk21x4olwWFDb46K8+HP&#10;G+hwd81+3Xo7/6y+ivFu/bOxsjdPj/3rC6hEfbqL/78/rIHJZCr9hUZIQC9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SL61M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27BDD" w:rsidRDefault="00127BDD" w:rsidP="00127B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XhL8QA&#10;AADdAAAADwAAAGRycy9kb3ducmV2LnhtbESPQUvDQBSE70L/w/IEb3bTUIqk3RYRWjxq9NDja/Y1&#10;m5p9L+yuTfTXu4LgcZiZb5jNbvK9ulKInbCBxbwARdyI7bg18P62v38AFROyxV6YDHxRhN12drPB&#10;ysrIr3StU6syhGOFBlxKQ6V1bBx5jHMZiLN3luAxZRlabQOOGe57XRbFSnvsOC84HOjJUfNRf3oD&#10;46E5Xcrz0brvMMi+fpFL2Ysxd7fT4xpUoin9h//az9bAcrlawO+b/AT0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9V4S/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27BDD" w:rsidRDefault="00127BDD" w:rsidP="00127B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w5/8cA&#10;AADdAAAADwAAAGRycy9kb3ducmV2LnhtbESPW2sCMRSE3wv9D+EU+lazXURlNYqXCqVYxNv7cXPc&#10;3ZqcLJtUt//eCAUfh5n5hhlNWmvEhRpfOVbw3klAEOdOV1wo2O+WbwMQPiBrNI5JwR95mIyfn0aY&#10;aXflDV22oRARwj5DBWUIdSalz0uy6DuuJo7eyTUWQ5RNIXWD1wi3RqZJ0pMWK44LJdY0Lyk/b3+t&#10;guV6YX7S7830IMP8o380g6/ZYqXU60s7HYII1IZH+L/9qRV0u70U7m/iE5Dj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HsOf/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27BDD" w:rsidRDefault="00127BDD" w:rsidP="00127B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dR3cYA&#10;AADdAAAADwAAAGRycy9kb3ducmV2LnhtbESPW4vCMBSE3xf8D+EIvoimXpFqFBFEF1bwBr4em2Nb&#10;bE5Kk63df79ZEPZxmJlvmMWqMYWoqXK5ZQWDfgSCOLE651TB9bLtzUA4j6yxsEwKfsjBatn6WGCs&#10;7YtPVJ99KgKEXYwKMu/LWEqXZGTQ9W1JHLyHrQz6IKtU6gpfAW4KOYyiqTSYc1jIsKRNRsnz/G0U&#10;1Meve7qvXfn5nHXdZHTf7Q76plSn3aznIDw1/j/8bu+1gvF4OoK/N+EJy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wdR3c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27BDD" w:rsidRDefault="00127BDD" w:rsidP="00127B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+1YMYA&#10;AADdAAAADwAAAGRycy9kb3ducmV2LnhtbESPQWsCMRSE74X+h/AK3mpWWUVXo2ih0Euhag/19tw8&#10;dxc3L2sSdfXXN4LgcZiZb5jpvDW1OJPzlWUFvW4Cgji3uuJCwe/m830EwgdkjbVlUnAlD/PZ68sU&#10;M20vvKLzOhQiQthnqKAMocmk9HlJBn3XNsTR21tnMETpCqkdXiLc1LKfJENpsOK4UGJDHyXlh/XJ&#10;KFiOR8vjT8rft9VuS9u/3WHQd4lSnbd2MQERqA3P8KP9pRWk6TCF+5v4BOTs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E+1YMYAAADdAAAADwAAAAAAAAAAAAAAAACYAgAAZHJz&#10;L2Rvd25yZXYueG1sUEsFBgAAAAAEAAQA9QAAAIsDAAAAAA==&#10;" fillcolor="black" stroked="f">
                  <v:textbox>
                    <w:txbxContent>
                      <w:p w:rsidR="00127BDD" w:rsidRDefault="00127BDD" w:rsidP="00127B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rT9ccA&#10;AADdAAAADwAAAGRycy9kb3ducmV2LnhtbESPT2vCQBTE7wW/w/KE3upG0SDRVaptoVA9+Ofg8Zl9&#10;TZZk34bsVqOfvlsoeBxm5jfMfNnZWlyo9caxguEgAUGcO224UHA8fLxMQfiArLF2TApu5GG56D3N&#10;MdPuyju67EMhIoR9hgrKEJpMSp+XZNEPXEMcvW/XWgxRtoXULV4j3NZylCSptGg4LpTY0LqkvNr/&#10;WAWnr9RMd4ZG58199a43k2q1fauUeu53rzMQgbrwCP+3P7WC8TidwN+b+ATk4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cq0/X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27BDD" w:rsidRDefault="00127BDD" w:rsidP="00127B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1zN8UA&#10;AADdAAAADwAAAGRycy9kb3ducmV2LnhtbESPQWsCMRSE74L/ITyht5qtyCJbo0hF2ksPtUqvj81z&#10;s+7mZU2irv76plDwOMzMN8x82dtWXMiH2rGCl3EGgrh0uuZKwe578zwDESKyxtYxKbhRgOViOJhj&#10;od2Vv+iyjZVIEA4FKjAxdoWUoTRkMYxdR5y8g/MWY5K+ktrjNcFtKydZlkuLNacFgx29GSqb7dkq&#10;8KufdXPn877J7p+38H7sTzM0Sj2N+tUriEh9fIT/2x9awXSa5/D3Jj0B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HXM3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27BDD" w:rsidRDefault="00127BDD" w:rsidP="00127B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VzHsYA&#10;AADdAAAADwAAAGRycy9kb3ducmV2LnhtbESP3WrCQBSE7wu+w3IKvSm6UcTY1FVEKBQqBX8e4DR7&#10;moTung3ZU419elcoeDnMzDfMYtV7p07UxSawgfEoA0VcBttwZeB4eBvOQUVBtugCk4ELRVgtBw8L&#10;LGw4845Oe6lUgnAs0EAt0hZax7Imj3EUWuLkfYfOoyTZVdp2eE5w7/Qky2baY8NpocaWNjWVP/tf&#10;b8BNvtzLRx63cjnqbfbnZff8aY15euzXr6CEermH/9vv1sB0Osvh9iY9Ab2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QVzHs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27BDD" w:rsidRDefault="00127BDD" w:rsidP="00127B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boKMIA&#10;AADdAAAADwAAAGRycy9kb3ducmV2LnhtbERPz2vCMBS+D/wfwhO8zVQRGZ1RpiL04mGd4vXZvDVl&#10;yUtpolb/+uUgePz4fi9WvbPiSl1oPCuYjDMQxJXXDdcKDj+79w8QISJrtJ5JwZ0CrJaDtwXm2t/4&#10;m65lrEUK4ZCjAhNjm0sZKkMOw9i3xIn79Z3DmGBXS93hLYU7K6dZNpcOG04NBlvaGKr+yotTsC1b&#10;Oz0UZh1Ox/35bIvHjk5bpUbD/usTRKQ+vsRPd6EVzGbzNDe9SU9AL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FugowgAAAN0AAAAPAAAAAAAAAAAAAAAAAJgCAABkcnMvZG93&#10;bnJldi54bWxQSwUGAAAAAAQABAD1AAAAhw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27BDD" w:rsidRDefault="00127BDD" w:rsidP="00127B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0CAsUA&#10;AADdAAAADwAAAGRycy9kb3ducmV2LnhtbESPzWrDMBCE74W8g9hAb42UEtzWjWxCaCCQU/Nz6G2R&#10;NrYTa2UsNXbfvgoUehxm5htmWY6uFTfqQ+NZw3ymQBAbbxuuNBwPm6dXECEiW2w9k4YfClAWk4cl&#10;5tYP/Em3faxEgnDIUUMdY5dLGUxNDsPMd8TJO/veYUyyr6TtcUhw18pnpTLpsOG0UGNH65rMdf/t&#10;NFw2cueNQnM6noatffn6yKhVWj9Ox9U7iEhj/A//tbdWw2KRvcH9TXoCsv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zQIC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27BDD" w:rsidRDefault="00127BDD" w:rsidP="00127B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efbMIA&#10;AADdAAAADwAAAGRycy9kb3ducmV2LnhtbERPy4rCMBTdD/gP4Qqz09QHjlSjqCAMyixGRVxem2tb&#10;2tyUJGr9e7MYmOXhvOfL1tTiQc6XlhUM+gkI4szqknMFp+O2NwXhA7LG2jIpeJGH5aLzMcdU2yf/&#10;0uMQchFD2KeooAihSaX0WUEGfd82xJG7WWcwROhyqR0+Y7ip5TBJJtJgybGhwIY2BWXV4W4UXO57&#10;vv2Mdiu3DmfbHn01vE4rpT677WoGIlAb/sV/7m+tYDz+ivvjm/gE5OI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N59swgAAAN0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27BDD" w:rsidRDefault="00127BDD" w:rsidP="00127B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GAJccA&#10;AADdAAAADwAAAGRycy9kb3ducmV2LnhtbESPQWvCQBSE7wX/w/KE3pqNkrYaXUWFQi9CtT3U2zP7&#10;TILZt3F3q6m/visUPA4z8w0znXemEWdyvrasYJCkIIgLq2suFXx9vj2NQPiArLGxTAp+ycN81nuY&#10;Yq7thTd03oZSRAj7HBVUIbS5lL6oyKBPbEscvYN1BkOUrpTa4SXCTSOHafoiDdYcFypsaVVRcdz+&#10;GAXL8Wh5+sh4fd3sd7T73h+fhy5V6rHfLSYgAnXhHv5vv2sFWfY6gNub+ATk7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3hgCXHAAAA3QAAAA8AAAAAAAAAAAAAAAAAmAIAAGRy&#10;cy9kb3ducmV2LnhtbFBLBQYAAAAABAAEAPUAAACMAwAAAAA=&#10;" fillcolor="black" stroked="f">
                  <v:textbox>
                    <w:txbxContent>
                      <w:p w:rsidR="00127BDD" w:rsidRDefault="00127BDD" w:rsidP="00127B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/kU8UA&#10;AADdAAAADwAAAGRycy9kb3ducmV2LnhtbESPQUsDMRSE74L/ITzBm81aiy1r07IUiuJp2yq9vm6e&#10;m8XNy5Kk6frvjSD0OMzMN8xyPdpeJPKhc6zgcVKAIG6c7rhV8HHYPixAhIissXdMCn4owHp1e7PE&#10;UrsL7yjtYysyhEOJCkyMQyllaAxZDBM3EGfvy3mLMUvfSu3xkuG2l9OieJYWO84LBgfaGGq+92er&#10;IJ02dfWUjsns3n3Vele/fp5qpe7vxuoFRKQxXsP/7TetYDabT+HvTX4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T+RT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27BDD" w:rsidRDefault="00127BDD" w:rsidP="00127B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ShOscA&#10;AADdAAAADwAAAGRycy9kb3ducmV2LnhtbESPQWvCQBSE70L/w/IKvZmNVrRNXUWkLbWX2lSwx0f2&#10;NRuafRuy2xj99V1B8DjMzDfMfNnbWnTU+sqxglGSgiAunK64VLD7ehk+gPABWWPtmBQcycNycTOY&#10;Y6bdgT+py0MpIoR9hgpMCE0mpS8MWfSJa4ij9+NaiyHKtpS6xUOE21qO03QqLVYcFww2tDZU/OZ/&#10;VoEfrZ/37/b02H2/Gv7IN2a6LY1Sd7f96glEoD5cw5f2m1Ywmczu4fwmPgG5+A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CEoTr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27BDD" w:rsidRDefault="00127BDD" w:rsidP="00127B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27BDD" w:rsidRDefault="00127BDD" w:rsidP="00127BDD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127BDD" w:rsidRDefault="00127BDD" w:rsidP="00127BD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27BDD" w:rsidRDefault="00127BDD" w:rsidP="00127BD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27BDD" w:rsidRDefault="00127BDD" w:rsidP="00127BD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27BDD" w:rsidRDefault="00127BDD" w:rsidP="00127BD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27BDD" w:rsidRDefault="00127BDD" w:rsidP="00127BD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127BDD" w:rsidRDefault="00127BDD" w:rsidP="00127BD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27BDD" w:rsidRDefault="00127BDD" w:rsidP="00127BD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27BDD" w:rsidRDefault="00127BDD" w:rsidP="00127BD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127BDD" w:rsidRDefault="00127BDD" w:rsidP="00127BD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27BDD" w:rsidRDefault="00127BDD" w:rsidP="00127BD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127BDD" w:rsidRDefault="00127BDD" w:rsidP="00127BD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27BDD" w:rsidRDefault="00127BDD" w:rsidP="00127BD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№88</w:t>
      </w:r>
    </w:p>
    <w:p w:rsidR="00127BDD" w:rsidRPr="00A66DFC" w:rsidRDefault="00127BDD" w:rsidP="00127BDD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127BDD" w:rsidRPr="00A66DFC" w:rsidRDefault="00127BDD" w:rsidP="00127BDD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proofErr w:type="gramStart"/>
      <w:r w:rsidRPr="00A66DFC">
        <w:rPr>
          <w:rFonts w:ascii="Times New Roman" w:eastAsia="Calibri" w:hAnsi="Times New Roman" w:cs="Times New Roman"/>
          <w:b/>
          <w:sz w:val="24"/>
          <w:szCs w:val="24"/>
        </w:rPr>
        <w:t>затвердження</w:t>
      </w:r>
      <w:proofErr w:type="spellEnd"/>
      <w:proofErr w:type="gramEnd"/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</w:p>
    <w:p w:rsidR="00127BDD" w:rsidRPr="00A66DFC" w:rsidRDefault="00127BDD" w:rsidP="00127BDD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A66DFC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  та</w:t>
      </w:r>
    </w:p>
    <w:p w:rsidR="00127BDD" w:rsidRPr="00A66DFC" w:rsidRDefault="00127BDD" w:rsidP="00127BDD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A66DFC">
        <w:rPr>
          <w:rFonts w:ascii="Times New Roman" w:eastAsia="Calibri" w:hAnsi="Times New Roman" w:cs="Times New Roman"/>
          <w:b/>
          <w:sz w:val="24"/>
          <w:szCs w:val="24"/>
        </w:rPr>
        <w:t>передачі</w:t>
      </w:r>
      <w:proofErr w:type="spellEnd"/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A66DFC">
        <w:rPr>
          <w:rFonts w:ascii="Times New Roman" w:eastAsia="Calibri" w:hAnsi="Times New Roman" w:cs="Times New Roman"/>
          <w:b/>
          <w:sz w:val="24"/>
          <w:szCs w:val="24"/>
        </w:rPr>
        <w:t>її</w:t>
      </w:r>
      <w:proofErr w:type="spellEnd"/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 у </w:t>
      </w:r>
      <w:proofErr w:type="spellStart"/>
      <w:r w:rsidRPr="00A66DFC">
        <w:rPr>
          <w:rFonts w:ascii="Times New Roman" w:eastAsia="Calibri" w:hAnsi="Times New Roman" w:cs="Times New Roman"/>
          <w:b/>
          <w:sz w:val="24"/>
          <w:szCs w:val="24"/>
        </w:rPr>
        <w:t>власність</w:t>
      </w:r>
      <w:proofErr w:type="spellEnd"/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</w:p>
    <w:p w:rsidR="00127BDD" w:rsidRPr="00A66DFC" w:rsidRDefault="00127BDD" w:rsidP="00127BDD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A66DFC">
        <w:rPr>
          <w:rFonts w:ascii="Times New Roman" w:eastAsia="Calibri" w:hAnsi="Times New Roman" w:cs="Times New Roman"/>
          <w:b/>
          <w:sz w:val="24"/>
          <w:szCs w:val="24"/>
        </w:rPr>
        <w:t>Самолюку</w:t>
      </w:r>
      <w:proofErr w:type="spellEnd"/>
      <w:r w:rsidRPr="00A66DFC">
        <w:rPr>
          <w:rFonts w:ascii="Times New Roman" w:eastAsia="Calibri" w:hAnsi="Times New Roman" w:cs="Times New Roman"/>
          <w:b/>
          <w:sz w:val="24"/>
          <w:szCs w:val="24"/>
        </w:rPr>
        <w:t xml:space="preserve"> Д.В</w:t>
      </w:r>
    </w:p>
    <w:p w:rsidR="00127BDD" w:rsidRPr="00A66DFC" w:rsidRDefault="00127BDD" w:rsidP="00127BDD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27BDD" w:rsidRPr="00A66DFC" w:rsidRDefault="00127BDD" w:rsidP="00127BD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</w:t>
      </w:r>
      <w:proofErr w:type="spellStart"/>
      <w:r w:rsidRPr="00A66DFC">
        <w:rPr>
          <w:rFonts w:ascii="Times New Roman" w:eastAsia="Times New Roman" w:hAnsi="Times New Roman" w:cs="Times New Roman"/>
          <w:sz w:val="24"/>
        </w:rPr>
        <w:t>Відповідно</w:t>
      </w:r>
      <w:proofErr w:type="spellEnd"/>
      <w:r w:rsidRPr="00A66DFC">
        <w:rPr>
          <w:rFonts w:ascii="Times New Roman" w:eastAsia="Times New Roman" w:hAnsi="Times New Roman" w:cs="Times New Roman"/>
          <w:sz w:val="24"/>
        </w:rPr>
        <w:t xml:space="preserve"> до пункту 34 </w:t>
      </w:r>
      <w:proofErr w:type="spellStart"/>
      <w:r w:rsidRPr="00A66DFC">
        <w:rPr>
          <w:rFonts w:ascii="Times New Roman" w:eastAsia="Times New Roman" w:hAnsi="Times New Roman" w:cs="Times New Roman"/>
          <w:sz w:val="24"/>
        </w:rPr>
        <w:t>частини</w:t>
      </w:r>
      <w:proofErr w:type="spellEnd"/>
      <w:r w:rsidRPr="00A66DFC">
        <w:rPr>
          <w:rFonts w:ascii="Times New Roman" w:eastAsia="Times New Roman" w:hAnsi="Times New Roman" w:cs="Times New Roman"/>
          <w:sz w:val="24"/>
        </w:rPr>
        <w:t xml:space="preserve"> 1 </w:t>
      </w:r>
      <w:proofErr w:type="spellStart"/>
      <w:r w:rsidRPr="00A66DFC">
        <w:rPr>
          <w:rFonts w:ascii="Times New Roman" w:eastAsia="Times New Roman" w:hAnsi="Times New Roman" w:cs="Times New Roman"/>
          <w:sz w:val="24"/>
        </w:rPr>
        <w:t>статті</w:t>
      </w:r>
      <w:proofErr w:type="spellEnd"/>
      <w:r w:rsidRPr="00A66DFC">
        <w:rPr>
          <w:rFonts w:ascii="Times New Roman" w:eastAsia="Times New Roman" w:hAnsi="Times New Roman" w:cs="Times New Roman"/>
          <w:sz w:val="24"/>
        </w:rPr>
        <w:t xml:space="preserve"> 26,  </w:t>
      </w:r>
      <w:proofErr w:type="spellStart"/>
      <w:r w:rsidRPr="00A66DFC">
        <w:rPr>
          <w:rFonts w:ascii="Times New Roman" w:eastAsia="Times New Roman" w:hAnsi="Times New Roman" w:cs="Times New Roman"/>
          <w:sz w:val="24"/>
        </w:rPr>
        <w:t>статті</w:t>
      </w:r>
      <w:proofErr w:type="spellEnd"/>
      <w:r w:rsidRPr="00A66DFC">
        <w:rPr>
          <w:rFonts w:ascii="Times New Roman" w:eastAsia="Times New Roman" w:hAnsi="Times New Roman" w:cs="Times New Roman"/>
          <w:sz w:val="24"/>
        </w:rPr>
        <w:t xml:space="preserve"> 42 Закону </w:t>
      </w:r>
      <w:proofErr w:type="spellStart"/>
      <w:r w:rsidRPr="00A66DFC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A66DFC">
        <w:rPr>
          <w:rFonts w:ascii="Times New Roman" w:eastAsia="Times New Roman" w:hAnsi="Times New Roman" w:cs="Times New Roman"/>
          <w:sz w:val="24"/>
        </w:rPr>
        <w:t xml:space="preserve"> «Про </w:t>
      </w:r>
      <w:proofErr w:type="spellStart"/>
      <w:r w:rsidRPr="00A66DFC">
        <w:rPr>
          <w:rFonts w:ascii="Times New Roman" w:eastAsia="Times New Roman" w:hAnsi="Times New Roman" w:cs="Times New Roman"/>
          <w:sz w:val="24"/>
        </w:rPr>
        <w:t>місцеве</w:t>
      </w:r>
      <w:proofErr w:type="spellEnd"/>
      <w:r w:rsidRPr="00A66DFC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A66DFC">
        <w:rPr>
          <w:rFonts w:ascii="Times New Roman" w:eastAsia="Times New Roman" w:hAnsi="Times New Roman" w:cs="Times New Roman"/>
          <w:sz w:val="24"/>
        </w:rPr>
        <w:t>самоврядування</w:t>
      </w:r>
      <w:proofErr w:type="spellEnd"/>
      <w:r w:rsidRPr="00A66DFC">
        <w:rPr>
          <w:rFonts w:ascii="Times New Roman" w:eastAsia="Times New Roman" w:hAnsi="Times New Roman" w:cs="Times New Roman"/>
          <w:sz w:val="24"/>
        </w:rPr>
        <w:t xml:space="preserve"> в </w:t>
      </w:r>
      <w:proofErr w:type="spellStart"/>
      <w:r w:rsidRPr="00A66DFC">
        <w:rPr>
          <w:rFonts w:ascii="Times New Roman" w:eastAsia="Times New Roman" w:hAnsi="Times New Roman" w:cs="Times New Roman"/>
          <w:sz w:val="24"/>
        </w:rPr>
        <w:t>Україні</w:t>
      </w:r>
      <w:proofErr w:type="spellEnd"/>
      <w:r w:rsidRPr="00A66DFC">
        <w:rPr>
          <w:rFonts w:ascii="Times New Roman" w:eastAsia="Times New Roman" w:hAnsi="Times New Roman" w:cs="Times New Roman"/>
          <w:sz w:val="24"/>
        </w:rPr>
        <w:t xml:space="preserve">», статей 12, 116, 118, 121, 122  Земельного кодексу </w:t>
      </w:r>
      <w:proofErr w:type="spellStart"/>
      <w:r w:rsidRPr="00A66DFC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A66DFC">
        <w:rPr>
          <w:rFonts w:ascii="Times New Roman" w:eastAsia="Times New Roman" w:hAnsi="Times New Roman" w:cs="Times New Roman"/>
          <w:sz w:val="24"/>
        </w:rPr>
        <w:t xml:space="preserve">, Закону </w:t>
      </w:r>
      <w:proofErr w:type="spellStart"/>
      <w:r w:rsidRPr="00A66DFC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A66DFC">
        <w:rPr>
          <w:rFonts w:ascii="Times New Roman" w:eastAsia="Times New Roman" w:hAnsi="Times New Roman" w:cs="Times New Roman"/>
          <w:sz w:val="24"/>
        </w:rPr>
        <w:t xml:space="preserve"> «Про </w:t>
      </w:r>
      <w:proofErr w:type="spellStart"/>
      <w:r w:rsidRPr="00A66DFC">
        <w:rPr>
          <w:rFonts w:ascii="Times New Roman" w:eastAsia="Times New Roman" w:hAnsi="Times New Roman" w:cs="Times New Roman"/>
          <w:sz w:val="24"/>
        </w:rPr>
        <w:t>землеустрій</w:t>
      </w:r>
      <w:proofErr w:type="spellEnd"/>
      <w:r w:rsidRPr="00A66DFC">
        <w:rPr>
          <w:rFonts w:ascii="Times New Roman" w:eastAsia="Times New Roman" w:hAnsi="Times New Roman" w:cs="Times New Roman"/>
          <w:sz w:val="24"/>
        </w:rPr>
        <w:t>»,</w:t>
      </w: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Самолюка</w:t>
      </w:r>
      <w:proofErr w:type="spellEnd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Д.</w:t>
      </w:r>
      <w:proofErr w:type="gramStart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>В</w:t>
      </w:r>
      <w:proofErr w:type="gramEnd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рада</w:t>
      </w:r>
    </w:p>
    <w:p w:rsidR="00127BDD" w:rsidRPr="00A66DFC" w:rsidRDefault="00127BDD" w:rsidP="00127BD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127BDD" w:rsidRPr="00A66DFC" w:rsidRDefault="00127BDD" w:rsidP="00127BD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Самолюку</w:t>
      </w:r>
      <w:proofErr w:type="spellEnd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>Дмитру</w:t>
      </w:r>
      <w:proofErr w:type="spellEnd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>Вікторовичу</w:t>
      </w:r>
      <w:proofErr w:type="spellEnd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, для 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сел</w:t>
      </w:r>
      <w:r>
        <w:rPr>
          <w:rFonts w:ascii="Times New Roman" w:eastAsia="Calibri" w:hAnsi="Times New Roman" w:cs="Times New Roman"/>
          <w:sz w:val="24"/>
          <w:szCs w:val="24"/>
        </w:rPr>
        <w:t>янського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0,</w:t>
      </w: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3825 га, яка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область, 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Шепетівський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район,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с</w:t>
      </w:r>
      <w:proofErr w:type="gramStart"/>
      <w:r w:rsidRPr="00A66DFC">
        <w:rPr>
          <w:rFonts w:ascii="Times New Roman" w:eastAsia="Calibri" w:hAnsi="Times New Roman" w:cs="Times New Roman"/>
          <w:sz w:val="24"/>
          <w:szCs w:val="24"/>
        </w:rPr>
        <w:t>.К</w:t>
      </w:r>
      <w:proofErr w:type="gramEnd"/>
      <w:r w:rsidRPr="00A66DFC">
        <w:rPr>
          <w:rFonts w:ascii="Times New Roman" w:eastAsia="Calibri" w:hAnsi="Times New Roman" w:cs="Times New Roman"/>
          <w:sz w:val="24"/>
          <w:szCs w:val="24"/>
        </w:rPr>
        <w:t>рупець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27BDD" w:rsidRPr="00A66DFC" w:rsidRDefault="00127BDD" w:rsidP="00127BD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Самолюку</w:t>
      </w:r>
      <w:proofErr w:type="spellEnd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>Дмитру</w:t>
      </w:r>
      <w:proofErr w:type="spellEnd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>Вікторовичу</w:t>
      </w:r>
      <w:proofErr w:type="spellEnd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, </w:t>
      </w:r>
      <w:r w:rsidRPr="00A66DFC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</w:rPr>
        <w:t>який</w:t>
      </w:r>
      <w:proofErr w:type="spellEnd"/>
      <w:r w:rsidRPr="00A66DFC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A66DFC">
        <w:rPr>
          <w:rFonts w:ascii="Times New Roman" w:eastAsia="Calibri" w:hAnsi="Times New Roman" w:cs="Times New Roman"/>
          <w:sz w:val="24"/>
        </w:rPr>
        <w:t>зареєстрований</w:t>
      </w:r>
      <w:proofErr w:type="spellEnd"/>
      <w:r w:rsidRPr="00A66DFC"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 w:rsidRPr="00A66DFC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A66DFC">
        <w:rPr>
          <w:rFonts w:ascii="Times New Roman" w:eastAsia="Calibri" w:hAnsi="Times New Roman" w:cs="Times New Roman"/>
          <w:sz w:val="24"/>
        </w:rPr>
        <w:t xml:space="preserve">: </w:t>
      </w:r>
      <w:r w:rsidR="008016EE">
        <w:rPr>
          <w:rFonts w:ascii="Times New Roman" w:eastAsia="Calibri" w:hAnsi="Times New Roman" w:cs="Times New Roman"/>
          <w:sz w:val="24"/>
          <w:lang w:val="uk-UA"/>
        </w:rPr>
        <w:t>___________</w:t>
      </w:r>
      <w:r w:rsidRPr="00A66DFC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8016EE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________</w:t>
      </w:r>
      <w:bookmarkStart w:id="0" w:name="_GoBack"/>
      <w:bookmarkEnd w:id="0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земельну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ділянку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0,3825 га,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кадастровий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номер: 6823984000:01:013:0045,  для 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яка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область, 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Шепетівський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район,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с</w:t>
      </w:r>
      <w:proofErr w:type="gramStart"/>
      <w:r w:rsidRPr="00A66DFC">
        <w:rPr>
          <w:rFonts w:ascii="Times New Roman" w:eastAsia="Calibri" w:hAnsi="Times New Roman" w:cs="Times New Roman"/>
          <w:sz w:val="24"/>
          <w:szCs w:val="24"/>
        </w:rPr>
        <w:t>.К</w:t>
      </w:r>
      <w:proofErr w:type="gramEnd"/>
      <w:r w:rsidRPr="00A66DFC">
        <w:rPr>
          <w:rFonts w:ascii="Times New Roman" w:eastAsia="Calibri" w:hAnsi="Times New Roman" w:cs="Times New Roman"/>
          <w:sz w:val="24"/>
          <w:szCs w:val="24"/>
        </w:rPr>
        <w:t>рупець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27BDD" w:rsidRPr="00A66DFC" w:rsidRDefault="00127BDD" w:rsidP="00127BD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proofErr w:type="spellStart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Самолюку</w:t>
      </w:r>
      <w:proofErr w:type="spellEnd"/>
      <w:r w:rsidRPr="00A66DF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Д.В.,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якому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A66DFC">
        <w:rPr>
          <w:rFonts w:ascii="Times New Roman" w:eastAsia="Calibri" w:hAnsi="Times New Roman" w:cs="Times New Roman"/>
          <w:sz w:val="24"/>
          <w:szCs w:val="24"/>
        </w:rPr>
        <w:t>передана</w:t>
      </w:r>
      <w:proofErr w:type="gram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земельна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посвідчити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право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власності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в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установленому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законом порядку.</w:t>
      </w:r>
    </w:p>
    <w:p w:rsidR="00127BDD" w:rsidRPr="00A66DFC" w:rsidRDefault="00127BDD" w:rsidP="00127BD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виконанням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цього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66DFC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A66DFC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покласти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постійну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комісію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66DFC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A66DFC">
        <w:rPr>
          <w:rFonts w:ascii="Times New Roman" w:eastAsia="Calibri" w:hAnsi="Times New Roman" w:cs="Times New Roman"/>
          <w:sz w:val="24"/>
          <w:szCs w:val="24"/>
        </w:rPr>
        <w:t xml:space="preserve"> та благоустрою (Денисюк Т.В.)</w:t>
      </w:r>
    </w:p>
    <w:p w:rsidR="00127BDD" w:rsidRPr="00127BDD" w:rsidRDefault="00127BDD" w:rsidP="00127BD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27BDD" w:rsidRPr="00A66DFC" w:rsidRDefault="00127BDD" w:rsidP="00127BDD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A66DFC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A66DFC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A66DFC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A66DFC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p w:rsidR="00EA4A59" w:rsidRDefault="00EA4A59"/>
    <w:sectPr w:rsidR="00EA4A5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7BDD"/>
    <w:rsid w:val="00127BDD"/>
    <w:rsid w:val="008016EE"/>
    <w:rsid w:val="00EA4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BDD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127BD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127BDD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127BDD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BDD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127BD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127BDD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127BDD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261</Words>
  <Characters>1490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2021-09-13T10:50:00Z</dcterms:created>
  <dcterms:modified xsi:type="dcterms:W3CDTF">2021-09-14T12:30:00Z</dcterms:modified>
</cp:coreProperties>
</file>