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A0C" w:rsidRPr="002C7821" w:rsidRDefault="00AE7A0C" w:rsidP="00AE7A0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2C7821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AE7A0C" w:rsidRPr="002C7821" w:rsidRDefault="00AE7A0C" w:rsidP="00AE7A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2C782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33BD375" wp14:editId="792BFDA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411" name="Группа 12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6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A0C" w:rsidRDefault="00AE7A0C" w:rsidP="00AE7A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133BD375" id="Группа 12411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BLw7POtXgAAOdYBAAO&#10;AAAAAAAAAAAAAAAAAC4CAABkcnMvZTJvRG9jLnhtbFBLAQItABQABgAIAAAAIQCe02Rt3QAAAAYB&#10;AAAPAAAAAAAAAAAAAAAAAA97AABkcnMvZG93bnJldi54bWxQSwUGAAAAAAQABADzAAAAGX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" fillcolor="black" stroked="f"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" fillcolor="black" stroked="f"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7A0C" w:rsidRDefault="00AE7A0C" w:rsidP="00AE7A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E7A0C" w:rsidRPr="002C7821" w:rsidRDefault="00AE7A0C" w:rsidP="00AE7A0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AE7A0C" w:rsidRPr="002C7821" w:rsidRDefault="00AE7A0C" w:rsidP="00AE7A0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AE7A0C" w:rsidRPr="002C7821" w:rsidRDefault="00AE7A0C" w:rsidP="00AE7A0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</w:t>
      </w:r>
      <w:proofErr w:type="gram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ради  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</w:t>
      </w:r>
      <w:proofErr w:type="gram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скликання</w:t>
      </w:r>
    </w:p>
    <w:p w:rsidR="00AE7A0C" w:rsidRPr="002C7821" w:rsidRDefault="00AE7A0C" w:rsidP="00AE7A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AE7A0C" w:rsidRPr="002C7821" w:rsidRDefault="00AE7A0C" w:rsidP="00AE7A0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AE7A0C" w:rsidRPr="002C7821" w:rsidRDefault="00AE7A0C" w:rsidP="00AE7A0C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E7A0C" w:rsidRPr="002C7821" w:rsidRDefault="00AE7A0C" w:rsidP="00AE7A0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О.В.,  </w:t>
      </w:r>
      <w:proofErr w:type="spellStart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2C7821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E7A0C" w:rsidRPr="002C7821" w:rsidRDefault="00AE7A0C" w:rsidP="00AE7A0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Олексію Васильовичу, який зареєстрований за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A6E2D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 га, для </w:t>
      </w:r>
      <w:r w:rsidRPr="002C7821">
        <w:rPr>
          <w:rFonts w:ascii="Times New Roman" w:eastAsia="Calibri" w:hAnsi="Times New Roman" w:cs="Times New Roman"/>
          <w:lang w:eastAsia="en-US"/>
        </w:rPr>
        <w:t>індивідуального садівництва</w:t>
      </w: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по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вул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Набережній, у районі будинку №56.</w:t>
      </w: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Бурмій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О.В., розробити </w:t>
      </w:r>
      <w:proofErr w:type="spellStart"/>
      <w:r w:rsidRPr="002C7821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2C7821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E7A0C" w:rsidRPr="002C7821" w:rsidRDefault="00AE7A0C" w:rsidP="00AE7A0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E7A0C" w:rsidRPr="002C7821" w:rsidRDefault="00AE7A0C" w:rsidP="00AE7A0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7A0C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7A0C" w:rsidRPr="002C7821" w:rsidRDefault="00AE7A0C" w:rsidP="00AE7A0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E7A0C" w:rsidRPr="002C7821" w:rsidRDefault="00AE7A0C" w:rsidP="00AE7A0C">
      <w:pPr>
        <w:tabs>
          <w:tab w:val="left" w:pos="4424"/>
        </w:tabs>
        <w:spacing w:after="0" w:line="240" w:lineRule="auto"/>
        <w:ind w:firstLine="708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A0C"/>
    <w:rsid w:val="00222A87"/>
    <w:rsid w:val="007A6E2D"/>
    <w:rsid w:val="00AE7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0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0C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2021-06-22T08:32:00Z</dcterms:created>
  <dcterms:modified xsi:type="dcterms:W3CDTF">2021-06-22T12:56:00Z</dcterms:modified>
</cp:coreProperties>
</file>