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8BE" w:rsidRDefault="00E258BE" w:rsidP="00E258B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8BE" w:rsidRDefault="00E258BE" w:rsidP="00E258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8BE" w:rsidRDefault="00E258BE" w:rsidP="00E258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8BE" w:rsidRDefault="00E258BE" w:rsidP="00E258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8BE" w:rsidRDefault="00E258BE" w:rsidP="00E258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8BE" w:rsidRDefault="00E258BE" w:rsidP="00E258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8BE" w:rsidRDefault="00E258BE" w:rsidP="00E258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8BE" w:rsidRDefault="00E258BE" w:rsidP="00E258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8BE" w:rsidRDefault="00E258BE" w:rsidP="00E258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8BE" w:rsidRDefault="00E258BE" w:rsidP="00E258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8BE" w:rsidRDefault="00E258BE" w:rsidP="00E258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8BE" w:rsidRDefault="00E258BE" w:rsidP="00E258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8BE" w:rsidRDefault="00E258BE" w:rsidP="00E258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8BE" w:rsidRDefault="00E258BE" w:rsidP="00E258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8BE" w:rsidRDefault="00E258BE" w:rsidP="00E258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8BE" w:rsidRDefault="00E258BE" w:rsidP="00E258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8BE" w:rsidRDefault="00E258BE" w:rsidP="00E258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8BE" w:rsidRDefault="00E258BE" w:rsidP="00E258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8BE" w:rsidRDefault="00E258BE" w:rsidP="00E258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8BE" w:rsidRDefault="00E258BE" w:rsidP="00E258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8BE" w:rsidRDefault="00E258BE" w:rsidP="00E258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8BE" w:rsidRDefault="00E258BE" w:rsidP="00E258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8BE" w:rsidRDefault="00E258BE" w:rsidP="00E258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8BE" w:rsidRDefault="00E258BE" w:rsidP="00E258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8BE" w:rsidRDefault="00E258BE" w:rsidP="00E258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8BE" w:rsidRDefault="00E258BE" w:rsidP="00E258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8BE" w:rsidRDefault="00E258BE" w:rsidP="00E258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8BE" w:rsidRDefault="00E258BE" w:rsidP="00E258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8BE" w:rsidRDefault="00E258BE" w:rsidP="00E258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8BE" w:rsidRDefault="00E258BE" w:rsidP="00E258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8BE" w:rsidRDefault="00E258BE" w:rsidP="00E258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258BE" w:rsidRDefault="00E258BE" w:rsidP="00E258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258BE" w:rsidRDefault="00E258BE" w:rsidP="00E258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258BE" w:rsidRDefault="00E258BE" w:rsidP="00E258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258BE" w:rsidRDefault="00E258BE" w:rsidP="00E258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258BE" w:rsidRDefault="00E258BE" w:rsidP="00E258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258BE" w:rsidRDefault="00E258BE" w:rsidP="00E258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258BE" w:rsidRDefault="00E258BE" w:rsidP="00E258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258BE" w:rsidRDefault="00E258BE" w:rsidP="00E258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258BE" w:rsidRDefault="00E258BE" w:rsidP="00E258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258BE" w:rsidRDefault="00E258BE" w:rsidP="00E258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258BE" w:rsidRDefault="00E258BE" w:rsidP="00E258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258BE" w:rsidRDefault="00E258BE" w:rsidP="00E258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258BE" w:rsidRDefault="00E258BE" w:rsidP="00E258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258BE" w:rsidRDefault="00E258BE" w:rsidP="00E258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258BE" w:rsidRDefault="00E258BE" w:rsidP="00E258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258BE" w:rsidRDefault="00E258BE" w:rsidP="00E258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258BE" w:rsidRDefault="00E258BE" w:rsidP="00E258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258BE" w:rsidRDefault="00E258BE" w:rsidP="00E258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258BE" w:rsidRDefault="00E258BE" w:rsidP="00E258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258BE" w:rsidRDefault="00E258BE" w:rsidP="00E258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258BE" w:rsidRDefault="00E258BE" w:rsidP="00E258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258BE" w:rsidRDefault="00E258BE" w:rsidP="00E258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258BE" w:rsidRDefault="00E258BE" w:rsidP="00E258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258BE" w:rsidRDefault="00E258BE" w:rsidP="00E258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258BE" w:rsidRDefault="00E258BE" w:rsidP="00E258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258BE" w:rsidRDefault="00E258BE" w:rsidP="00E258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258BE" w:rsidRDefault="00E258BE" w:rsidP="00E258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258BE" w:rsidRDefault="00E258BE" w:rsidP="00E258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258BE" w:rsidRDefault="00E258BE" w:rsidP="00E258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258BE" w:rsidRDefault="00E258BE" w:rsidP="00E258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258BE" w:rsidRDefault="00E258BE" w:rsidP="00E258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58BE" w:rsidRDefault="00E258BE" w:rsidP="00E258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58BE" w:rsidRDefault="00E258BE" w:rsidP="00E258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58BE" w:rsidRDefault="00E258BE" w:rsidP="00E258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58BE" w:rsidRDefault="00E258BE" w:rsidP="00E258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258BE" w:rsidRDefault="00E258BE" w:rsidP="00E258B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258BE" w:rsidRDefault="00E258BE" w:rsidP="00E258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258BE" w:rsidRDefault="00E258BE" w:rsidP="00E258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258BE" w:rsidRDefault="00E258BE" w:rsidP="00E258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58BE" w:rsidRDefault="00E258BE" w:rsidP="00E258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258BE" w:rsidRDefault="00E258BE" w:rsidP="00E258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58BE" w:rsidRDefault="00E258BE" w:rsidP="00E258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258BE" w:rsidRDefault="00E258BE" w:rsidP="00E258B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258BE" w:rsidRDefault="00E258BE" w:rsidP="00E258B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123</w:t>
      </w:r>
    </w:p>
    <w:p w:rsidR="00E258BE" w:rsidRDefault="00E258BE" w:rsidP="00E258BE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E258BE" w:rsidRPr="00AB3582" w:rsidRDefault="00E258BE" w:rsidP="00E258BE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AB3582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E258BE" w:rsidRPr="00AB3582" w:rsidRDefault="00E258BE" w:rsidP="00E258BE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lang w:val="ru-RU"/>
        </w:rPr>
        <w:t>т</w:t>
      </w:r>
      <w:r w:rsidRPr="00AB3582">
        <w:rPr>
          <w:rFonts w:ascii="Times New Roman" w:eastAsia="Calibri" w:hAnsi="Times New Roman" w:cs="Times New Roman"/>
          <w:b/>
          <w:sz w:val="24"/>
          <w:lang w:val="ru-RU"/>
        </w:rPr>
        <w:t>ехн</w:t>
      </w:r>
      <w:proofErr w:type="gramEnd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</w:p>
    <w:p w:rsidR="00E258BE" w:rsidRPr="00AB3582" w:rsidRDefault="00E258BE" w:rsidP="00E258BE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встановлення</w:t>
      </w:r>
      <w:proofErr w:type="spellEnd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 xml:space="preserve"> (</w:t>
      </w:r>
      <w:proofErr w:type="spellStart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відновлення</w:t>
      </w:r>
      <w:proofErr w:type="spellEnd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 xml:space="preserve">) меж </w:t>
      </w:r>
    </w:p>
    <w:p w:rsidR="00E258BE" w:rsidRPr="00AB3582" w:rsidRDefault="00E258BE" w:rsidP="00E258BE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 xml:space="preserve"> в </w:t>
      </w:r>
      <w:proofErr w:type="spellStart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натурі</w:t>
      </w:r>
      <w:proofErr w:type="spellEnd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 xml:space="preserve"> (на </w:t>
      </w:r>
      <w:proofErr w:type="spellStart"/>
      <w:proofErr w:type="gramStart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м</w:t>
      </w:r>
      <w:proofErr w:type="gramEnd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ісцевості</w:t>
      </w:r>
      <w:proofErr w:type="spellEnd"/>
      <w:r w:rsidRPr="00AB3582">
        <w:rPr>
          <w:rFonts w:ascii="Times New Roman" w:eastAsia="Calibri" w:hAnsi="Times New Roman" w:cs="Times New Roman"/>
          <w:b/>
          <w:sz w:val="24"/>
          <w:lang w:val="ru-RU"/>
        </w:rPr>
        <w:t>)</w:t>
      </w:r>
    </w:p>
    <w:p w:rsidR="00E258BE" w:rsidRPr="00AB3582" w:rsidRDefault="00E258BE" w:rsidP="00E258BE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AB3582">
        <w:rPr>
          <w:rFonts w:ascii="Times New Roman" w:eastAsia="Calibri" w:hAnsi="Times New Roman" w:cs="Times New Roman"/>
          <w:b/>
          <w:sz w:val="24"/>
        </w:rPr>
        <w:t>Іщук Д.О.</w:t>
      </w:r>
    </w:p>
    <w:p w:rsidR="00E258BE" w:rsidRPr="00AB3582" w:rsidRDefault="00E258BE" w:rsidP="00E258BE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E258BE" w:rsidRPr="00AB3582" w:rsidRDefault="00E258BE" w:rsidP="00E258BE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Pr="00AB3582">
        <w:rPr>
          <w:rFonts w:ascii="Times New Roman" w:eastAsia="Calibri" w:hAnsi="Times New Roman" w:cs="Times New Roman"/>
          <w:sz w:val="24"/>
          <w:lang w:val="ru-RU"/>
        </w:rPr>
        <w:t>до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Pr="00AB3582">
        <w:rPr>
          <w:rFonts w:ascii="Times New Roman" w:eastAsia="Calibri" w:hAnsi="Times New Roman" w:cs="Times New Roman"/>
          <w:sz w:val="24"/>
          <w:lang w:val="ru-RU"/>
        </w:rPr>
        <w:t xml:space="preserve">пункту 34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AB3582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AB3582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AB3582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AB3582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міс</w:t>
      </w:r>
      <w:r>
        <w:rPr>
          <w:rFonts w:ascii="Times New Roman" w:eastAsia="Calibri" w:hAnsi="Times New Roman" w:cs="Times New Roman"/>
          <w:sz w:val="24"/>
          <w:lang w:val="ru-RU"/>
        </w:rPr>
        <w:t>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>»</w:t>
      </w:r>
      <w:proofErr w:type="gramStart"/>
      <w:r>
        <w:rPr>
          <w:rFonts w:ascii="Times New Roman" w:eastAsia="Calibri" w:hAnsi="Times New Roman" w:cs="Times New Roman"/>
          <w:sz w:val="24"/>
          <w:lang w:val="ru-RU"/>
        </w:rPr>
        <w:t>,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с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>татті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12, 122</w:t>
      </w:r>
      <w:r w:rsidRPr="00AB3582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AB3582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AB3582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AB3582">
        <w:rPr>
          <w:rFonts w:ascii="Times New Roman" w:eastAsia="Calibri" w:hAnsi="Times New Roman" w:cs="Times New Roman"/>
          <w:sz w:val="24"/>
          <w:lang w:val="ru-RU"/>
        </w:rPr>
        <w:t xml:space="preserve">»,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Pr="00AB3582">
        <w:rPr>
          <w:rFonts w:ascii="Times New Roman" w:eastAsia="Calibri" w:hAnsi="Times New Roman" w:cs="Times New Roman"/>
          <w:sz w:val="24"/>
        </w:rPr>
        <w:t>Іщука Д.О.,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AB3582">
        <w:rPr>
          <w:rFonts w:ascii="Times New Roman" w:eastAsia="Calibri" w:hAnsi="Times New Roman" w:cs="Times New Roman"/>
          <w:sz w:val="24"/>
          <w:lang w:val="ru-RU"/>
        </w:rPr>
        <w:t xml:space="preserve"> рада</w:t>
      </w:r>
    </w:p>
    <w:p w:rsidR="00E258BE" w:rsidRPr="00AB3582" w:rsidRDefault="00E258BE" w:rsidP="00E258BE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AB3582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E258BE" w:rsidRPr="00AB3582" w:rsidRDefault="00E258BE" w:rsidP="00E258BE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AB3582">
        <w:rPr>
          <w:rFonts w:ascii="Times New Roman" w:eastAsia="Calibri" w:hAnsi="Times New Roman" w:cs="Times New Roman"/>
          <w:sz w:val="24"/>
          <w:lang w:val="ru-RU"/>
        </w:rPr>
        <w:t xml:space="preserve">        1.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Іщуку</w:t>
      </w:r>
      <w:proofErr w:type="spellEnd"/>
      <w:r w:rsidRPr="00AB3582">
        <w:rPr>
          <w:rFonts w:ascii="Times New Roman" w:eastAsia="Calibri" w:hAnsi="Times New Roman" w:cs="Times New Roman"/>
          <w:sz w:val="24"/>
          <w:lang w:val="ru-RU"/>
        </w:rPr>
        <w:t xml:space="preserve"> Денису </w:t>
      </w:r>
      <w:proofErr w:type="spellStart"/>
      <w:r w:rsidRPr="00AB3582">
        <w:rPr>
          <w:rFonts w:ascii="Times New Roman" w:eastAsia="Calibri" w:hAnsi="Times New Roman" w:cs="Times New Roman"/>
          <w:sz w:val="24"/>
          <w:lang w:val="ru-RU"/>
        </w:rPr>
        <w:t>Олександровичу</w:t>
      </w:r>
      <w:proofErr w:type="spellEnd"/>
      <w:r w:rsidRPr="00AB3582">
        <w:rPr>
          <w:rFonts w:ascii="Times New Roman" w:eastAsia="Calibri" w:hAnsi="Times New Roman" w:cs="Times New Roman"/>
          <w:sz w:val="24"/>
        </w:rPr>
        <w:t xml:space="preserve">, який зареєстрований за </w:t>
      </w:r>
      <w:proofErr w:type="spellStart"/>
      <w:r w:rsidRPr="00AB3582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AB3582">
        <w:rPr>
          <w:rFonts w:ascii="Times New Roman" w:eastAsia="Calibri" w:hAnsi="Times New Roman" w:cs="Times New Roman"/>
          <w:sz w:val="24"/>
        </w:rPr>
        <w:t xml:space="preserve">: </w:t>
      </w:r>
      <w:r w:rsidR="00BE0F21">
        <w:rPr>
          <w:rFonts w:ascii="Times New Roman" w:eastAsia="Calibri" w:hAnsi="Times New Roman" w:cs="Times New Roman"/>
          <w:sz w:val="24"/>
          <w:lang w:val="ru-RU"/>
        </w:rPr>
        <w:t>_______________</w:t>
      </w:r>
      <w:bookmarkStart w:id="0" w:name="_GoBack"/>
      <w:bookmarkEnd w:id="0"/>
      <w:r w:rsidRPr="00AB3582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gramStart"/>
      <w:r w:rsidRPr="00AB3582">
        <w:rPr>
          <w:rFonts w:ascii="Times New Roman" w:eastAsia="Calibri" w:hAnsi="Times New Roman" w:cs="Times New Roman"/>
          <w:sz w:val="24"/>
        </w:rPr>
        <w:t>техн</w:t>
      </w:r>
      <w:proofErr w:type="gramEnd"/>
      <w:r w:rsidRPr="00AB3582">
        <w:rPr>
          <w:rFonts w:ascii="Times New Roman" w:eastAsia="Calibri" w:hAnsi="Times New Roman" w:cs="Times New Roman"/>
          <w:sz w:val="24"/>
        </w:rPr>
        <w:t>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ділянка  розташована в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B3582">
        <w:rPr>
          <w:rFonts w:ascii="Times New Roman" w:eastAsia="Calibri" w:hAnsi="Times New Roman" w:cs="Times New Roman"/>
          <w:sz w:val="24"/>
        </w:rPr>
        <w:t>Колом’є</w:t>
      </w:r>
      <w:proofErr w:type="spellEnd"/>
      <w:r w:rsidRPr="00AB3582">
        <w:rPr>
          <w:rFonts w:ascii="Times New Roman" w:eastAsia="Calibri" w:hAnsi="Times New Roman" w:cs="Times New Roman"/>
          <w:sz w:val="24"/>
        </w:rPr>
        <w:t>, по вул.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B3582">
        <w:rPr>
          <w:rFonts w:ascii="Times New Roman" w:eastAsia="Calibri" w:hAnsi="Times New Roman" w:cs="Times New Roman"/>
          <w:sz w:val="24"/>
        </w:rPr>
        <w:t>П.Семенюку</w:t>
      </w:r>
      <w:proofErr w:type="spellEnd"/>
      <w:r w:rsidRPr="00AB3582">
        <w:rPr>
          <w:rFonts w:ascii="Times New Roman" w:eastAsia="Calibri" w:hAnsi="Times New Roman" w:cs="Times New Roman"/>
          <w:sz w:val="24"/>
        </w:rPr>
        <w:t>, 14.</w:t>
      </w:r>
    </w:p>
    <w:p w:rsidR="00E258BE" w:rsidRPr="00AB3582" w:rsidRDefault="00E258BE" w:rsidP="00E258BE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AB3582">
        <w:rPr>
          <w:rFonts w:ascii="Times New Roman" w:eastAsia="Calibri" w:hAnsi="Times New Roman" w:cs="Times New Roman"/>
          <w:sz w:val="24"/>
        </w:rPr>
        <w:t xml:space="preserve">        2. Іщуку Д.О.,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E258BE" w:rsidRPr="00AB3582" w:rsidRDefault="00E258BE" w:rsidP="00E258B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B358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E258BE" w:rsidRPr="00AB3582" w:rsidRDefault="00E258BE" w:rsidP="00E258B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B358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</w:t>
      </w:r>
      <w:r w:rsidRPr="00AB358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258BE" w:rsidRPr="00AB3582" w:rsidRDefault="00E258BE" w:rsidP="00E258B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258BE" w:rsidRPr="00AB3582" w:rsidRDefault="00E258BE" w:rsidP="00E258BE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258BE" w:rsidRPr="00AB3582" w:rsidRDefault="00E258BE" w:rsidP="00E258BE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258BE" w:rsidRPr="00AB3582" w:rsidRDefault="00E258BE" w:rsidP="00E258BE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258BE" w:rsidRDefault="00E258BE" w:rsidP="00E258BE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AB3582">
        <w:rPr>
          <w:rFonts w:ascii="Times New Roman" w:eastAsia="Calibri" w:hAnsi="Times New Roman" w:cs="Times New Roman"/>
          <w:sz w:val="24"/>
        </w:rPr>
        <w:t xml:space="preserve">Сільський  голова                                                       </w:t>
      </w:r>
      <w:r>
        <w:rPr>
          <w:rFonts w:ascii="Times New Roman" w:eastAsia="Calibri" w:hAnsi="Times New Roman" w:cs="Times New Roman"/>
          <w:sz w:val="24"/>
        </w:rPr>
        <w:t xml:space="preserve">                               </w:t>
      </w:r>
      <w:r w:rsidRPr="00AB3582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Валерій   МИХАЛЮК</w:t>
      </w:r>
    </w:p>
    <w:p w:rsidR="00571153" w:rsidRDefault="00571153"/>
    <w:sectPr w:rsidR="0057115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8BE"/>
    <w:rsid w:val="00571153"/>
    <w:rsid w:val="00BE0F21"/>
    <w:rsid w:val="00E25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8B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E258B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258B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E258BE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8B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E258B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258B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E258BE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265</Words>
  <Characters>1512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2021-07-07T06:03:00Z</dcterms:created>
  <dcterms:modified xsi:type="dcterms:W3CDTF">2021-07-07T10:04:00Z</dcterms:modified>
</cp:coreProperties>
</file>