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87" w:rsidRDefault="00903C87" w:rsidP="00903C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3602F7" wp14:editId="361C9D9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220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21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8XlcQA&#10;AADcAAAADwAAAGRycy9kb3ducmV2LnhtbESPT2sCMRTE7wW/Q3hCbzVrBCurUUSxFHqq//D42Dx3&#10;FzcvS5Ku67c3hUKPw8z8hlmsetuIjnyoHWsYjzIQxIUzNZcajofd2wxEiMgGG8ek4UEBVsvBywJz&#10;4+78Td0+liJBOOSooYqxzaUMRUUWw8i1xMm7Om8xJulLaTzeE9w2UmXZVFqsOS1U2NKmouK2/7Ea&#10;vjo1PV8+tvYwKdW7LyanraobrV+H/XoOIlIf/8N/7U+jQakx/J5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PF5XEAAAA3A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kwtsUA&#10;AADcAAAADwAAAGRycy9kb3ducmV2LnhtbESPQWvCQBSE7wX/w/KEXorZJAcrMauIIDQVhMZCr4/s&#10;M4lm34bsNqb/visUehxm5hsm306mEyMNrrWsIIliEMSV1S3XCj7Ph8UKhPPIGjvLpOCHHGw3s6cc&#10;M23v/EFj6WsRIOwyVNB432dSuqohgy6yPXHwLnYw6IMcaqkHvAe46WQax0tpsOWw0GBP+4aqW/lt&#10;FMhzWfjitTUvyfvXaUrsdX+srko9z6fdGoSnyf+H/9pvWkGapvA4E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6TC2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qutccA&#10;AADcAAAADwAAAGRycy9kb3ducmV2LnhtbESPT2sCMRTE74LfIbxCL0Wz3baiq1FqwSIeCv67Pzev&#10;u6ublzVJddtP3xQKHoeZ+Q0zmbWmFhdyvrKs4LGfgCDOra64ULDbLnpDED4ga6wtk4Jv8jCbdjsT&#10;zLS98poum1CICGGfoYIyhCaT0uclGfR92xBH79M6gyFKV0jt8BrhppZpkgykwYrjQokNvZWUnzZf&#10;RsFiSafRvjm/P/+4l2J4PHys5tsHpe7v2tcxiEBtuIX/20utIE2f4O9MPAJy+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26rrXHAAAA3A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jbycQA&#10;AADcAAAADwAAAGRycy9kb3ducmV2LnhtbESPQWvCQBSE70L/w/IKvTUbQ1skZhVpUQo9mRa9PrPP&#10;JJp9G7Jrkv57VxA8DjPzDZMtR9OInjpXW1YwjWIQxIXVNZcK/n7XrzMQziNrbCyTgn9ysFw8TTJM&#10;tR14S33uSxEg7FJUUHnfplK6oiKDLrItcfCOtjPog+xKqTscAtw0MonjD2mw5rBQYUufFRXn/GIU&#10;xD/vzeG443G2/9oU59Ow5qGeKvXyPK7mIDyN/hG+t7+1giR5g9uZcAT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I28nEAAAA3A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+TWscA&#10;AADcAAAADwAAAGRycy9kb3ducmV2LnhtbESPT2sCMRTE74V+h/CEXopmXWrR1Si1YBEPQv1zf26e&#10;u6ubl22S6rafvikIHoeZ+Q0zmbWmFhdyvrKsoN9LQBDnVldcKNhtF90hCB+QNdaWScEPeZhNHx8m&#10;mGl75U+6bEIhIoR9hgrKEJpMSp+XZND3bEMcvaN1BkOUrpDa4TXCTS3TJHmVBiuOCyU29F5Sft58&#10;GwWLJZ1H++br4+XXDYrh6bBezbfPSj112rcxiEBtuIdv7aVWkKYD+D8Tj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0fk1rHAAAA3A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bgJcUA&#10;AADcAAAADwAAAGRycy9kb3ducmV2LnhtbESPzWrDMBCE74W+g9hCb40cQ01wI4fSkFDIKWlIrxtr&#10;/ZNIK2OptvP2UaHQ4zAz3zDL1WSNGKj3rWMF81kCgrh0uuVawfFr87IA4QOyRuOYFNzIw6p4fFhi&#10;rt3IexoOoRYRwj5HBU0IXS6lLxuy6GeuI45e5XqLIcq+lrrHMcKtkWmSZNJiy3GhwY4+Giqvhx+r&#10;INm9mnN14mnxvd6W18u44bGdK/X8NL2/gQg0hf/wX/tTK0jTDH7PxCMg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luAlxQAAANw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66F8QA&#10;AADcAAAADwAAAGRycy9kb3ducmV2LnhtbESPQWvCQBSE7wX/w/IEb3VjBKvRVSS10Gs1Hrw9s88k&#10;JPs2ZLcx7a93CwWPw8x8w2x2g2lET52rLCuYTSMQxLnVFRcKstPH6xKE88gaG8uk4Icc7Lajlw0m&#10;2t75i/qjL0SAsEtQQel9m0jp8pIMuqltiYN3s51BH2RXSN3hPcBNI+MoWkiDFYeFEltKS8rr47dR&#10;cH6v6/mKo/nvpU+XLr1mWXw7KDUZD/s1CE+Df4b/259aQRy/wd+Zc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+uhfEAAAA3A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MKBcUA&#10;AADcAAAADwAAAGRycy9kb3ducmV2LnhtbERPTWvCQBC9F/wPywi9lLoxlCKpmyBSQUEPVWnsbciO&#10;STA7m2a3MfXXdw9Cj4/3Pc8G04ieOldbVjCdRCCIC6trLhUcD6vnGQjnkTU2lknBLznI0tHDHBNt&#10;r/xB/d6XIoSwS1BB5X2bSOmKigy6iW2JA3e2nUEfYFdK3eE1hJtGxlH0Kg3WHBoqbGlZUXHZ/xgF&#10;L9SfFtvb1+7z9P3u7fkp37hprtTjeFi8gfA0+H/x3b3WCuI4rA1nw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woF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2L/sQA&#10;AADcAAAADwAAAGRycy9kb3ducmV2LnhtbESPQWvCQBSE74L/YXmCN90YoWh0FYkVvNbGg7dn9pmE&#10;ZN+G7DbG/vpuodDjMDPfMNv9YBrRU+cqywoW8wgEcW51xYWC7PM0W4FwHlljY5kUvMjBfjcebTHR&#10;9skf1F98IQKEXYIKSu/bREqXl2TQzW1LHLyH7Qz6ILtC6g6fAW4aGUfRmzRYcVgosaW0pLy+fBkF&#10;12NdL9ccLb9vfbpy6T3L4se7UtPJcNiA8DT4//Bf+6wVxPEafs+E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ti/7EAAAA3A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yQ3sQA&#10;AADcAAAADwAAAGRycy9kb3ducmV2LnhtbERPy2rCQBTdF/yH4RbclDpRi5TUUaRUUNCFD3zsLplr&#10;EszciZkxRr/eWRRcHs57OG5MIWqqXG5ZQbcTgSBOrM45VbDdTD+/QTiPrLGwTAru5GA8ar0NMdb2&#10;xiuq1z4VIYRdjAoy78tYSpdkZNB1bEkcuJOtDPoAq1TqCm8h3BSyF0UDaTDn0JBhSb8ZJef11Sj4&#10;ovowWTyOy93h8uft6WM/d929Uu33ZvIDwlPjX+J/90wr6PXD/HAmHAE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ckN7EAAAA3A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LSXMcA&#10;AADcAAAADwAAAGRycy9kb3ducmV2LnhtbESPQWvCQBSE7wX/w/KE3upGLbVEVxFLW6EgGEt7fWSf&#10;2Wj2bZpdTeyv7xYEj8PMfMPMFp2txJkaXzpWMBwkIIhzp0suFHzuXh+eQfiArLFyTAou5GEx793N&#10;MNWu5S2ds1CICGGfogITQp1K6XNDFv3A1cTR27vGYoiyKaRusI1wW8lRkjxJiyXHBYM1rQzlx+xk&#10;FXw/jjfOvGfu1L68/R63P5PD1+pDqft+t5yCCNSFW/jaXmsFo/EQ/s/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C0lzHAAAA3A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l52sQA&#10;AADcAAAADwAAAGRycy9kb3ducmV2LnhtbESPQWvCQBSE70L/w/IK3nTTiCLRVdpSRfTUVO+P7DMJ&#10;Zt+m2TWu/94tFDwOM/MNs1wH04ieOldbVvA2TkAQF1bXXCo4/mxGcxDOI2tsLJOCOzlYr14GS8y0&#10;vfE39bkvRYSwy1BB5X2bSemKigy6sW2Jo3e2nUEfZVdK3eEtwk0j0ySZSYM1x4UKW/qsqLjkV6Ng&#10;sp/+bvVH+dU386077M6bUIeTUsPX8L4A4Sn4Z/i/vdMK0kkKf2fi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pedr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iwSMQA&#10;AADcAAAADwAAAGRycy9kb3ducmV2LnhtbESPQWvCQBSE74L/YXlCb7rRQKrRVaQiBKSHag89PrLP&#10;bDD7NmS3Sfrv3UKhx2FmvmF2h9E2oqfO144VLBcJCOLS6ZorBZ+383wNwgdkjY1jUvBDHg776WSH&#10;uXYDf1B/DZWIEPY5KjAhtLmUvjRk0S9cSxy9u+sshii7SuoOhwi3jVwlSSYt1hwXDLb0Zqh8XL+t&#10;gq/N+2Y5mlNy6V+PRSgZ8dFnSr3MxuMWRKAx/If/2oVWsEpT+D0Tj4D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osEjEAAAA3A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VEJ8YA&#10;AADcAAAADwAAAGRycy9kb3ducmV2LnhtbESPT2vCQBTE7wW/w/IEb3VjLKLRVURQvHjQ1j/HR/aZ&#10;RLNvY3bV1E/fLRR6HGbmN8xk1phSPKh2hWUFvW4Egji1uuBMwdfn8n0IwnlkjaVlUvBNDmbT1tsE&#10;E22fvKXHzmciQNglqCD3vkqkdGlOBl3XVsTBO9vaoA+yzqSu8RngppRxFA2kwYLDQo4VLXJKr7u7&#10;UXDsbV6jqt/s45O/rS/x6pYuDwOlOu1mPgbhqfH/4b/2WiuI+x/weyYcAT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VEJ8YAAADc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eGgMMA&#10;AADcAAAADwAAAGRycy9kb3ducmV2LnhtbESPUWvCMBSF3wf+h3AF32aqbjo6oxSHoOzJ6g+4NHdt&#10;XXMTkszWf78Igz0ezjnf4ay3g+nEjXxoLSuYTTMQxJXVLdcKLuf98xuIEJE1dpZJwZ0CbDejpzXm&#10;2vZ8olsZa5EgHHJU0MTocilD1ZDBMLWOOHlf1huMSfpaao99gptOzrNsKQ22nBYadLRrqPouf4wC&#10;9G714UrZn5bXTzxcjwW92EKpyXgo3kFEGuJ/+K990Armi1d4nElH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eGgMMAAADc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9LUMYA&#10;AADcAAAADwAAAGRycy9kb3ducmV2LnhtbESPT2vCQBTE74V+h+UVvNWNCirRVWw1IDWX+ufg7ZF9&#10;TUKzb0N2o7Gf3hWEHoeZ+Q0zX3amEhdqXGlZwaAfgSDOrC45V3A8JO9TEM4ja6wsk4IbOVguXl/m&#10;GGt75W+67H0uAoRdjAoK7+tYSpcVZND1bU0cvB/bGPRBNrnUDV4D3FRyGEVjabDksFBgTZ8FZb/7&#10;1ihIk7ROd7yZntftx+i8/TtN+CtRqvfWrWYgPHX+P/xsb7WC4WgMjzPhCMjF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9LUMYAAADc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CPR8YA&#10;AADcAAAADwAAAGRycy9kb3ducmV2LnhtbESPQWsCMRSE74L/ITyhN81qQe3WKEWQttAKWsEen5vn&#10;7uLmZU3iuv33jSB4HGbmG2a2aE0lGnK+tKxgOEhAEGdWl5wr2P2s+lMQPiBrrCyTgj/ysJh3OzNM&#10;tb3yhpptyEWEsE9RQRFCnUrps4IM+oGtiaN3tM5giNLlUju8Rrip5ChJxtJgyXGhwJqWBWWn7cUo&#10;WJ/Hl69m//t+cO2qPlefy2/9Uir11GvfXkEEasMjfG9/aAWj5wnczsQjI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CPR8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r3UMIA&#10;AADcAAAADwAAAGRycy9kb3ducmV2LnhtbERP3WrCMBS+H/gO4Qi7W1Mdc6NrFBF0owhi1wc4NMem&#10;2JyUJtpuT79cDHb58f3nm8l24k6Dbx0rWCQpCOLa6ZYbBdXX/ukNhA/IGjvHpOCbPGzWs4ccM+1G&#10;PtO9DI2IIewzVGBC6DMpfW3Iok9cTxy5ixsshgiHRuoBxxhuO7lM05W02HJsMNjTzlB9LW9WAady&#10;fzrWnZaHn+q1+DBl8XIrlXqcT9t3EIGm8C/+c39qBcvnuDaeiU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mvdQwgAAANw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Wgd8YA&#10;AADcAAAADwAAAGRycy9kb3ducmV2LnhtbESPT2vCQBTE74V+h+UJ3pqN2hYTXaX1D1RvjYJ4e2Sf&#10;SWj2bciumvrp3ULB4zAzv2Gm887U4kKtqywrGEQxCOLc6ooLBfvd+mUMwnlkjbVlUvBLDuaz56cp&#10;ptpe+ZsumS9EgLBLUUHpfZNK6fKSDLrINsTBO9nWoA+yLaRu8RrgppbDOH6XBisOCyU2tCgp/8nO&#10;RkF2Oh71J69eN+M3t9huR7fksF4q1e91HxMQnjr/CP+3v7SC4SiBvzPhCM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Wgd8YAAADc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KuE8AA&#10;AADcAAAADwAAAGRycy9kb3ducmV2LnhtbERPzYrCMBC+L/gOYYS9remqiFSjiCjsYQ/+PcDQjE3d&#10;ZlKbqN23dw6Cx4/vf77sfK3u1MYqsIHvQQaKuAi24tLA6bj9moKKCdliHZgM/FOE5aL3Mcfchgfv&#10;6X5IpZIQjjkacCk1udaxcOQxDkJDLNw5tB6TwLbUtsWHhPtaD7Nsoj1WLA0OG1o7Kv4ON29geFpd&#10;1ufd6PdyHWW88a7b3PbOmM9+t5qBStSlt/jl/rHiG8t8OSNHQC+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KuE8AAAADcAAAADwAAAAAAAAAAAAAAAACYAgAAZHJzL2Rvd25y&#10;ZXYueG1sUEsFBgAAAAAEAAQA9QAAAIU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4uCsYA&#10;AADcAAAADwAAAGRycy9kb3ducmV2LnhtbESPQWsCMRSE74L/IbxCb5p10aKrUbRQ8CKo9aC35+Z1&#10;d3Hzsk2ibvvrG0HocZiZb5jZojW1uJHzlWUFg34Cgji3uuJCweHzozcG4QOyxtoyKfghD4t5tzPD&#10;TNs77+i2D4WIEPYZKihDaDIpfV6SQd+3DXH0vqwzGKJ0hdQO7xFuapkmyZs0WHFcKLGh95Lyy/5q&#10;FKwm49X3dsib3935RKfj+TJKXaLU60u7nIII1Ib/8LO91grS4QAeZ+IR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4uCsYAAADcAAAADwAAAAAAAAAAAAAAAACYAgAAZHJz&#10;L2Rvd25yZXYueG1sUEsFBgAAAAAEAAQA9QAAAIsDAAAAAA==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cG7sQA&#10;AADcAAAADwAAAGRycy9kb3ducmV2LnhtbESPT4vCMBTE74LfITzBi2jaIiLVKCK7oF7Ef+Dx0Tzb&#10;YvNSmli7334jLOxxmJnfMMt1ZyrRUuNKywriSQSCOLO65FzB9fI9noNwHlljZZkU/JCD9arfW2Kq&#10;7ZtP1J59LgKEXYoKCu/rVEqXFWTQTWxNHLyHbQz6IJtc6gbfAW4qmUTRTBosOSwUWNO2oOx5fhkF&#10;B5m1o/2U4mPe3p9fx/nNzE6xUsNBt1mA8NT5//Bfe6cVJNMEPmfC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3Bu7EAAAA3A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6ICsQA&#10;AADcAAAADwAAAGRycy9kb3ducmV2LnhtbESPUWvCQBCE3wv9D8cKfasXtRaNniLFQgsFqfoDlrs1&#10;Ceb2Qm41aX99TxD6OMx8M8xy3ftaXamNVWADo2EGitgGV3Fh4Hh4f56BioLssA5MBn4ownr1+LDE&#10;3IWOv+m6l0KlEo45GihFmlzraEvyGIehIU7eKbQeJcm20K7FLpX7Wo+z7FV7rDgtlNjQW0n2vL94&#10;A+OLFevnn79f26NMd4emy6azjTFPg36zACXUy3/4Tn+4xL1M4HYmHQG9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uiArEAAAA3A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Jo5sYA&#10;AADcAAAADwAAAGRycy9kb3ducmV2LnhtbESPQWsCMRSE70L/Q3iF3jTbrRTZGqWUKgpbRe3F2yN5&#10;bhY3L8sm6vbfN4WCx2FmvmGm89414kpdqD0reB5lIIi1NzVXCr4Pi+EERIjIBhvPpOCHAsxnD4Mp&#10;FsbfeEfXfaxEgnAoUIGNsS2kDNqSwzDyLXHyTr5zGJPsKmk6vCW4a2SeZa/SYc1pwWJLH5b0eX9x&#10;CvTypfxcl0erL/n2q6o329LtTko9PfbvbyAi9fEe/m+vjIJ8PIa/M+kI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2Jo5sYAAADc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UsrsMA&#10;AADcAAAADwAAAGRycy9kb3ducmV2LnhtbESPQYvCMBSE7wv+h/AEb2tqUZFqFBEWdi8LakWPj+bZ&#10;FpuX0mTbrr/eCILHYWa+YVab3lSipcaVlhVMxhEI4szqknMF6fHrcwHCeWSNlWVS8E8ONuvBxwoT&#10;bTveU3vwuQgQdgkqKLyvEyldVpBBN7Y1cfCutjHog2xyqRvsAtxUMo6iuTRYclgosKZdQdnt8GcU&#10;1OZ+Si8/v200OWOsux13tzkrNRr22yUIT71/h1/tb60gns7geSYcAb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UsrsMAAADc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CyMMA&#10;AADcAAAADwAAAGRycy9kb3ducmV2LnhtbESPQYvCMBSE7wv+h/AEb2uqiGg1igiKJ2GtUL09mmdb&#10;bF5KE7X66zeC4HGYmW+Y+bI1lbhT40rLCgb9CARxZnXJuYJjsvmdgHAeWWNlmRQ8ycFy0fmZY6zt&#10;g//ofvC5CBB2MSoovK9jKV1WkEHXtzVx8C62MeiDbHKpG3wEuKnkMIrG0mDJYaHAmtYFZdfDzSgY&#10;naarJKXz65pubSp3yd7uNzelet12NQPhqfXf8Ke90wqGozG8z4Qj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lCyMMAAADc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ECGsYA&#10;AADcAAAADwAAAGRycy9kb3ducmV2LnhtbESPQWvCQBSE7wX/w/KE3uqmqaQSXaW0FBShoBW8PrPP&#10;JE32bdxdNf77bqHgcZiZb5jZojetuJDztWUFz6MEBHFhdc2lgt3359MEhA/IGlvLpOBGHhbzwcMM&#10;c22vvKHLNpQiQtjnqKAKocul9EVFBv3IdsTRO1pnMETpSqkdXiPctDJNkkwarDkuVNjRe0VFsz0b&#10;BaeXj+bLHfY/h/Vqcsua4pTKVabU47B/m4II1Id7+L+91ArS8Sv8nYlH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ECGsYAAADcAAAADwAAAAAAAAAAAAAAAACYAgAAZHJz&#10;L2Rvd25yZXYueG1sUEsFBgAAAAAEAAQA9QAAAIsDAAAAAA=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SHl8MA&#10;AADcAAAADwAAAGRycy9kb3ducmV2LnhtbERPz2vCMBS+C/sfwhO8aWpRcdUocyB4EdTtMG/P5tkW&#10;m5cuidrtrzcHwePH93u+bE0tbuR8ZVnBcJCAIM6trrhQ8P217k9B+ICssbZMCv7Iw3Lx1pljpu2d&#10;93Q7hELEEPYZKihDaDIpfV6SQT+wDXHkztYZDBG6QmqH9xhuapkmyUQarDg2lNjQZ0n55XA1Clbv&#10;09XvbsTb//3pSMef02WcukSpXrf9mIEI1IaX+OneaAXpKK6N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SHl8MAAADcAAAADwAAAAAAAAAAAAAAAACYAgAAZHJzL2Rv&#10;d25yZXYueG1sUEsFBgAAAAAEAAQA9QAAAIg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jA6cUA&#10;AADcAAAADwAAAGRycy9kb3ducmV2LnhtbESPUWvCMBSF3wf+h3CFvQxNLTK0M4qIwsYKZbofcG3u&#10;2rLkpiRRu39vBoM9Hs453+GsNoM14ko+dI4VzKYZCOLa6Y4bBZ+nw2QBIkRkjcYxKfihAJv16GGF&#10;hXY3/qDrMTYiQTgUqKCNsS+kDHVLFsPU9cTJ+3LeYkzSN1J7vCW4NTLPsmdpseO00GJPu5bq7+PF&#10;KtjnZ1+d8d3U2akx5VtVPi2rUqnH8bB9ARFpiP/hv/arVpDPl/B7Jh0Bu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MDpxQAAANwAAAAPAAAAAAAAAAAAAAAAAJgCAABkcnMv&#10;ZG93bnJldi54bWxQSwUGAAAAAAQABAD1AAAAig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opEcMA&#10;AADcAAAADwAAAGRycy9kb3ducmV2LnhtbERPy2rCQBTdF/yH4QrudFKL0kYnwRYCguCrXXR5m7lm&#10;QjN30syo8e+dhdDl4byXeW8bcaHO144VPE8SEMSl0zVXCr4+i/ErCB+QNTaOScGNPOTZ4GmJqXZX&#10;PtDlGCoRQ9inqMCE0KZS+tKQRT9xLXHkTq6zGCLsKqk7vMZw28hpksylxZpjg8GWPgyVv8ezVWAl&#10;fv9U86Lcrl42u81b/b7/K4xSo2G/WoAI1Id/8cO91gqmszg/nolHQG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opEcMAAADcAAAADwAAAAAAAAAAAAAAAACYAgAAZHJzL2Rv&#10;d25yZXYueG1sUEsFBgAAAAAEAAQA9QAAAIgDAAAAAA=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903C87" w:rsidRDefault="00903C87" w:rsidP="00903C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03C87" w:rsidRDefault="00903C87" w:rsidP="00903C87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03C87" w:rsidRDefault="00903C87" w:rsidP="00903C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903C87" w:rsidRDefault="00903C87" w:rsidP="00903C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903C87" w:rsidRDefault="00903C87" w:rsidP="00903C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903C87" w:rsidRDefault="00903C87" w:rsidP="00903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903C87" w:rsidRDefault="00903C87" w:rsidP="00903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3C87" w:rsidRDefault="00903C87" w:rsidP="00903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903C87" w:rsidRDefault="00903C87" w:rsidP="00903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3C87" w:rsidRDefault="00903C87" w:rsidP="00903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903C87" w:rsidRDefault="00903C87" w:rsidP="00903C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03C87" w:rsidRDefault="00903C87" w:rsidP="00903C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19.08.2021                                                 Крупець                                                           №80</w:t>
      </w:r>
    </w:p>
    <w:p w:rsidR="00903C87" w:rsidRDefault="00903C87" w:rsidP="00903C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3C87" w:rsidRDefault="00903C87" w:rsidP="00903C87">
      <w:pPr>
        <w:spacing w:after="0"/>
        <w:ind w:right="53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преміювання заступника сільського голови з питань діяльності  виконавчих органів ради</w:t>
      </w:r>
    </w:p>
    <w:p w:rsidR="00903C87" w:rsidRDefault="00903C87" w:rsidP="00903C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3C87" w:rsidRDefault="00903C87" w:rsidP="00903C87">
      <w:pPr>
        <w:pStyle w:val="afa"/>
        <w:spacing w:after="0" w:line="276" w:lineRule="auto"/>
        <w:ind w:firstLineChars="285" w:firstLine="647"/>
        <w:jc w:val="both"/>
        <w:rPr>
          <w:rFonts w:cs="Times New Roman"/>
          <w:i/>
          <w:lang w:val="uk-UA"/>
        </w:rPr>
      </w:pPr>
      <w:r>
        <w:rPr>
          <w:rFonts w:cs="Times New Roman"/>
          <w:i/>
          <w:lang w:val="uk-UA"/>
        </w:rPr>
        <w:t xml:space="preserve">Відповідно до статті 40, статті 53 Закону України «Про місцеве самоврядування в Україні», постанови Кабінету Міністрів України  від 09 березня 2006 року № 268 «Про упорядкування структури та умов оплати праці працівників апарату органів виконавчого влади, органів прокуратури, судів та інших органів» (зі змінами та доповненнями), абзацу 3 пункту 4.1. розділу 4 Положення про преміювання працівників апарату </w:t>
      </w:r>
      <w:proofErr w:type="spellStart"/>
      <w:r>
        <w:rPr>
          <w:rFonts w:cs="Times New Roman"/>
          <w:i/>
          <w:lang w:val="uk-UA"/>
        </w:rPr>
        <w:t>Крупецької</w:t>
      </w:r>
      <w:proofErr w:type="spellEnd"/>
      <w:r>
        <w:rPr>
          <w:rFonts w:cs="Times New Roman"/>
          <w:i/>
          <w:lang w:val="uk-UA"/>
        </w:rPr>
        <w:t xml:space="preserve"> сільської ради та її виконавчих органів, затвердженого рішення ХХХ сесії </w:t>
      </w:r>
      <w:proofErr w:type="spellStart"/>
      <w:r>
        <w:rPr>
          <w:rFonts w:cs="Times New Roman"/>
          <w:i/>
          <w:lang w:val="uk-UA"/>
        </w:rPr>
        <w:t>Крупецької</w:t>
      </w:r>
      <w:proofErr w:type="spellEnd"/>
      <w:r>
        <w:rPr>
          <w:rFonts w:cs="Times New Roman"/>
          <w:i/>
          <w:lang w:val="uk-UA"/>
        </w:rPr>
        <w:t xml:space="preserve"> сільської ради від 16 грудня 2019 року № 68, розпорядження сільського голови від 19 липня 2021 року № 65/2021 - р/в «Про надання щорічної основної відпустки сільському голові </w:t>
      </w:r>
      <w:proofErr w:type="spellStart"/>
      <w:r>
        <w:rPr>
          <w:rFonts w:cs="Times New Roman"/>
          <w:i/>
          <w:lang w:val="uk-UA"/>
        </w:rPr>
        <w:t>Михалюку</w:t>
      </w:r>
      <w:proofErr w:type="spellEnd"/>
      <w:r>
        <w:rPr>
          <w:rFonts w:cs="Times New Roman"/>
          <w:i/>
          <w:lang w:val="uk-UA"/>
        </w:rPr>
        <w:t xml:space="preserve"> В.А.», рішення ХІІІ сесії </w:t>
      </w:r>
      <w:proofErr w:type="spellStart"/>
      <w:r>
        <w:rPr>
          <w:rFonts w:cs="Times New Roman"/>
          <w:i/>
          <w:lang w:val="uk-UA"/>
        </w:rPr>
        <w:t>Крупецької</w:t>
      </w:r>
      <w:proofErr w:type="spellEnd"/>
      <w:r>
        <w:rPr>
          <w:rFonts w:cs="Times New Roman"/>
          <w:i/>
          <w:lang w:val="uk-UA"/>
        </w:rPr>
        <w:t xml:space="preserve"> сільської ради від 23.07.2021 року №67 «Про погодження відпустки сільського голови», виконавчий комітет сільської ради </w:t>
      </w:r>
    </w:p>
    <w:p w:rsidR="00903C87" w:rsidRDefault="00903C87" w:rsidP="00903C87">
      <w:pPr>
        <w:pStyle w:val="afa"/>
        <w:spacing w:after="0" w:line="276" w:lineRule="auto"/>
        <w:ind w:firstLineChars="285" w:firstLine="647"/>
        <w:jc w:val="both"/>
        <w:rPr>
          <w:rFonts w:cs="Times New Roman"/>
          <w:i/>
          <w:lang w:val="uk-UA"/>
        </w:rPr>
      </w:pPr>
      <w:r>
        <w:rPr>
          <w:rFonts w:cs="Times New Roman"/>
          <w:i/>
          <w:lang w:val="uk-UA"/>
        </w:rPr>
        <w:t>ВИРІШИВ:</w:t>
      </w:r>
    </w:p>
    <w:p w:rsidR="00903C87" w:rsidRDefault="00903C87" w:rsidP="00903C87">
      <w:pPr>
        <w:tabs>
          <w:tab w:val="num" w:pos="0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Надати премію заступнику сільського голови з питань діяльності виконавчих органів 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Любові Петрівни  за зразкове виконання службових обов’язків за відпрацьовані дні в серпні місяці 2021 року у розмірі 4857.14 ( чотири тисячі вісімсот п’ятдесят сім грн. 14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03C87" w:rsidRDefault="00903C87" w:rsidP="00903C87">
      <w:pPr>
        <w:tabs>
          <w:tab w:val="num" w:pos="0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Відділу бухгалтерського обліку сільської ради здійснити нарахування відповідно до вимог чинного законодавства.</w:t>
      </w:r>
    </w:p>
    <w:p w:rsidR="00903C87" w:rsidRDefault="00903C87" w:rsidP="00903C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Контроль за виконанням цього рішення покласти на начальника відділу бухгалтерського обліку – головного бухгалтера Нечипорук М.М.  </w:t>
      </w:r>
    </w:p>
    <w:p w:rsidR="00903C87" w:rsidRDefault="00903C87" w:rsidP="00903C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3C87" w:rsidRDefault="00903C87" w:rsidP="00903C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3C87" w:rsidRDefault="00903C87" w:rsidP="00903C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3C87" w:rsidRDefault="00903C87" w:rsidP="00903C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3C87" w:rsidRDefault="00903C87" w:rsidP="00903C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сільського голови                                                           </w:t>
      </w:r>
    </w:p>
    <w:p w:rsidR="00903C87" w:rsidRDefault="00903C87" w:rsidP="00903C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питань діяльності виконавчих органів ради</w:t>
      </w:r>
      <w:r w:rsidRPr="00446B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Любов ЛІПСЬКА</w:t>
      </w:r>
    </w:p>
    <w:p w:rsidR="004F759A" w:rsidRDefault="004F759A">
      <w:bookmarkStart w:id="0" w:name="_GoBack"/>
      <w:bookmarkEnd w:id="0"/>
    </w:p>
    <w:sectPr w:rsidR="004F759A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41C" w:rsidRDefault="00D5541C">
      <w:pPr>
        <w:spacing w:after="0" w:line="240" w:lineRule="auto"/>
      </w:pPr>
      <w:r>
        <w:separator/>
      </w:r>
    </w:p>
  </w:endnote>
  <w:endnote w:type="continuationSeparator" w:id="0">
    <w:p w:rsidR="00D5541C" w:rsidRDefault="00D55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41C" w:rsidRDefault="00D5541C">
      <w:pPr>
        <w:spacing w:after="0" w:line="240" w:lineRule="auto"/>
      </w:pPr>
      <w:r>
        <w:separator/>
      </w:r>
    </w:p>
  </w:footnote>
  <w:footnote w:type="continuationSeparator" w:id="0">
    <w:p w:rsidR="00D5541C" w:rsidRDefault="00D55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87"/>
    <w:rsid w:val="004F759A"/>
    <w:rsid w:val="00903C87"/>
    <w:rsid w:val="00D5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C87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C87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2021-09-29T04:17:00Z</dcterms:created>
  <dcterms:modified xsi:type="dcterms:W3CDTF">2021-09-29T04:18:00Z</dcterms:modified>
</cp:coreProperties>
</file>