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D7" w:rsidRDefault="00FB48D7" w:rsidP="00FB48D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8D7" w:rsidRDefault="00FB48D7" w:rsidP="00FB48D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48D7" w:rsidRDefault="00FB48D7" w:rsidP="00FB48D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B48D7" w:rsidRDefault="00FB48D7" w:rsidP="00FB48D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B48D7" w:rsidRDefault="00FB48D7" w:rsidP="00FB48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48D7" w:rsidRDefault="00FB48D7" w:rsidP="00FB48D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21</w:t>
      </w:r>
    </w:p>
    <w:p w:rsidR="00FB48D7" w:rsidRDefault="00FB48D7" w:rsidP="00FB48D7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О.В, 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</w:t>
      </w:r>
    </w:p>
    <w:p w:rsidR="00FB48D7" w:rsidRDefault="00FB48D7" w:rsidP="00FB48D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12,122 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  сільська рада</w:t>
      </w:r>
    </w:p>
    <w:p w:rsid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C7ECC">
        <w:rPr>
          <w:rFonts w:ascii="Times New Roman" w:eastAsia="Calibri" w:hAnsi="Times New Roman" w:cs="Times New Roman"/>
          <w:sz w:val="24"/>
          <w:lang w:val="ru-RU" w:eastAsia="en-US"/>
        </w:rPr>
        <w:t>_____________,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C7ECC">
        <w:rPr>
          <w:rFonts w:ascii="Times New Roman" w:eastAsia="Calibri" w:hAnsi="Times New Roman" w:cs="Times New Roman"/>
          <w:sz w:val="24"/>
          <w:lang w:val="ru-RU" w:eastAsia="en-US"/>
        </w:rPr>
        <w:t>___________,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Лесі Українки,77, Шепетівського району, Хмельницької області.</w:t>
      </w:r>
    </w:p>
    <w:p w:rsid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B48D7" w:rsidRDefault="00FB48D7" w:rsidP="00FB48D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48D7" w:rsidRPr="00FB48D7" w:rsidRDefault="00FB48D7" w:rsidP="00FB48D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70546F" w:rsidRPr="00FB48D7" w:rsidRDefault="00FB48D7" w:rsidP="00FB48D7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70546F" w:rsidRPr="00FB48D7" w:rsidSect="00FB48D7">
      <w:pgSz w:w="12240" w:h="15840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D7"/>
    <w:rsid w:val="0070546F"/>
    <w:rsid w:val="00DC7ECC"/>
    <w:rsid w:val="00FB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D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B48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48D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B48D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D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B48D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48D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B48D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290</Words>
  <Characters>1654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2021-07-26T12:22:00Z</dcterms:created>
  <dcterms:modified xsi:type="dcterms:W3CDTF">2021-07-27T07:18:00Z</dcterms:modified>
</cp:coreProperties>
</file>