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25" w:rsidRPr="00062C82" w:rsidRDefault="00335925" w:rsidP="00335925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335925" w:rsidRPr="00062C82" w:rsidRDefault="00335925" w:rsidP="00335925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335925" w:rsidRPr="00062C82" w:rsidRDefault="005F2850" w:rsidP="00335925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5F2850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Mp8cEA&#10;AADdAAAADwAAAGRycy9kb3ducmV2LnhtbESPzQrCMBCE74LvEFbwpmkVVKpRRFQ8COLffWnWtths&#10;ShO1vr0RBI/DzHzDzBaNKcWTaldYVhD3IxDEqdUFZwou501vAsJ5ZI2lZVLwJgeLebs1w0TbFx/p&#10;efKZCBB2CSrIva8SKV2ak0HXtxVx8G62NuiDrDOpa3wFuCnlIIpG0mDBYSHHilY5pffTwyiww+1u&#10;f80Gx+Gax56Xh8nt2uyV6naa5RSEp8b/w7/2TisYxfEYvm/CE5D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jKfH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p5jcUA&#10;AADdAAAADwAAAGRycy9kb3ducmV2LnhtbERPz2vCMBS+D/Y/hDfwIpp2h26rRhlCp/Mw0AleH81b&#10;0615KUnUzr/eHAY7fny/58vBduJMPrSOFeTTDARx7XTLjYLDZzV5BhEissbOMSn4pQDLxf3dHEvt&#10;Lryj8z42IoVwKFGBibEvpQy1IYth6nrixH05bzEm6BupPV5SuO3kY5YV0mLLqcFgTytD9c/+ZBV8&#10;Vx/muHq6vvnxy46u42q77t4LpUYPw+sMRKQh/ov/3ButoMjzNDe9SU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Knm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6+acQA&#10;AADdAAAADwAAAGRycy9kb3ducmV2LnhtbESPy2rDMBBF94X8g5hCNqWRnUJI3CjGhCYUb0weHzBY&#10;E8vUGhlLjZ2/rwqFLi/3cbjbfLKduNPgW8cK0kUCgrh2uuVGwfVyeF2D8AFZY+eYFDzIQ76bPW0x&#10;027kE93PoRFxhH2GCkwIfSalrw1Z9AvXE0fv5gaLIcqhkXrAMY7bTi6TZCUtthwJBnvaG6q/zt82&#10;Qqo3rMrbeDkcJxzxozT8UpyUmj9PxTuIQFP4D/+1P7WCVZpu4PdNf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+vm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MI6cMA&#10;AADdAAAADwAAAGRycy9kb3ducmV2LnhtbERPTUvDQBC9C/6HZYTe7KahxhK7LVJbEMGDVSjehuw0&#10;CWZnl92xif/ePQgeH+97vZ3coC4UU+/ZwGJegCJuvO25NfDxfrhdgUqCbHHwTAZ+KMF2c321xtr6&#10;kd/ocpRW5RBONRroREKtdWo6cpjmPhBn7uyjQ8kwttpGHHO4G3RZFJV22HNu6DDQrqPm6/jtDLyO&#10;+/ByX92dw2dcljo9WTntxJjZzfT4AEpokn/xn/vZGqgWZd6f3+Qn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MI6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R40sMA&#10;AADdAAAADwAAAGRycy9kb3ducmV2LnhtbESP3YrCMBCF74V9hzAL3siaVkGkNhVZ1kW8EXUfYGjG&#10;pthMSpO19e2NIHh5OD8fJ18PthE36nztWEE6TUAQl07XXCn4O2+/liB8QNbYOCYFd/KwLj5GOWba&#10;9Xyk2ylUIo6wz1CBCaHNpPSlIYt+6lri6F1cZzFE2VVSd9jHcdvIWZIspMWaI8FgS9+Gyuvp30bI&#10;YY6H/aU/b38H7PFnb3iyOSo1/hw2KxCBhvAOv9o7rWCRzlJ4volP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R40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0zBcUA&#10;AADdAAAADwAAAGRycy9kb3ducmV2LnhtbESPQUvDQBSE74L/YXmCN7tp0FRit6W0CiJ4aCuIt0f2&#10;NQlm3y67zyb+e1cQPA4z8w2zXE9uUGeKqfdsYD4rQBE33vbcGng7Pt3cg0qCbHHwTAa+KcF6dXmx&#10;xNr6kfd0PkirMoRTjQY6kVBrnZqOHKaZD8TZO/noULKMrbYRxwx3gy6LotIOe84LHQbadtR8Hr6c&#10;gdfxMbwsqrtT+Ii3pU47K+9bMeb6ato8gBKa5D/81362Bqp5WcLvm/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zTMF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E24MYA&#10;AADdAAAADwAAAGRycy9kb3ducmV2LnhtbESP3WoCMRSE7wt9h3AKvSk1q1Ipq1FUCBUsiD/g7WFz&#10;3F3cnCxJ6m7f3giFXg4z8w0zW/S2ETfyoXasYDjIQBAXztRcKjgd9fsniBCRDTaOScEvBVjMn59m&#10;mBvX8Z5uh1iKBOGQo4IqxjaXMhQVWQwD1xIn7+K8xZikL6Xx2CW4beQoyybSYs1pocKW1hUV18OP&#10;VbDadeXYvxWr3m0vX+cPrY3+1kq9vvTLKYhIffwP/7U3RsFkOBrD4016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QE24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D00cMA&#10;AADdAAAADwAAAGRycy9kb3ducmV2LnhtbESP0YrCMBRE3xf8h3AXfFtTi4p0jSIuhUV80d0PuDR3&#10;m67NTUlirX9vBMHHYWbOMKvNYFvRkw+NYwXTSQaCuHK64VrB70/5sQQRIrLG1jEpuFGAzXr0tsJC&#10;uysfqT/FWiQIhwIVmBi7QspQGbIYJq4jTt6f8xZjkr6W2uM1wW0r8yxbSIsNpwWDHe0MVefTxSoo&#10;9/mhP1+0L912mFmam//ll1Fq/D5sP0FEGuIr/Gx/awWLaT6D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1D00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LD8YA&#10;AADdAAAADwAAAGRycy9kb3ducmV2LnhtbESPQWsCMRSE74X+h/AKvUjNalHKahQVQgsKUit4fWye&#10;u4ublyVJ3e2/N4LQ4zAz3zDzZW8bcSUfascKRsMMBHHhTM2lguOPfvsAESKywcYxKfijAMvF89Mc&#10;c+M6/qbrIZYiQTjkqKCKsc2lDEVFFsPQtcTJOztvMSbpS2k8dgluGznOsqm0WHNaqLClTUXF5fBr&#10;Faz3XfnuB8W6d9vz52mitdE7rdTrS7+agYjUx//wo/1lFExH4wnc36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QLD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7PPcQA&#10;AADdAAAADwAAAGRycy9kb3ducmV2LnhtbESPUWvCMBSF3wf7D+EO9jZTixbpjCIbBZG9qPsBl+ba&#10;VJubksTa/XszEHw8nHO+w1muR9uJgXxoHSuYTjIQxLXTLTcKfo/VxwJEiMgaO8ek4I8CrFevL0ss&#10;tbvxnoZDbESCcChRgYmxL6UMtSGLYeJ64uSdnLcYk/SN1B5vCW47mWdZIS22nBYM9vRlqL4crlZB&#10;tct/hstV+8ptxpmluTkvvo1S72/j5hNEpDE+w4/2VisopnkB/2/SE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Ozz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dwgMMA&#10;AADdAAAADwAAAGRycy9kb3ducmV2LnhtbESP3YrCMBSE7wXfIRzBO03r3y7dRhFB0cvt7gMcmrNt&#10;aXNSm2jr2xtB2MthZr5h0t1gGnGnzlWWFcTzCARxbnXFhYLfn+PsE4TzyBoby6TgQQ522/EoxUTb&#10;nr/pnvlCBAi7BBWU3reJlC4vyaCb25Y4eH+2M+iD7AqpO+wD3DRyEUUbabDisFBiS4eS8jq7GQWr&#10;R3+6Zus6OmpD8WXZXtjna6Wmk2H/BcLT4P/D7/ZZK9jEiw94vQlP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dwg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r97sAA&#10;AADdAAAADwAAAGRycy9kb3ducmV2LnhtbERPTYvCMBC9C/6HMII3Te2huNUooijiya3V89CMbbGZ&#10;lCZq/ffmsLDHx/ternvTiBd1rrasYDaNQBAXVtdcKsgv+8kchPPIGhvLpOBDDtar4WCJqbZv/qVX&#10;5ksRQtilqKDyvk2ldEVFBt3UtsSBu9vOoA+wK6Xu8B3CTSPjKEqkwZpDQ4UtbSsqHtnTKHgmtzjn&#10;+0mfs93n8LPbb5y8lkqNR/1mAcJT7//Ff+6jVpDM4jA3vAlPQK6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Mr97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ncsgA&#10;AADdAAAADwAAAGRycy9kb3ducmV2LnhtbESPzWvCQBTE70L/h+UJ3nTjB0FTV6mCUD0ofvTQ22v2&#10;maTNvo3Zrcb/visUPA4z8xtmOm9MKa5Uu8Kygn4vAkGcWl1wpuB0XHXHIJxH1lhaJgV3cjCfvbSm&#10;mGh74z1dDz4TAcIuQQW591UipUtzMuh6tiIO3tnWBn2QdSZ1jbcAN6UcRFEsDRYcFnKsaJlT+nP4&#10;NQo+duN4slusR9+b7RcOjb586iJWqtNu3l5BeGr8M/zfftcK4v5gAo834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JSdy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7awcMA&#10;AADdAAAADwAAAGRycy9kb3ducmV2LnhtbERPTWvCQBC9C/0Pywi96cakBIluxCpNiydrC16H7DQJ&#10;zc6G7DaJ/fXdg9Dj431vd5NpxUC9aywrWC0jEMSl1Q1XCj4/XhZrEM4ja2wtk4IbOdjlD7MtZtqO&#10;/E7DxVcihLDLUEHtfZdJ6cqaDLql7YgD92V7gz7AvpK6xzGEm1bGUZRKgw2Hhho7OtRUfl9+jILf&#10;9Ipn9xo/HxPt6fa0LuzpXCj1OJ/2GxCeJv8vvrvftIJ0lYT94U14Aj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7aw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s4sUA&#10;AADdAAAADwAAAGRycy9kb3ducmV2LnhtbESP0WrCQBRE34X+w3ILfdNNrAZN3UgpFnyrpn7AJXvd&#10;hGTvxuxWU7++Wyj0cZiZM8xmO9pOXGnwjWMF6SwBQVw53bBRcPp8n65A+ICssXNMCr7Jw7Z4mGww&#10;1+7GR7qWwYgIYZ+jgjqEPpfSVzVZ9DPXE0fv7AaLIcrBSD3gLcJtJ+dJkkmLDceFGnt6q6lqyy+r&#10;4OLmSz2WO/xod+tDY8zicj8ulHp6HF9fQAQaw3/4r73XCrL0OYX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iz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k4/cUA&#10;AADdAAAADwAAAGRycy9kb3ducmV2LnhtbESPzW7CMBCE70h9B2srcStOQA00jUEUCYkrP4cet/aS&#10;pI3XIXYh9OkxUiWOo5n5RlMsetuIM3W+dqwgHSUgiLUzNZcKDvv1ywyED8gGG8ek4EoeFvOnQYG5&#10;cRfe0nkXShEh7HNUUIXQ5lJ6XZFFP3ItcfSOrrMYouxKaTq8RLht5DhJMmmx5rhQYUurivTP7tcq&#10;2NRf9Jrp45udfejt598pTKbfRqnhc798BxGoD4/wf3tjFGTpZAz3N/EJ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2Tj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uksEA&#10;AADdAAAADwAAAGRycy9kb3ducmV2LnhtbERPXWvCMBR9F/wP4Qp701QF0WoUFQYbU0Ed8/XS3DVl&#10;zU1pslr/vREEH883Z7FqbSkaqn3hWMFwkIAgzpwuOFfwfX7vT0H4gKyxdEwKbuRhtex2Fphqd+Uj&#10;NaeQi1jCPkUFJoQqldJnhiz6gauIo/braoshwjqXusZrLLelHCXJRFosOC4YrGhrKPs7/VsFDR5u&#10;ycVs9rPPYpeNDpufLx159dZr13MQgdrwMj/TH1rBZDgew+NNfAJ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cbpL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5IhsUA&#10;AADdAAAADwAAAGRycy9kb3ducmV2LnhtbESPQUvDQBSE70L/w/IK3uymUYrEbosUKh419uDxmX3N&#10;pmbfC7vbJvrrXUHwOMzMN8x6O/leXSjETtjAclGAIm7EdtwaOLztb+5BxYRssRcmA18UYbuZXa2x&#10;sjLyK13q1KoM4VihAZfSUGkdG0ce40IG4uwdJXhMWYZW24Bjhvtel0Wx0h47zgsOB9o5aj7rszcw&#10;PjUfp/L4bt13GGRfv8ip7MWY6/n0+AAq0ZT+w3/tZ2tgtby9g9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ki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mruscA&#10;AADdAAAADwAAAGRycy9kb3ducmV2LnhtbESPW2sCMRSE3wv9D+EUfKtZLVrZGsV6ARFL8dL34+a4&#10;u5qcLJtU13/fCEIfh5n5hhmOG2vEhWpfOlbQaScgiDOnS84V7HeL1wEIH5A1Gsek4EYexqPnpyGm&#10;2l15Q5dtyEWEsE9RQRFClUrps4Is+rariKN3dLXFEGWdS13jNcKtkd0k6UuLJceFAiuaFpSdt79W&#10;weJ7Zk7dr83kR4bp/P1gBqvP2Vqp1ksz+QARqAn/4Ud7qRX0O289uL+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pq7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4dMcA&#10;AADdAAAADwAAAGRycy9kb3ducmV2LnhtbESPQWvCQBSE70L/w/IKvUizsWKQ6CqlUIxQwdqC15fs&#10;axLMvg3ZNUn/fbcgeBxm5htmvR1NI3rqXG1ZwSyKQRAXVtdcKvj+en9egnAeWWNjmRT8koPt5mGy&#10;xlTbgT+pP/lSBAi7FBVU3replK6oyKCLbEscvB/bGfRBdqXUHQ4Bbhr5EseJNFhzWKiwpbeKisvp&#10;ahT0x4+8zHrX7i/LqVvM893uoM9KPT2OrysQnkZ/D9/amVaQzOYJ/L8JT0B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c+H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EhJscA&#10;AADdAAAADwAAAGRycy9kb3ducmV2LnhtbESPT2sCMRTE74LfITyhN81qW7Vbo1Sh0EvBf4d6e25e&#10;dxc3L9sk6uqnbwTB4zAzv2Ems8ZU4kTOl5YV9HsJCOLM6pJzBdvNZ3cMwgdkjZVlUnAhD7NpuzXB&#10;VNszr+i0DrmIEPYpKihCqFMpfVaQQd+zNXH0fq0zGKJ0udQOzxFuKjlIkqE0WHJcKLCmRUHZYX00&#10;CuZv4/nf8oW/r6v9jnY/+8PrwCVKPXWaj3cQgZrwCN/bX1rBsP88gtub+ATk9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xISbHAAAA3QAAAA8AAAAAAAAAAAAAAAAAmAIAAGRy&#10;cy9kb3ducmV2LnhtbFBLBQYAAAAABAAEAPUAAACMAwAAAAA=&#10;" fillcolor="black" stroked="f"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d2WsQA&#10;AADdAAAADwAAAGRycy9kb3ducmV2LnhtbERPz2vCMBS+D/wfwhN2m6nKilSj6KYg6A46Dx6fzbMN&#10;bV5Kk2nnX78cBh4/vt+zRWdrcaPWG8cKhoMEBHHutOFCwel78zYB4QOyxtoxKfglD4t572WGmXZ3&#10;PtDtGAoRQ9hnqKAMocmk9HlJFv3ANcSRu7rWYoiwLaRu8R7DbS1HSZJKi4ZjQ4kNfZSUV8cfq+C8&#10;S83kYGh02T9Wa71/r1Zfn5VSr/1uOQURqAtP8b97qxWkw3GcG9/EJ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Hdlr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7tdMYA&#10;AADdAAAADwAAAGRycy9kb3ducmV2LnhtbESPQWsCMRSE70L/Q3gFb27WFkS3RpFKqZceqpZeH5vX&#10;zXY3L2sSdfXXNwXB4zAz3zDzZW9bcSIfascKxlkOgrh0uuZKwX73NpqCCBFZY+uYFFwowHLxMJhj&#10;od2ZP+m0jZVIEA4FKjAxdoWUoTRkMWSuI07ej/MWY5K+ktrjOcFtK5/yfCIt1pwWDHb0aqhstker&#10;wK++182Vj19Nfv24hPff/jBFo9TwsV+9gIjUx3v41t5oBZPx8wz+36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e7td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aSJsIA&#10;AADdAAAADwAAAGRycy9kb3ducmV2LnhtbERPzWoCMRC+F3yHMIKXolmlWF2NIgWhUClofYBxM+4u&#10;JpNlM9W1T28OQo8f3/9y3XmnrtTGOrCB8SgDRVwEW3Np4PizHc5ARUG26AKTgTtFWK96L0vMbbjx&#10;nq4HKVUK4ZijgUqkybWORUUe4yg0xIk7h9ajJNiW2rZ4S+He6UmWTbXHmlNDhQ19VFRcDr/egJuc&#10;3PzrPe7kftS77M/L/vXbGjPod5sFKKFO/sVP96c1MB2/pf3pTXoCe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hpIm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Y4+cYA&#10;AADdAAAADwAAAGRycy9kb3ducmV2LnhtbESPQWvCQBSE70L/w/IKvekmUkRSV2krQi49NKZ4fWaf&#10;2eDu25DdauqvdwuFHoeZ+YZZbUZnxYWG0HlWkM8yEMSN1x23Cur9broEESKyRuuZFPxQgM36YbLC&#10;Qvsrf9Kliq1IEA4FKjAx9oWUoTHkMMx8T5y8kx8cxiSHVuoBrwnurJxn2UI67DgtGOzp3VBzrr6d&#10;gm3V23ldmrdw+Po4Hm1529Fhq9TT4/j6AiLSGP/Df+1SK1jkzz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Y4+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PpP8QA&#10;AADdAAAADwAAAGRycy9kb3ducmV2LnhtbESPQWsCMRSE7wX/Q3iCt5ooZSurUUQUBE+1evD2SJ67&#10;q5uXZZO66783hUKPw8x8wyxWvavFg9pQedYwGSsQxMbbigsNp+/d+wxEiMgWa8+k4UkBVsvB2wJz&#10;6zv+oscxFiJBOOSooYyxyaUMpiSHYewb4uRdfeswJtkW0rbYJbir5VSpTDqsOC2U2NCmJHM//jgN&#10;t508eKPQnE/nbm8/L9uMaqX1aNiv5yAi9fE//NfeWw3Z5GMK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D6T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buisUA&#10;AADdAAAADwAAAGRycy9kb3ducmV2LnhtbESPW4vCMBSE34X9D+Es7JumXhCpRnEXBFnxwQvLPh6b&#10;Y1vanJQkav33RhB8HGbmG2a2aE0truR8aVlBv5eAIM6sLjlXcDysuhMQPiBrrC2Tgjt5WMw/OjNM&#10;tb3xjq77kIsIYZ+igiKEJpXSZwUZ9D3bEEfvbJ3BEKXLpXZ4i3BTy0GSjKXBkuNCgQ39FJRV+4tR&#10;8H/Z8Hk7/F267/Bn24OvBqdJpdTXZ7ucggjUhnf41V5rBeP+aAjPN/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u6K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XMLMcA&#10;AADdAAAADwAAAGRycy9kb3ducmV2LnhtbESPT2sCMRTE74LfITyhN80qW7Fbo6gg9FLw36HenpvX&#10;3cXNy5qkuvXTG6HQ4zAzv2Gm89bU4krOV5YVDAcJCOLc6ooLBYf9uj8B4QOyxtoyKfglD/NZtzPF&#10;TNsbb+m6C4WIEPYZKihDaDIpfV6SQT+wDXH0vq0zGKJ0hdQObxFuajlKkrE0WHFcKLGhVUn5efdj&#10;FCzfJsvLJuXP+/Z0pOPX6fw6colSL7128Q4iUBv+w3/tD61gPEx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lzCzHAAAA3QAAAA8AAAAAAAAAAAAAAAAAmAIAAGRy&#10;cy9kb3ducmV2LnhtbFBLBQYAAAAABAAEAPUAAACMAwAAAAA=&#10;" fillcolor="black" stroked="f"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WTtsUA&#10;AADdAAAADwAAAGRycy9kb3ducmV2LnhtbESPT0sDMRTE74LfITzBm822apFt07IUiuJp+0d6fd08&#10;N4ublyWJ6frtjSD0OMzMb5jlerS9SORD51jBdFKAIG6c7rhVcDxsH15AhIissXdMCn4owHp1e7PE&#10;UrsL7yjtYysyhEOJCkyMQyllaAxZDBM3EGfv03mLMUvfSu3xkuG2l7OimEuLHecFgwNtDDVf+2+r&#10;IJ03dfWYTsns3n3Vele/fpxrpe7vxmoBItIYr+H/9ptWMJ8+PcP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FZO2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DtM8YA&#10;AADdAAAADwAAAGRycy9kb3ducmV2LnhtbESPQWvCQBSE74X+h+UVvNVNREKNriKi0vZSjYI9PrKv&#10;2WD2bchuY9pf3y0Uehxm5htmsRpsI3rqfO1YQTpOQBCXTtdcKTifdo9PIHxA1tg4JgVf5GG1vL9b&#10;YK7djY/UF6ESEcI+RwUmhDaX0peGLPqxa4mj9+E6iyHKrpK6w1uE20ZOkiSTFmuOCwZb2hgqr8Wn&#10;VeDTzfbyar9n/fve8FvxYrJDZZQaPQzrOYhAQ/gP/7WftYIsnWbw+yY+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DtM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335925" w:rsidRPr="00062C82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</w:rPr>
      </w:pPr>
    </w:p>
    <w:p w:rsidR="00335925" w:rsidRPr="00062C82" w:rsidRDefault="00335925" w:rsidP="00335925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335925" w:rsidRPr="00062C82" w:rsidRDefault="00335925" w:rsidP="00335925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335925" w:rsidRPr="00062C82" w:rsidRDefault="00335925" w:rsidP="00335925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335925" w:rsidRPr="00062C82" w:rsidRDefault="00335925" w:rsidP="00335925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5F2850" w:rsidRPr="005F2850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+Snr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yWAc5oY34Qn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6Pkp6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XzC8gA&#10;AADdAAAADwAAAGRycy9kb3ducmV2LnhtbESPQWsCMRSE74X+h/AKvUjNWspat0YRYW31IGgLvT42&#10;r5utm5clibr11zcFocdhZr5hpvPetuJEPjSOFYyGGQjiyumGawUf7+XDM4gQkTW2jknBDwWYz25v&#10;plhod+YdnfaxFgnCoUAFJsaukDJUhiyGoeuIk/flvMWYpK+l9nhOcNvKxyzLpcWG04LBjpaGqsP+&#10;aBV8l1vzuRxfVn4w2dFlUG5e23Wu1P1dv3gBEamP/+Fr+00ryEdPE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1fM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uNMEA&#10;AADdAAAADwAAAGRycy9kb3ducmV2LnhtbERPzWrCQBC+F3yHZQpeSt2oKCV1FZEq4kXUPsCQHbOh&#10;2dmQ3Zr49s5B8Pjx/S9Wva/VjdpYBTYwHmWgiItgKy4N/F62n1+gYkK2WAcmA3eKsFoO3haY29Dx&#10;iW7nVCoJ4ZijAZdSk2sdC0ce4yg0xMJdQ+sxCWxLbVvsJNzXepJlc+2xYmlw2NDGUfF3/vdScpzi&#10;8XDtLttdjx3+HBx/rE/GDN/79TeoRH16iZ/uvTUwH89kv7yRJ6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urj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neD8YA&#10;AADdAAAADwAAAGRycy9kb3ducmV2LnhtbESPQUvDQBSE70L/w/IEb3aT0kaJ3ZZSK4jgwSqIt0f2&#10;NQlm3y67zyb+e1cQPA4z8w2z3k5uUGeKqfdsoJwXoIgbb3tuDby9PlzfgkqCbHHwTAa+KcF2M7tY&#10;Y239yC90PkqrMoRTjQY6kVBrnZqOHKa5D8TZO/noULKMrbYRxwx3g14URaUd9pwXOgy076j5PH45&#10;A8/jITzdVKtT+IjLhU73Vt73YszV5bS7AyU0yX/4r/1oDVTlq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neD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CV2MQA&#10;AADdAAAADwAAAGRycy9kb3ducmV2LnhtbESP32rCMBTG7wd7h3CE3QxNdSijGksZqwxvRN0DHJpj&#10;U2xOSpO13dsbQfDy4/vz49tko21ET52vHSuYzxIQxKXTNVcKfs/F9BOED8gaG8ek4J88ZNvXlw2m&#10;2g18pP4UKhFH2KeowITQplL60pBFP3MtcfQurrMYouwqqTsc4rht5CJJVtJizZFgsKUvQ+X19Gcj&#10;5PCBh/1lOBe7EQf83ht+z49KvU3GfA0i0Bie4Uf7RytYzZcLuL+JT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wld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fl48YA&#10;AADdAAAADwAAAGRycy9kb3ducmV2LnhtbESPQUsDMRSE70L/Q3iCN5tttausTUupCkXowSqIt8fm&#10;dXdx8xKSZ3f9940geBxm5htmuR5dr04UU+fZwGxagCKuve24MfD+9nx9DyoJssXeMxn4oQTr1eRi&#10;iZX1A7/S6SCNyhBOFRpoRUKldapbcpimPhBn7+ijQ8kyNtpGHDLc9XpeFKV22HFeaDHQtqX66/Dt&#10;DOyHp/ByVy6O4TPeznV6tPKxFWOuLsfNAyihUf7Df+2dNVDOFj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fl4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7d6cYA&#10;AADdAAAADwAAAGRycy9kb3ducmV2LnhtbESPQWsCMRSE7wX/Q3iCF6lZ2yplNYoWQgsVRFvw+tg8&#10;dxc3L0sS3e2/bwpCj8PMfMMs171txI18qB0rmE4yEMSFMzWXCr6/9OMriBCRDTaOScEPBVivBg9L&#10;zI3r+EC3YyxFgnDIUUEVY5tLGYqKLIaJa4mTd3beYkzSl9J47BLcNvIpy+bSYs1pocKW3ioqLser&#10;VbDdd+WzHxfb3n2e308zrY3eaaVGw36zABGpj//he/vDKJhPZy/w9y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7d6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oiN8MA&#10;AADdAAAADwAAAGRycy9kb3ducmV2LnhtbESP0YrCMBRE3xf8h3AF39ZUsSLVKOJSWMSXdfcDLs21&#10;qTY3JYm1+/cbQdjHYWbOMJvdYFvRkw+NYwWzaQaCuHK64VrBz3f5vgIRIrLG1jEp+KUAu+3obYOF&#10;dg/+ov4ca5EgHApUYGLsCilDZchimLqOOHkX5y3GJH0ttcdHgttWzrNsKS02nBYMdnQwVN3Od6ug&#10;PM5P/e2ufen2w8JSbq6rD6PUZDzs1yAiDfE//Gp/agXLWZ7D8016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oiN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mBcYA&#10;AADdAAAADwAAAGRycy9kb3ducmV2LnhtbESPUWvCMBSF3wf+h3AFX8ZMdVikM4oOggMHYzrY66W5&#10;tsXmpiSZrf/eDAZ7PJxzvsNZbQbbiiv50DhWMJtmIIhLZxquFHyd9NMSRIjIBlvHpOBGATbr0cMK&#10;C+N6/qTrMVYiQTgUqKCOsSukDGVNFsPUdcTJOztvMSbpK2k89gluWznPslxabDgt1NjRa03l5fhj&#10;Few++urZP5a7wR3O+++F1ka/a6Um42H7AiLSEP/Df+03oyCfLXL4fZ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DmB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QZ28QA&#10;AADdAAAADwAAAGRycy9kb3ducmV2LnhtbESP3WoCMRSE7wu+QzgF72pWqT9sjSKWBRFvqj7AYXO6&#10;2bo5WZK4rm9vBKGXw8x8wyzXvW1ERz7UjhWMRxkI4tLpmisF51PxsQARIrLGxjEpuFOA9WrwtsRc&#10;uxv/UHeMlUgQDjkqMDG2uZShNGQxjFxLnLxf5y3GJH0ltcdbgttGTrJsJi3WnBYMtrQ1VF6OV6ug&#10;2E8O3eWqfeE2/aelqflbfBulhu/95gtEpD7+h1/tnVYwG0/n8HyTn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EGd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6Xj8AA&#10;AADdAAAADwAAAGRycy9kb3ducmV2LnhtbERPzWqDQBC+F/IOywR6q6ttlWDcSCkYkmNNHmBwJypx&#10;Z627iebts4dCjx/ff1EuZhB3mlxvWUESxSCIG6t7bhWcT9XbBoTzyBoHy6TgQQ7K3eqlwFzbmX/o&#10;XvtWhBB2OSrovB9zKV3TkUEX2ZE4cBc7GfQBTq3UE84h3AzyPY4zabDn0NDhSN8dNdf6ZhR8Pub9&#10;b51e40obSo4f45F9kyr1ul6+tiA8Lf5f/Oc+aAVZkoa54U14AnL3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6Xj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ArCMQA&#10;AADdAAAADwAAAGRycy9kb3ducmV2LnhtbESPT4vCMBTE78J+h/CEvWmqYNGuqciKsnjSqnt+NK9/&#10;sHkpTdT67Y2wsMdhZn7DLFe9acSdOldbVjAZRyCIc6trLhWcT9vRHITzyBoby6TgSQ5W6cdgiYm2&#10;Dz7SPfOlCBB2CSqovG8TKV1ekUE3ti1x8ArbGfRBdqXUHT4C3DRyGkWxNFhzWKiwpe+K8mt2Mwpu&#10;8e/0zMVeH7LNc7fYbNdOXkqlPof9+guEp97/h//aP1pBPJkt4P0mPAGZ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AKw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U3L8QA&#10;AADdAAAADwAAAGRycy9kb3ducmV2LnhtbERPyW7CMBC9V+IfrEHiVhwWWRAwCJAqFQ5FZTlwm8bT&#10;JG08TmMXwt/jQ6Uen94+X7a2EldqfOlYw6CfgCDOnCk513A6vjxPQPiAbLByTBru5GG56DzNMTXu&#10;xu90PYRcxBD2KWooQqhTKX1WkEXfdzVx5D5dYzFE2OTSNHiL4baSwyRR0mLJsaHAmjYFZd+HX6vh&#10;vJ+o6X69HX/t3j5wZM3PxZRK6163Xc1ABGrDv/jP/Wo0qIGK++Ob+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1Ny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FQR8UA&#10;AADdAAAADwAAAGRycy9kb3ducmV2LnhtbESPS4vCQBCE74L/YWjBm06iEiTrKD7wwZ58wV6bTG8S&#10;NtMTMqPG/fU7woLHoqq+omaL1lTiTo0rLSuIhxEI4szqknMF18t2MAXhPLLGyjIpeJKDxbzbmWGq&#10;7YNPdD/7XAQIuxQVFN7XqZQuK8igG9qaOHjftjHog2xyqRt8BLip5CiKEmmw5LBQYE3rgrKf880o&#10;+E2+8Oj2o9VmrD09J9Od/TzulOr32uUHCE+tf4f/2wetIImTG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QVB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udiMQA&#10;AADdAAAADwAAAGRycy9kb3ducmV2LnhtbESP0WrCQBRE3wv+w3IF3+rGoEGjq0hR8M0a/YBL9roJ&#10;Zu/G7FZjv75bKPRxmJkzzGrT20Y8qPO1YwWTcQKCuHS6ZqPgct6/z0H4gKyxcUwKXuRhsx68rTDX&#10;7sknehTBiAhhn6OCKoQ2l9KXFVn0Y9cSR+/qOoshys5I3eEzwm0j0yTJpMWa40KFLX1UVN6KL6vg&#10;7tKZ7osdHm+7xWdtzPT+fZoqNRr22yWIQH34D/+1D1pBNslS+H0Tn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LnY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aye8UA&#10;AADdAAAADwAAAGRycy9kb3ducmV2LnhtbESPzW7CMBCE70i8g7WVuBUnRU1pwEEFCYkrP4cet/aS&#10;hMbrEBsIffq6UiWOo5n5RjNf9LYRV+p87VhBOk5AEGtnai4VHPbr5ykIH5ANNo5JwZ08LIrhYI65&#10;cTfe0nUXShEh7HNUUIXQ5lJ6XZFFP3YtcfSOrrMYouxKaTq8Rbht5EuSZNJizXGhwpZWFenv3cUq&#10;2NRf9Jrp47udLvX28+ccJm8no9Toqf+YgQjUh0f4v70xCrI0m8D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rJ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bZ+8IA&#10;AADdAAAADwAAAGRycy9kb3ducmV2LnhtbERPW2vCMBR+F/Yfwhn4pmllFNcZyxwMJl5gbmyvh+as&#10;KWtOShNr/fdGEHz87nyLYrCN6KnztWMF6TQBQVw6XXOl4PvrfTIH4QOyxsYxKTiTh2L5MFpgrt2J&#10;P6k/hErEEvY5KjAhtLmUvjRk0U9dSxy1P9dZDBF2ldQdnmK5beQsSTJpsea4YLClN0Pl/+FoFfS4&#10;Pye/ZrV7XtfbcrZf/Wx05NX4cXh9ARFoCHfzLf2hFWRp9gTXN/EJ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xtn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HCAMQA&#10;AADdAAAADwAAAGRycy9kb3ducmV2LnhtbESPQUvDQBSE70L/w/IK3uymAYPEbosILR41evD4zL5m&#10;U7Pvhd1tE/31riB4HGbmG2azm/2gLhRiL2xgvSpAEbdie+4MvL3ub+5AxYRscRAmA18UYbddXG2w&#10;tjLxC12a1KkM4VijAZfSWGsdW0ce40pG4uwdJXhMWYZO24BThvtBl0VRaY895wWHIz06aj+bszcw&#10;HdqPU3l8t+47jLJvnuVUDmLM9XJ+uAeVaE7/4b/2kzVQratb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xwg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a0McA&#10;AADdAAAADwAAAGRycy9kb3ducmV2LnhtbESPT2vCQBTE74V+h+UJvdWNHqKkboJ/KhSpiLben9nX&#10;JO3u25DdavrtXUHocZiZ3zCzordGnKnzjWMFo2ECgrh0uuFKwefH+nkKwgdkjcYxKfgjD0X++DDD&#10;TLsL7+l8CJWIEPYZKqhDaDMpfVmTRT90LXH0vlxnMUTZVVJ3eIlwa+Q4SVJpseG4UGNLy5rKn8Ov&#10;VbDercz3eLufH2VYvk5OZrpZrN6Vehr08xcQgfrwH76337SCdJSmcHsTn4DM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IGt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y8sYA&#10;AADdAAAADwAAAGRycy9kb3ducmV2LnhtbESPQWvCQBSE7wX/w/KEXopubGmU6CoiFC0oaBS8PrPP&#10;JJh9G7LbmP77rlDwOMzMN8xs0ZlKtNS40rKC0TACQZxZXXKu4HT8GkxAOI+ssbJMCn7JwWLee5lh&#10;ou2dD9SmPhcBwi5BBYX3dSKlywoy6Ia2Jg7e1TYGfZBNLnWD9wA3lXyPolgaLDksFFjTqqDslv4Y&#10;Be1+e8k3rau/b5M39/lxWa93+qzUa79bTkF46vwz/N/eaAXxKB7D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Ny8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2aScQA&#10;AADdAAAADwAAAGRycy9kb3ducmV2LnhtbERPz2vCMBS+C/4P4Qm7aaq44rpG0YGwy2A6D3p7bZ5t&#10;sXnpkky7/fXmIOz48f3OV71pxZWcbywrmE4SEMSl1Q1XCg5f2/EChA/IGlvLpOCXPKyWw0GOmbY3&#10;3tF1HyoRQ9hnqKAOocuk9GVNBv3EdsSRO1tnMEToKqkd3mK4aeUsSVJpsOHYUGNHbzWVl/2PUbB5&#10;WWy+P+f88bcrTnQ6FpfnmUuUehr161cQgfrwL36437WCdJrGufFNf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dmknEAAAA3QAAAA8AAAAAAAAAAAAAAAAAmAIAAGRycy9k&#10;b3ducmV2LnhtbFBLBQYAAAAABAAEAPUAAACJAwAAAAA=&#10;" fillcolor="black" stroked="f"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83McA&#10;AADdAAAADwAAAGRycy9kb3ducmV2LnhtbESPT2vCQBTE74LfYXlCb7pRMGh0lfqnUNAe1B56fGZf&#10;kyXZtyG71bSfvisUehxm5jfMct3ZWtyo9caxgvEoAUGcO224UPB+eRnOQPiArLF2TAq+ycN61e8t&#10;MdPuzie6nUMhIoR9hgrKEJpMSp+XZNGPXEMcvU/XWgxRtoXULd4j3NZykiSptGg4LpTY0LakvDp/&#10;WQUfh9TMToYm1+PPZq+P02rztquUehp0zwsQgbrwH/5rv2oF6Tidw+NNf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4/Nz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79KcIA&#10;AADdAAAADwAAAGRycy9kb3ducmV2LnhtbERPPW/CMBDdK/EfrENiKw4MFAUMQlQIFoYCVddTfMQh&#10;8Tm1DQR+fT1UYnx63/NlZxtxIx8qxwpGwwwEceF0xaWC03HzPgURIrLGxjEpeFCA5aL3Nsdcuzt/&#10;0e0QS5FCOOSowMTY5lKGwpDFMHQtceLOzluMCfpSao/3FG4bOc6yibRYcWow2NLaUFEfrlaBX/18&#10;1k++ftfZc/8I20v3O0Wj1KDfrWYgInXxJf5377SCyegj7U9v0hO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v0p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9AMYA&#10;AADdAAAADwAAAGRycy9kb3ducmV2LnhtbESP3WrCQBSE7wt9h+UUelN0Ey+0ja5SCoJQEfx5gGP2&#10;mITung3ZU40+vSsUejnMzDfMbNF7p87UxSawgXyYgSIug224MnDYLwfvoKIgW3SBycCVIizmz08z&#10;LGy48JbOO6lUgnAs0EAt0hZax7Imj3EYWuLknULnUZLsKm07vCS4d3qUZWPtseG0UGNLXzWVP7tf&#10;b8CNju7jexLXcj3odXbzsn3bWGNeX/rPKSihXv7Df+2VNTDOJzk83q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b9A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hsM8YA&#10;AADdAAAADwAAAGRycy9kb3ducmV2LnhtbESPQWvCQBSE70L/w/IKvenGHKykrtJWhFx6MKZ4fWaf&#10;2eDu25Ddatpf7xYKPQ4z8w2z2ozOiisNofOsYD7LQBA3XnfcKqgPu+kSRIjIGq1nUvBNATbrh8kK&#10;C+1vvKdrFVuRIBwKVGBi7AspQ2PIYZj5njh5Zz84jEkOrdQD3hLcWZln2UI67DgtGOzp3VBzqb6c&#10;gm3V27wuzVs4fn6cTrb82dFxq9TT4/j6AiLSGP/Df+1SK1jMn3P4fZ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hsM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OGGcQA&#10;AADdAAAADwAAAGRycy9kb3ducmV2LnhtbESPQWsCMRSE7wX/Q3iCt5pYYZXVKCIKgqdaPXh7JM/d&#10;1c3Lsknd9d83hUKPw8x8wyzXvavFk9pQedYwGSsQxMbbigsN56/9+xxEiMgWa8+k4UUB1qvB2xJz&#10;6zv+pOcpFiJBOOSooYyxyaUMpiSHYewb4uTdfOswJtkW0rbYJbir5YdSmXRYcVoosaFtSeZx+nYa&#10;7nt59EahuZwv3cHOrruMaqX1aNhvFiAi9fE//Nc+WA3ZZDaF3zfpCc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jhh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O8Q8UA&#10;AADdAAAADwAAAGRycy9kb3ducmV2LnhtbESPQWsCMRSE74L/IbyCN82qRWVrFBUEsXhQS+nxdfPc&#10;XXbzsiRRt/++EQSPw8x8w8yXranFjZwvLSsYDhIQxJnVJecKvs7b/gyED8gaa8uk4I88LBfdzhxT&#10;be98pNsp5CJC2KeooAihSaX0WUEG/cA2xNG7WGcwROlyqR3eI9zUcpQkE2mw5LhQYEObgrLqdDUK&#10;fq6ffDmM9yu3Dt+2Pftq9DurlOq9tasPEIHa8Ao/2zutYDKcvsPj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07xD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WjCscA&#10;AADdAAAADwAAAGRycy9kb3ducmV2LnhtbESPzWsCMRTE74L/Q3iCN80q9Ws1Si0UeinUj4Penpvn&#10;7uLmZZtE3favb4SCx2FmfsMsVo2pxI2cLy0rGPQTEMSZ1SXnCva7994UhA/IGivLpOCHPKyW7dYC&#10;U23vvKHbNuQiQtinqKAIoU6l9FlBBn3f1sTRO1tnMETpcqkd3iPcVHKYJGNpsOS4UGBNbwVll+3V&#10;KFjPpuvvrxf+/N2cjnQ8nC6joUuU6naa1zmIQE14hv/bH1rBeDAZweNNf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FowrHAAAA3QAAAA8AAAAAAAAAAAAAAAAAmAIAAGRy&#10;cy9kb3ducmV2LnhtbFBLBQYAAAAABAAEAPUAAACMAwAAAAA=&#10;" fillcolor="black" stroked="f"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vHfMUA&#10;AADdAAAADwAAAGRycy9kb3ducmV2LnhtbESPQUsDMRSE70L/Q3gFbzbbCqusTctSKIqnbVW8vm5e&#10;N0s3L0sS0/XfG0HwOMzMN8x6O9lBJPKhd6xguShAELdO99wpeH/b3z2CCBFZ4+CYFHxTgO1mdrPG&#10;SrsrHygdYycyhEOFCkyMYyVlaA1ZDAs3Emfv7LzFmKXvpPZ4zXA7yFVRlNJiz3nB4Eg7Q+3l+GUV&#10;pNOuqe/TZzKHV1933jXPH6dGqdv5VD+BiDTF//Bf+0UrKJcP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8d8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CCFcYA&#10;AADdAAAADwAAAGRycy9kb3ducmV2LnhtbESPQWvCQBSE74L/YXmF3uomPcQaXaWILdWLbSzU4yP7&#10;mg3Nvg3ZbYz+erdQ8DjMzDfMYjXYRvTU+dqxgnSSgCAuna65UvB5eHl4AuEDssbGMSk4k4fVcjxa&#10;YK7diT+oL0IlIoR9jgpMCG0upS8NWfQT1xJH79t1FkOUXSV1h6cIt418TJJMWqw5LhhsaW2o/Cl+&#10;rQKfrjdfO3uZ9cdXw/tia7L3yih1fzc8z0EEGsIt/N9+0wqydDqFvzfx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CCF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35925" w:rsidRDefault="00335925" w:rsidP="003359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35925" w:rsidRPr="00062C82" w:rsidRDefault="00335925" w:rsidP="00335925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335925" w:rsidRPr="00062C82" w:rsidRDefault="00335925" w:rsidP="00335925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>сесії</w:t>
      </w:r>
      <w:proofErr w:type="spellEnd"/>
      <w:r w:rsidRPr="00062C82">
        <w:rPr>
          <w:rFonts w:ascii="Times New Roman" w:hAnsi="Times New Roman" w:cs="Times New Roman"/>
        </w:rPr>
        <w:t xml:space="preserve">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</w:rPr>
      </w:pPr>
    </w:p>
    <w:p w:rsidR="00335925" w:rsidRPr="00062C82" w:rsidRDefault="00335925" w:rsidP="00335925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</w:rPr>
      </w:pP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</w:rPr>
        <w:t>Рощук</w:t>
      </w:r>
      <w:proofErr w:type="spellEnd"/>
      <w:r>
        <w:rPr>
          <w:rFonts w:ascii="Times New Roman" w:hAnsi="Times New Roman" w:cs="Times New Roman"/>
          <w:b/>
        </w:rPr>
        <w:t xml:space="preserve"> П.Т.</w:t>
      </w: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</w:rPr>
      </w:pPr>
    </w:p>
    <w:p w:rsidR="00335925" w:rsidRPr="00062C82" w:rsidRDefault="00335925" w:rsidP="00335925">
      <w:pPr>
        <w:tabs>
          <w:tab w:val="left" w:pos="4424"/>
        </w:tabs>
        <w:rPr>
          <w:rFonts w:ascii="Times New Roman" w:hAnsi="Times New Roman" w:cs="Times New Roman"/>
        </w:rPr>
      </w:pPr>
    </w:p>
    <w:p w:rsidR="00335925" w:rsidRPr="00062C82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Рощука</w:t>
      </w:r>
      <w:proofErr w:type="spellEnd"/>
      <w:r>
        <w:rPr>
          <w:rFonts w:ascii="Times New Roman" w:hAnsi="Times New Roman" w:cs="Times New Roman"/>
        </w:rPr>
        <w:t xml:space="preserve"> П.Т.,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335925" w:rsidRPr="00062C82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335925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Рощуку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Петру Тихоновичу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 адресою: </w:t>
      </w:r>
      <w:r w:rsidR="00474EC6" w:rsidRPr="00474EC6">
        <w:rPr>
          <w:rFonts w:ascii="Times New Roman" w:eastAsiaTheme="minorHAnsi" w:hAnsi="Times New Roman" w:cs="Times New Roman"/>
          <w:color w:val="auto"/>
          <w:szCs w:val="22"/>
          <w:lang w:eastAsia="en-US"/>
        </w:rPr>
        <w:t>_________________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474EC6" w:rsidRPr="00474EC6">
        <w:rPr>
          <w:rFonts w:ascii="Times New Roman" w:hAnsi="Times New Roman" w:cs="Times New Roman"/>
        </w:rPr>
        <w:t>____________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2356га, (кадастровий номер:</w:t>
      </w:r>
      <w:r w:rsidRPr="00062C82">
        <w:rPr>
          <w:rFonts w:ascii="Times New Roman" w:hAnsi="Times New Roman" w:cs="Times New Roman"/>
        </w:rPr>
        <w:t>6823986800:0</w:t>
      </w:r>
      <w:r>
        <w:rPr>
          <w:rFonts w:ascii="Times New Roman" w:hAnsi="Times New Roman" w:cs="Times New Roman"/>
        </w:rPr>
        <w:t>2:012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14</w:t>
      </w:r>
      <w:r w:rsidRPr="00062C82">
        <w:rPr>
          <w:rFonts w:ascii="Times New Roman" w:hAnsi="Times New Roman" w:cs="Times New Roman"/>
        </w:rPr>
        <w:t xml:space="preserve">), для </w:t>
      </w:r>
      <w:r>
        <w:rPr>
          <w:rFonts w:ascii="Times New Roman" w:hAnsi="Times New Roman" w:cs="Times New Roman"/>
        </w:rPr>
        <w:t>ведення особистого селянського господарства</w:t>
      </w:r>
      <w:r w:rsidRPr="00062C82">
        <w:rPr>
          <w:rFonts w:ascii="Times New Roman" w:hAnsi="Times New Roman" w:cs="Times New Roman"/>
        </w:rPr>
        <w:t xml:space="preserve">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Колом’є</w:t>
      </w:r>
      <w:proofErr w:type="spellEnd"/>
      <w:r>
        <w:rPr>
          <w:rFonts w:ascii="Times New Roman" w:hAnsi="Times New Roman" w:cs="Times New Roman"/>
        </w:rPr>
        <w:t>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335925" w:rsidRPr="00062C82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Рощуку</w:t>
      </w:r>
      <w:proofErr w:type="spellEnd"/>
      <w:r>
        <w:rPr>
          <w:rFonts w:ascii="Times New Roman" w:hAnsi="Times New Roman" w:cs="Times New Roman"/>
        </w:rPr>
        <w:t xml:space="preserve"> П.Т.,</w:t>
      </w:r>
      <w:r w:rsidRPr="00062C82">
        <w:rPr>
          <w:rFonts w:ascii="Times New Roman" w:hAnsi="Times New Roman" w:cs="Times New Roman"/>
        </w:rPr>
        <w:t xml:space="preserve"> посвідчити своє право  в  установленому  законом  порядку.</w:t>
      </w:r>
    </w:p>
    <w:p w:rsidR="00335925" w:rsidRPr="00062C82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35925" w:rsidRPr="00062C82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335925" w:rsidRPr="00062C82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335925" w:rsidRPr="00335925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335925" w:rsidRPr="00062C82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F72128" w:rsidRPr="00335925" w:rsidRDefault="00335925" w:rsidP="00335925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F72128" w:rsidRPr="00335925" w:rsidSect="00F72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35925"/>
    <w:rsid w:val="00171A2E"/>
    <w:rsid w:val="00304C90"/>
    <w:rsid w:val="00334F8C"/>
    <w:rsid w:val="00335925"/>
    <w:rsid w:val="00474EC6"/>
    <w:rsid w:val="00505B6D"/>
    <w:rsid w:val="005F2850"/>
    <w:rsid w:val="006D3977"/>
    <w:rsid w:val="007D6C18"/>
    <w:rsid w:val="00C7754C"/>
    <w:rsid w:val="00D1641A"/>
    <w:rsid w:val="00F7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92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258</Words>
  <Characters>1472</Characters>
  <Application>Microsoft Office Word</Application>
  <DocSecurity>0</DocSecurity>
  <Lines>12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2020-02-13T11:22:00Z</dcterms:created>
  <dcterms:modified xsi:type="dcterms:W3CDTF">2020-02-13T12:08:00Z</dcterms:modified>
</cp:coreProperties>
</file>