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4FA" w:rsidRDefault="001C64FA" w:rsidP="001C64F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C64FA" w:rsidRDefault="001C64FA" w:rsidP="001C64F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C64FA" w:rsidRDefault="001C64FA" w:rsidP="001C64F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C64FA" w:rsidRDefault="001C64FA" w:rsidP="001C64F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C64FA" w:rsidRDefault="001C64FA" w:rsidP="001C64F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C64FA" w:rsidRDefault="001C64FA" w:rsidP="001C64F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64FA" w:rsidRDefault="001C64FA" w:rsidP="001C64F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C64FA" w:rsidRDefault="001C64FA" w:rsidP="001C64F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C64FA" w:rsidRPr="00EF19B8" w:rsidRDefault="001C64FA" w:rsidP="001C64F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C64FA" w:rsidRPr="00EF19B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C64FA" w:rsidRPr="00EF19B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C64FA" w:rsidRPr="00EF19B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Терновому О.М.</w:t>
      </w:r>
    </w:p>
    <w:p w:rsidR="001C64FA" w:rsidRPr="00EF19B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C64FA" w:rsidRPr="00EF19B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116,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Тернового О.М.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C64FA" w:rsidRPr="003A034D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C64FA" w:rsidRPr="004D26E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Терновому Олександру Миколайовичу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,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873EA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площею 0,12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та споруд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C64FA" w:rsidRPr="004D26E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Терновому О.М.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C64FA" w:rsidRPr="004D26E8" w:rsidRDefault="001C64FA" w:rsidP="001C64F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C64FA" w:rsidRPr="00EF19B8" w:rsidRDefault="001C64FA" w:rsidP="001C64F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1C64FA" w:rsidRPr="00EF19B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C64FA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C64FA" w:rsidRPr="00EF19B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C64FA" w:rsidRPr="00EF19B8" w:rsidRDefault="001C64FA" w:rsidP="001C64F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C64FA" w:rsidRDefault="001C64FA" w:rsidP="001C64F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EA2261" w:rsidRDefault="00EA2261"/>
    <w:sectPr w:rsidR="00EA226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4FA"/>
    <w:rsid w:val="001873EA"/>
    <w:rsid w:val="001C64FA"/>
    <w:rsid w:val="00EA2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4F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C64F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C64F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C64F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4F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C64F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C64F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C64F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7</TotalTime>
  <Pages>1</Pages>
  <Words>242</Words>
  <Characters>1381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2021-07-07T06:52:00Z</dcterms:created>
  <dcterms:modified xsi:type="dcterms:W3CDTF">2021-07-07T08:38:00Z</dcterms:modified>
</cp:coreProperties>
</file>