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A4" w:rsidRPr="00154EFF" w:rsidRDefault="00506BA4" w:rsidP="00506BA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BA4" w:rsidRDefault="00506BA4" w:rsidP="00506B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6BA4" w:rsidRDefault="00506BA4" w:rsidP="00506B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6BA4" w:rsidRDefault="00506BA4" w:rsidP="00506B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06BA4" w:rsidRDefault="00506BA4" w:rsidP="00506B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6BA4" w:rsidRDefault="00506BA4" w:rsidP="00506BA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№22</w:t>
      </w:r>
    </w:p>
    <w:p w:rsidR="00506BA4" w:rsidRPr="008D6F85" w:rsidRDefault="00506BA4" w:rsidP="00506B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Апончук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О.О.</w:t>
      </w: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Апончук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 сільська  рада </w:t>
      </w: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Апончук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Ользі Олександрівні,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яка  зареєстрована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E1C92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8E361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E1C9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0,1055 га,  кадастровий номер: 6823986800:02:006:0022, д</w:t>
      </w:r>
      <w:r w:rsidRPr="008E3616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, вулиця Миру, 95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Апончук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посвідчити своє право  в  установленому  законом  порядку.</w:t>
      </w: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06BA4" w:rsidRPr="008E3616" w:rsidRDefault="00506BA4" w:rsidP="00506B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06BA4" w:rsidRPr="008E3616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D3869" w:rsidRPr="00506BA4" w:rsidRDefault="00506BA4" w:rsidP="00506B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2D3869" w:rsidRPr="00506BA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A4"/>
    <w:rsid w:val="002D3869"/>
    <w:rsid w:val="00506BA4"/>
    <w:rsid w:val="00EE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A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06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06BA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A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06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06BA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2022-02-08T06:38:00Z</dcterms:created>
  <dcterms:modified xsi:type="dcterms:W3CDTF">2022-02-08T11:09:00Z</dcterms:modified>
</cp:coreProperties>
</file>