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3BB" w:rsidRPr="00E269E7" w:rsidRDefault="002C63BB" w:rsidP="002C63B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9942C3" wp14:editId="5DA300F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90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3BB" w:rsidRDefault="002C63BB" w:rsidP="002C63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RXsQA&#10;AADdAAAADwAAAGRycy9kb3ducmV2LnhtbESPT4vCMBTE78J+h/AWvNl0VdRWo8iyigdB/Hd/NM+2&#10;2LyUJqv12xtB8DjMzG+Y2aI1lbhR40rLCn6iGARxZnXJuYLTcdWbgHAeWWNlmRQ8yMFi/tWZYart&#10;nfd0O/hcBAi7FBUU3teplC4ryKCLbE0cvIttDPogm1zqBu8BbirZj+ORNFhyWCiwpt+Csuvh3yiw&#10;g/Vme877+8Efjz0vd5PLud0q1f1ul1MQnlr/Cb/bG61gmMQJvN6EJ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GUV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OqEMUA&#10;AADdAAAADwAAAGRycy9kb3ducmV2LnhtbERPy2oCMRTdF/yHcIVupGYs4mM0ShGmtV0UtIVuL5Pr&#10;ZHRyMySpjn69WRS6PJz3ct3ZRpzJh9qxgtEwA0FcOl1zpeD7q3iagQgRWWPjmBRcKcB61XtYYq7d&#10;hXd03sdKpBAOOSowMba5lKE0ZDEMXUucuIPzFmOCvpLa4yWF20Y+Z9lEWqw5NRhsaWOoPO1/rYJj&#10;8Wl+NtPbqx/Md3QbFB9vzftEqcd+97IAEamL/+I/91YrGM9H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86o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t9MMA&#10;AADdAAAADwAAAGRycy9kb3ducmV2LnhtbESP3YrCMBCF74V9hzALeyNrWhVZq1FkURFvxJ8HGJqx&#10;KTaT0mRt9+2NIHh5OD8fZ77sbCXu1PjSsYJ0kIAgzp0uuVBwOW++f0D4gKyxckwK/snDcvHRm2Om&#10;XctHup9CIeII+wwVmBDqTEqfG7LoB64mjt7VNRZDlE0hdYNtHLeVHCbJRFosORIM1vRrKL+d/myE&#10;HEZ42F/b82bbYYvrveH+6qjU12e3moEI1IV3+NXeaQXjaZrC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dt9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4mI8YA&#10;AADd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ljcz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4m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lWGMUA&#10;AADdAAAADwAAAGRycy9kb3ducmV2LnhtbESP3WrCQBCF7wu+wzJCb4pubEqp0U0QqaXkRvx5gCE7&#10;ZoPZ2ZDdmvj2bqHQy8P5+TjrYrStuFHvG8cKFvMEBHHldMO1gvNpN/sA4QOyxtYxKbiThyKfPK0x&#10;027gA92OoRZxhH2GCkwIXSalrwxZ9HPXEUfv4nqLIcq+lrrHIY7bVr4mybu02HAkGOxoa6i6Hn9s&#10;hOxT3JeX4bT7GnHAz9Lwy+ag1PN03KxABBrDf/iv/a0VvC0XK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+VY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bzMYA&#10;AADdAAAADwAAAGRycy9kb3ducmV2LnhtbESPQUsDMRSE70L/Q3gFbzbbslZdm5bSKojQg1UQb4/N&#10;6+7i5iUkz+76740geBxm5htmtRldr84UU+fZwHxWgCKuve24MfD2+nh1CyoJssXeMxn4pgSb9eRi&#10;hZX1A7/Q+SiNyhBOFRpoRUKldapbcphmPhBn7+SjQ8kyNtpGHDLc9XpRFEvtsOO80GKgXUv15/HL&#10;GTgMD+H5Znl9Ch+xXOi0t/K+E2Mup+P2HpTQKP/hv/aTNVDez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bz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ceKccA&#10;AADdAAAADwAAAGRycy9kb3ducmV2LnhtbESPQWsCMRSE7wX/Q3iCl6JZbZW6GqUWggULpVbw+tg8&#10;d5duXpYkdbf/3hQKPQ4z8w2z3va2EVfyoXasYDrJQBAXztRcKjh96vETiBCRDTaOScEPBdhuBndr&#10;zI3r+IOux1iKBOGQo4IqxjaXMhQVWQwT1xIn7+K8xZikL6Xx2CW4beQsyxbSYs1pocKWXioqvo7f&#10;VsHuvSsf/H2x693hsj/PtTb6TSs1GvbPKxCR+vgf/mu/GgWPy+k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nHi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3aG8QA&#10;AADdAAAADwAAAGRycy9kb3ducmV2LnhtbESP0WoCMRRE3wX/IdxC3zSrqOjWKGJZkOJL1Q+4bG43&#10;Wzc3SxLX9e8bQejjMDNnmPW2t43oyIfasYLJOANBXDpdc6Xgci5GSxAhImtsHJOCBwXYboaDNeba&#10;3fmbulOsRIJwyFGBibHNpQylIYth7Fri5P04bzEm6SupPd4T3DZymmULabHmtGCwpb2h8nq6WQXF&#10;1/TYXW/aF27XzyzNze/y0yj1/tbvPkBE6uN/+NU+aAWz1WQBzzfpCc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N2h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lxc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Q8z0Yv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5Jc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7r8sAA&#10;AADdAAAADwAAAGRycy9kb3ducmV2LnhtbERPy4rCMBTdC/5DuMLsxlRxBq1GEYeCDG58fMCluTbV&#10;5qYksda/nywGXB7Oe7XpbSM68qF2rGAyzkAQl07XXCm4nIvPOYgQkTU2jknBiwJs1sPBCnPtnnyk&#10;7hQrkUI45KjAxNjmUobSkMUwdi1x4q7OW4wJ+kpqj88Ubhs5zbJvabHm1GCwpZ2h8n56WAXF7/TQ&#10;3R/aF27bzyx9mdv8xyj1Meq3SxCR+vgW/7v3WsFsMUl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97r8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UT8MA&#10;AADdAAAADwAAAGRycy9kb3ducmV2LnhtbESP0WrCQBRE3wv+w3KFvtVN2ioa3YRSUJrHRj/gkr0m&#10;wezdmN2a5O9dQejjMHNmmF02mlbcqHeNZQXxIgJBXFrdcKXgdNy/rUE4j6yxtUwKJnKQpbOXHSba&#10;DvxLt8JXIpSwS1BB7X2XSOnKmgy6he2Ig3e2vUEfZF9J3eMQyk0r36NoJQ02HBZq7Oi7pvJS/BkF&#10;n9NwuBbLS7TXhuL8o8vZl0ulXufj1xaEp9H/h5/0jw7cJt7A401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U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Muc8EA&#10;AADdAAAADwAAAGRycy9kb3ducmV2LnhtbERPy4rCMBTdC/5DuII7TaeIjLVRRFEGV059rC/N7YNp&#10;bkoTtf79ZCG4PJx3uu5NIx7Uudqygq9pBII4t7rmUsHlvJ98g3AeWWNjmRS8yMF6NRykmGj75F96&#10;ZL4UIYRdggoq79tESpdXZNBNbUscuMJ2Bn2AXSl1h88QbhoZR9FcGqw5NFTY0rai/C+7GwX3+S2+&#10;cHHUp2z3Oix2+42T11Kp8ajfLEF46v1H/Hb/aAWzRRz2hzfhCc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TLn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z078gA&#10;AADdAAAADwAAAGRycy9kb3ducmV2LnhtbESPT2vCQBTE7wW/w/IEb3XjH4Km2UhbENRDpVYPvT2z&#10;zyRt9m2aXTX99q5Q6HGYmd8w6aIztbhQ6yrLCkbDCARxbnXFhYL9x/JxBsJ5ZI21ZVLwSw4WWe8h&#10;xUTbK7/TZecLESDsElRQet8kUrq8JINuaBvi4J1sa9AH2RZSt3gNcFPLcRTF0mDFYaHEhl5Lyr93&#10;Z6PgsJ3F8+3Levq1eTvixOifT13FSg363fMTCE+d/w//tVdawXQ+HsH9TXgCMr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/PT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oa8QA&#10;AADdAAAADwAAAGRycy9kb3ducmV2LnhtbESPT4vCMBTE74LfITxhb5raFdFqFN1Fd/HkP/D6aJ5t&#10;sXkpTdS6n94ICx6HmfkNM503phQ3ql1hWUG/F4EgTq0uOFNwPKy6IxDOI2ssLZOCBzmYz9qtKSba&#10;3nlHt73PRICwS1BB7n2VSOnSnAy6nq2Ig3e2tUEfZJ1JXeM9wE0p4ygaSoMFh4UcK/rKKb3sr0bB&#10;3/CEW/cTL78/tafHYLS2m+1aqY9Os5iA8NT4d/i//asVDMZxD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WqG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eSMUA&#10;AADdAAAADwAAAGRycy9kb3ducmV2LnhtbESP0WrCQBRE34X+w3KFvunGNJUaXaUUC75ZYz/gkr1u&#10;gtm7MbvV1K93BcHHYWbOMItVbxtxps7XjhVMxgkI4tLpmo2C3/336AOED8gaG8ek4J88rJYvgwXm&#10;2l14R+ciGBEh7HNUUIXQ5lL6siKLfuxa4ugdXGcxRNkZqTu8RLhtZJokU2mx5rhQYUtfFZXH4s8q&#10;OLn0XffFGrfH9eynNiY7XXeZUq/D/nMOIlAfnuFHe6MVZLP0De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l5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MVMUA&#10;AADdAAAADwAAAGRycy9kb3ducmV2LnhtbESPS2/CMBCE70j9D9ZW4gZOgfIIMahFqsQV2gPHxd48&#10;IF6nsYGUX18jVepxNDPfaLJ1Z2txpdZXjhW8DBMQxNqZigsFX58fgzkIH5AN1o5JwQ95WK+eehmm&#10;xt14R9d9KESEsE9RQRlCk0rpdUkW/dA1xNHLXWsxRNkW0rR4i3Bby1GSTKXFiuNCiQ1tStLn/cUq&#10;2FZHep3qfGHn73p3uH+H8exklOo/d29LEIG68B/+a2+NgsliNIHH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kx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8aO8IA&#10;AADdAAAADwAAAGRycy9kb3ducmV2LnhtbERPW2vCMBR+H/gfwhH2NlPLHLMaRQeDyVTwgr4emmNT&#10;bE5Kk9X67xdhsMfvzjedd7YSLTW+dKxgOEhAEOdOl1woOB4+X95B+ICssXJMCu7kYT7rPU0x0+7G&#10;O2r3oRCxhH2GCkwIdSalzw1Z9ANXE0ft4hqLIcKmkLrBWyy3lUyT5E1aLDkuGKzpw1B+3f9YBS1u&#10;78nZLDfjVbnO0+3y9K0jr5773WICIlAX/s1/6S+t4HWcju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xo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6LMQA&#10;AADdAAAADwAAAGRycy9kb3ducmV2LnhtbESPQUvDQBSE70L/w/IK3uymQYrGbkspVDxq9ODxmX3N&#10;pmbfC7vbJvrrXUHwOMzMN8x6O/leXSjETtjAclGAIm7EdtwaeHs93NyBignZYi9MBr4ownYzu1pj&#10;ZWXkF7rUqVUZwrFCAy6lodI6No48xoUMxNk7SvCYsgyttgHHDPe9LotipT12nBccDrR31HzWZ29g&#10;fGw+TuXx3brvMMihfpZT2Ysx1/Np9wAq0ZT+w3/tJ2vg9r5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mOi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ZEMcA&#10;AADdAAAADwAAAGRycy9kb3ducmV2LnhtbESPW2sCMRSE3wv9D+EUfKvZLlJ1NYpXKKUi3t5PN6e7&#10;W5OTZZPq9t+bQsHHYWa+YcbT1hpxocZXjhW8dBMQxLnTFRcKjof18wCED8gajWNS8EseppPHhzFm&#10;2l15R5d9KESEsM9QQRlCnUnp85Is+q6riaP35RqLIcqmkLrBa4RbI9MkeZUWK44LJda0KCk/73+s&#10;gvV2ab7TzW52kmGx6n+awft8+aFU56mdjUAEasM9/N9+0wp6w7QPf2/iE5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B2R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A28UA&#10;AADdAAAADwAAAGRycy9kb3ducmV2LnhtbERPTWvCQBC9F/wPyxR6Ed0Y26LRVUQoSaGFVgu9jtlp&#10;EszOhuyaxH/vHoQeH+97vR1MLTpqXWVZwWwagSDOra64UPBzfJssQDiPrLG2TAqu5GC7GT2sMdG2&#10;52/qDr4QIYRdggpK75tESpeXZNBNbUMcuD/bGvQBtoXULfYh3NQyjqJXabDi0FBiQ/uS8vPhYhR0&#10;Xx+nIutc835ejN3L/JSmn/pXqafHYbcC4Wnw/+K7O9MKnpdxmBveh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YD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RZiccA&#10;AADdAAAADwAAAGRycy9kb3ducmV2LnhtbESPT2vCQBTE70K/w/KE3nRjsMVEV6mFQi8F//RQb8/s&#10;Mwlm36a7W41++q4geBxm5jfMbNGZRpzI+dqygtEwAUFcWF1zqeB7+zGYgPABWWNjmRRcyMNi/tSb&#10;Ya7tmdd02oRSRAj7HBVUIbS5lL6oyKAf2pY4egfrDIYoXSm1w3OEm0amSfIqDdYcFyps6b2i4rj5&#10;MwqW2WT5uxrz13W939HuZ398SV2i1HO/e5uCCNSFR/je/tQKxlma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UWYnHAAAA3QAAAA8AAAAAAAAAAAAAAAAAmAIAAGRy&#10;cy9kb3ducmV2LnhtbFBLBQYAAAAABAAEAPUAAACMAwAAAAA=&#10;" fillcolor="black" stroked="f"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6lx8UA&#10;AADdAAAADwAAAGRycy9kb3ducmV2LnhtbERPu27CMBTdkfoP1q3EBg5PpSkGlUIlJOgA7dDxNr4k&#10;VuLrKDaQ9uvrAanj0XkvVp2txZVabxwrGA0TEMS504YLBZ8fb4MUhA/IGmvHpOCHPKyWD70FZtrd&#10;+EjXUyhEDGGfoYIyhCaT0uclWfRD1xBH7uxaiyHCtpC6xVsMt7UcJ8lcWjQcG0ps6LWkvDpdrIKv&#10;/dykR0Pj78PveqsPs2r9vqmU6j92L88gAnXhX3x377SC6dMk7o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qXH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+6cYA&#10;AADdAAAADwAAAGRycy9kb3ducmV2LnhtbESPQWsCMRSE7wX/Q3iF3mpWK2K3RhFL0YsHbUuvj83r&#10;ZrublzWJuvrrjSD0OMzMN8x03tlGHMmHyrGCQT8DQVw4XXGp4Ovz43kCIkRkjY1jUnCmAPNZ72GK&#10;uXYn3tJxF0uRIBxyVGBibHMpQ2HIYui7ljh5v85bjEn6UmqPpwS3jRxm2VharDgtGGxpaaiodwer&#10;wC9+3usLH77r7LI5h9Vft5+gUerpsVu8gYjUxf/wvb3WCkavLwO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+6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FLMYA&#10;AADdAAAADwAAAGRycy9kb3ducmV2LnhtbESPUWvCQBCE3wv9D8cKfSl6aVqqRk8phUJBEbT+gDW3&#10;JsG7vZDbauyv9wqFPg4z8w0zX/beqTN1sQls4GmUgSIug224MrD/+hhOQEVBtugCk4ErRVgu7u/m&#10;WNhw4S2dd1KpBOFYoIFapC20jmVNHuMotMTJO4bOoyTZVdp2eElw73SeZa/aY8NpocaW3msqT7tv&#10;b8DlBzddjeNarnu9zn68bB831piHQf82AyXUy3/4r/1pDbxMn3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EFL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Gv88YA&#10;AADdAAAADwAAAGRycy9kb3ducmV2LnhtbESPQWsCMRSE70L/Q3iF3jRbLaVdjdIqwl48uLV4fW6e&#10;m6XJy7KJuu2vN0LB4zAz3zCzRe+sOFMXGs8KnkcZCOLK64ZrBbuv9fANRIjIGq1nUvBLARbzh8EM&#10;c+0vvKVzGWuRIBxyVGBibHMpQ2XIYRj5ljh5R985jEl2tdQdXhLcWTnOslfpsOG0YLClpaHqpzw5&#10;BauyteNdYT7D/ntzONjib037lVJPj/3HFESkPt7D/+1CK3h5n0z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HGv8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94NsUA&#10;AADdAAAADwAAAGRycy9kb3ducmV2LnhtbESPQWsCMRSE70L/Q3gFb25SFdtuN0oRBaEnrR56eySv&#10;u9tuXpZNdNd/bwpCj8PMfMMUq8E14kJdqD1reMoUCGLjbc2lhuPndvICIkRki41n0nClAKvlw6jA&#10;3Pqe93Q5xFIkCIccNVQxtrmUwVTkMGS+JU7et+8cxiS7UtoO+wR3jZwqtZAOa04LFba0rsj8Hs5O&#10;w89Wfnij0JyOp35nn782C2qU1uPH4f0NRKQh/ofv7Z3VMH+dzeHv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3g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/g8cA&#10;AADdAAAADwAAAGRycy9kb3ducmV2LnhtbESPT2vCQBTE74V+h+UVvNVN/VNs6hpSQZCKh2opPb5m&#10;n0lI9m3YXTV++64geBxm5jfMPOtNK07kfG1ZwcswAUFcWF1zqeB7v3qegfABWWNrmRRcyEO2eHyY&#10;Y6rtmb/otAuliBD2KSqoQuhSKX1RkUE/tB1x9A7WGQxRulJqh+cIN60cJcmrNFhzXKiwo2VFRbM7&#10;GgW/xw0ftuPP3H2EH9vvfTP6mzVKDZ76/B1EoD7cw7f2WiuYvI2ncH0Tn4B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af4P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bJscA&#10;AADdAAAADwAAAGRycy9kb3ducmV2LnhtbESPT2sCMRTE74V+h/AK3mpWq6KrUbRQ6KXgv4Penpvn&#10;7uLmZU2ibvvpG0HwOMzMb5jJrDGVuJLzpWUFnXYCgjizuuRcwXbz9T4E4QOyxsoyKfglD7Pp68sE&#10;U21vvKLrOuQiQtinqKAIoU6l9FlBBn3b1sTRO1pnMETpcqkd3iLcVLKbJANpsOS4UGBNnwVlp/XF&#10;KFiMhovzssc/f6vDnva7w6nfdYlSrbdmPgYRqAnP8KP9rRX0Rh8DuL+JT0B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SWybHAAAA3QAAAA8AAAAAAAAAAAAAAAAAmAIAAGRy&#10;cy9kb3ducmV2LnhtbFBLBQYAAAAABAAEAPUAAACMAwAAAAA=&#10;" fillcolor="black" stroked="f"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IEvMUA&#10;AADdAAAADwAAAGRycy9kb3ducmV2LnhtbESPQUsDMRSE70L/Q3iCN5u1Fatr07IURPG0bS29vm6e&#10;m8XNy5LEdP33RhB6HGbmG2a5Hm0vEvnQOVZwNy1AEDdOd9wq+Ni/3D6CCBFZY++YFPxQgPVqcrXE&#10;UrszbyntYisyhEOJCkyMQyllaAxZDFM3EGfv03mLMUvfSu3xnOG2l7OieJAWO84LBgfaGGq+dt9W&#10;QTpt6mqejsls333Vele/Hk61UjfXY/UMItIYL+H/9ptWcP80X8D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gS8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pwPMQA&#10;AADdAAAADwAAAGRycy9kb3ducmV2LnhtbERPz2vCMBS+C/4P4Qm7aeo2ZK1GEdnG5kXXDfT4aJ5N&#10;sXkpTVa7/fXmIHj8+H4vVr2tRUetrxwrmE4SEMSF0xWXCn6+38YvIHxA1lg7JgV/5GG1HA4WmGl3&#10;4S/q8lCKGMI+QwUmhCaT0heGLPqJa4gjd3KtxRBhW0rd4iWG21o+JslMWqw4NhhsaGOoOOe/VoGf&#10;bl4PW/ufdsd3w7v808z2pVHqYdSv5yAC9eEuvrk/tILn9CnOjW/i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6cDz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63BB" w:rsidRDefault="002C63BB" w:rsidP="002C63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63BB" w:rsidRDefault="002C63BB" w:rsidP="002C63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63BB" w:rsidRDefault="002C63BB" w:rsidP="002C63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C63BB" w:rsidRDefault="002C63BB" w:rsidP="002C63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63BB" w:rsidRPr="00B15ABE" w:rsidRDefault="002C63BB" w:rsidP="002C63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№29</w:t>
      </w:r>
    </w:p>
    <w:p w:rsidR="002C63BB" w:rsidRPr="009458D9" w:rsidRDefault="002C63BB" w:rsidP="002C63B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C63BB" w:rsidRPr="009458D9" w:rsidRDefault="002C63BB" w:rsidP="002C63B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2C63BB" w:rsidRPr="009458D9" w:rsidRDefault="002C63BB" w:rsidP="002C63B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C63BB" w:rsidRPr="009458D9" w:rsidRDefault="002C63BB" w:rsidP="002C63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Лук’янов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М.Д.</w:t>
      </w:r>
    </w:p>
    <w:p w:rsidR="002C63BB" w:rsidRPr="009458D9" w:rsidRDefault="002C63BB" w:rsidP="002C63B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C63BB" w:rsidRPr="009458D9" w:rsidRDefault="002C63BB" w:rsidP="002C63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2C63BB" w:rsidRPr="009458D9" w:rsidRDefault="002C63BB" w:rsidP="002C63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C63BB" w:rsidRPr="009458D9" w:rsidRDefault="002C63BB" w:rsidP="002C63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0,3867 га,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63BB" w:rsidRPr="009458D9" w:rsidRDefault="002C63BB" w:rsidP="002C63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41C1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641C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0,3867 га,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номер: 6823986800:01:004:0021,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63BB" w:rsidRPr="009458D9" w:rsidRDefault="002C63BB" w:rsidP="002C63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2C63BB" w:rsidRPr="009458D9" w:rsidRDefault="002C63BB" w:rsidP="002C63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C63BB" w:rsidRPr="009458D9" w:rsidRDefault="002C63BB" w:rsidP="002C63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63BB" w:rsidRPr="002C63BB" w:rsidRDefault="002C63BB" w:rsidP="002C63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C63BB" w:rsidRPr="009458D9" w:rsidRDefault="002C63BB" w:rsidP="002C63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242E" w:rsidRPr="002C63BB" w:rsidRDefault="002C63BB" w:rsidP="002C63B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3242E" w:rsidRPr="002C63B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09" w:rsidRDefault="00B34A09">
      <w:pPr>
        <w:spacing w:after="0" w:line="240" w:lineRule="auto"/>
      </w:pPr>
      <w:r>
        <w:separator/>
      </w:r>
    </w:p>
  </w:endnote>
  <w:endnote w:type="continuationSeparator" w:id="0">
    <w:p w:rsidR="00B34A09" w:rsidRDefault="00B3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09" w:rsidRDefault="00B34A09">
      <w:pPr>
        <w:spacing w:after="0" w:line="240" w:lineRule="auto"/>
      </w:pPr>
      <w:r>
        <w:separator/>
      </w:r>
    </w:p>
  </w:footnote>
  <w:footnote w:type="continuationSeparator" w:id="0">
    <w:p w:rsidR="00B34A09" w:rsidRDefault="00B3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BB"/>
    <w:rsid w:val="002C63BB"/>
    <w:rsid w:val="003641C1"/>
    <w:rsid w:val="005A403C"/>
    <w:rsid w:val="00B34A09"/>
    <w:rsid w:val="00F3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B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C63B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C63B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C63B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B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C63B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C63B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C63B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2021-02-01T06:46:00Z</dcterms:created>
  <dcterms:modified xsi:type="dcterms:W3CDTF">2021-02-01T07:31:00Z</dcterms:modified>
</cp:coreProperties>
</file>