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38" w:rsidRDefault="00AD2538" w:rsidP="00AD25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D2538" w:rsidRDefault="00AD2538" w:rsidP="00AD2538"/>
    <w:p w:rsidR="00AD2538" w:rsidRDefault="00AD2538" w:rsidP="00AD2538"/>
    <w:p w:rsidR="00AD2538" w:rsidRDefault="00AD2538" w:rsidP="00AD2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D2538" w:rsidRDefault="00AD2538" w:rsidP="00AD2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D2538" w:rsidRDefault="00AD2538" w:rsidP="00AD2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D2538" w:rsidRDefault="00AD2538" w:rsidP="00AD2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D2538" w:rsidRDefault="00AD2538" w:rsidP="00AD2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538" w:rsidRDefault="00AD2538" w:rsidP="00AD25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D2538" w:rsidRDefault="00AD2538" w:rsidP="00AD25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2538" w:rsidRDefault="00AD2538" w:rsidP="00AD25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D2538" w:rsidRDefault="00AD2538" w:rsidP="00AD25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2538" w:rsidRPr="003803D4" w:rsidRDefault="00AD2538" w:rsidP="00AD253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№21</w:t>
      </w:r>
    </w:p>
    <w:p w:rsidR="00AD2538" w:rsidRPr="003803D4" w:rsidRDefault="00AD2538" w:rsidP="00AD253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D2538" w:rsidRPr="003803D4" w:rsidRDefault="00AD2538" w:rsidP="00AD25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D2538" w:rsidRPr="003803D4" w:rsidRDefault="00AD2538" w:rsidP="00AD25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D2538" w:rsidRPr="003803D4" w:rsidRDefault="00AD2538" w:rsidP="00AD253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3803D4">
        <w:rPr>
          <w:rFonts w:ascii="Times New Roman" w:hAnsi="Times New Roman" w:cs="Times New Roman"/>
          <w:b/>
          <w:sz w:val="24"/>
          <w:szCs w:val="24"/>
        </w:rPr>
        <w:t>Курята</w:t>
      </w:r>
      <w:proofErr w:type="gram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В.Б.</w:t>
      </w:r>
    </w:p>
    <w:p w:rsidR="00AD2538" w:rsidRPr="003803D4" w:rsidRDefault="00AD2538" w:rsidP="00AD253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2538" w:rsidRPr="003803D4" w:rsidRDefault="00AD2538" w:rsidP="00AD25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Курята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В.Б.,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D2538" w:rsidRPr="003803D4" w:rsidRDefault="00AD2538" w:rsidP="00AD25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D2538" w:rsidRPr="003803D4" w:rsidRDefault="00AD2538" w:rsidP="00AD25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Курята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Броніславовичу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0,2738 га, яка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</w:p>
    <w:p w:rsidR="00AD2538" w:rsidRPr="003803D4" w:rsidRDefault="00AD2538" w:rsidP="00AD2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Курята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Броніславовичу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: </w:t>
      </w:r>
      <w:r w:rsidR="003816A1">
        <w:rPr>
          <w:rFonts w:ascii="Times New Roman" w:hAnsi="Times New Roman" w:cs="Times New Roman"/>
          <w:sz w:val="24"/>
          <w:szCs w:val="24"/>
          <w:lang w:val="en-US"/>
        </w:rPr>
        <w:t>____________________</w:t>
      </w:r>
      <w:r w:rsidRPr="003803D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816A1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3803D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0,2738 га,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номер: 6823986800:04:001:0018, для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оровиця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>.</w:t>
      </w:r>
    </w:p>
    <w:p w:rsidR="00AD2538" w:rsidRPr="003803D4" w:rsidRDefault="00AD2538" w:rsidP="00AD2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3. Курята В.Б.,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D2538" w:rsidRDefault="00AD2538" w:rsidP="00AD2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D2538" w:rsidRPr="00AD2538" w:rsidRDefault="00AD2538" w:rsidP="00AD253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C7BDF" w:rsidRPr="00AD2538" w:rsidRDefault="00AD2538" w:rsidP="00AD253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C7BDF" w:rsidRPr="00AD2538" w:rsidSect="00AD2538">
      <w:pgSz w:w="12240" w:h="15840"/>
      <w:pgMar w:top="1440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38"/>
    <w:rsid w:val="00171A2E"/>
    <w:rsid w:val="00304C90"/>
    <w:rsid w:val="003816A1"/>
    <w:rsid w:val="00505B6D"/>
    <w:rsid w:val="006D3977"/>
    <w:rsid w:val="007D6C18"/>
    <w:rsid w:val="00AD2538"/>
    <w:rsid w:val="00BC7BD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282</Words>
  <Characters>1611</Characters>
  <Application>Microsoft Office Word</Application>
  <DocSecurity>0</DocSecurity>
  <Lines>13</Lines>
  <Paragraphs>3</Paragraphs>
  <ScaleCrop>false</ScaleCrop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2020-07-02T11:18:00Z</dcterms:created>
  <dcterms:modified xsi:type="dcterms:W3CDTF">2020-07-02T12:44:00Z</dcterms:modified>
</cp:coreProperties>
</file>