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199" w:rsidRDefault="00494199" w:rsidP="0049419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4199" w:rsidRDefault="00494199" w:rsidP="0049419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94199" w:rsidRDefault="00494199" w:rsidP="0049419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94199" w:rsidRDefault="00494199" w:rsidP="004941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94199" w:rsidRDefault="00494199" w:rsidP="004941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94199" w:rsidRDefault="00494199" w:rsidP="004941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94199" w:rsidRPr="00DE50C9" w:rsidRDefault="00494199" w:rsidP="004941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59</w:t>
      </w:r>
    </w:p>
    <w:p w:rsidR="00494199" w:rsidRDefault="00494199" w:rsidP="00494199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494199" w:rsidRDefault="00494199" w:rsidP="0049419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494199" w:rsidRDefault="00494199" w:rsidP="0049419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494199" w:rsidRDefault="00494199" w:rsidP="0049419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494199" w:rsidRPr="00DE50C9" w:rsidRDefault="00494199" w:rsidP="0049419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Корнієнку І.П.</w:t>
      </w:r>
    </w:p>
    <w:p w:rsidR="00494199" w:rsidRDefault="00494199" w:rsidP="00494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94199" w:rsidRDefault="00494199" w:rsidP="00494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Корнієнка І.П.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494199" w:rsidRDefault="00494199" w:rsidP="00494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494199" w:rsidRDefault="00494199" w:rsidP="00494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Івану Петровичу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0.8270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село Дідова Гора.</w:t>
      </w:r>
    </w:p>
    <w:p w:rsidR="00494199" w:rsidRDefault="00494199" w:rsidP="0049419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Корнієнку Івану Петровичу,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5502E">
        <w:rPr>
          <w:rFonts w:ascii="Times New Roman" w:eastAsia="Calibri" w:hAnsi="Times New Roman" w:cs="Times New Roman"/>
          <w:sz w:val="24"/>
          <w:lang w:val="ru-RU" w:eastAsia="en-US"/>
        </w:rPr>
        <w:t>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5502E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0,8270 га, кадастровий номер: 6823984700:04:021:0027,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село Дідова Гора.</w:t>
      </w:r>
    </w:p>
    <w:p w:rsidR="00494199" w:rsidRDefault="00494199" w:rsidP="004941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Корнієнку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І.П,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94199" w:rsidRDefault="00494199" w:rsidP="004941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94199" w:rsidRPr="00494199" w:rsidRDefault="00494199" w:rsidP="0049419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E585A" w:rsidRPr="00494199" w:rsidRDefault="00494199" w:rsidP="00494199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E585A" w:rsidRPr="00494199" w:rsidSect="00494199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4199"/>
    <w:rsid w:val="00494199"/>
    <w:rsid w:val="0095502E"/>
    <w:rsid w:val="00FE5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9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419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419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4199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199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49419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94199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494199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268</Words>
  <Characters>1530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2021-07-26T12:38:00Z</dcterms:created>
  <dcterms:modified xsi:type="dcterms:W3CDTF">2021-07-27T07:27:00Z</dcterms:modified>
</cp:coreProperties>
</file>