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DB7" w:rsidRPr="000D1FDD" w:rsidRDefault="00D03DB7" w:rsidP="00D03DB7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D03DB7" w:rsidRDefault="00D03DB7" w:rsidP="00D03D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03DB7" w:rsidRDefault="00D03DB7" w:rsidP="00D03DB7"/>
    <w:p w:rsidR="00D03DB7" w:rsidRDefault="00D03DB7" w:rsidP="00D03DB7"/>
    <w:p w:rsidR="00D03DB7" w:rsidRDefault="00D03DB7" w:rsidP="00D03D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03DB7" w:rsidRDefault="00D03DB7" w:rsidP="00D03D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03DB7" w:rsidRDefault="00D03DB7" w:rsidP="00D03D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03DB7" w:rsidRDefault="00D03DB7" w:rsidP="00D03D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03DB7" w:rsidRDefault="00D03DB7" w:rsidP="00D03D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DB7" w:rsidRDefault="00D03DB7" w:rsidP="00D03D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03DB7" w:rsidRDefault="00D03DB7" w:rsidP="00D03D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3DB7" w:rsidRDefault="00D03DB7" w:rsidP="00D03DB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03DB7" w:rsidRPr="007256E4" w:rsidRDefault="00D03DB7" w:rsidP="00D03DB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№30</w:t>
      </w:r>
    </w:p>
    <w:p w:rsidR="00D03DB7" w:rsidRPr="00E47473" w:rsidRDefault="00D03DB7" w:rsidP="00D03DB7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03DB7" w:rsidRPr="00E47473" w:rsidRDefault="00D03DB7" w:rsidP="00D03D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47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03DB7" w:rsidRPr="00E47473" w:rsidRDefault="00D03DB7" w:rsidP="00D03D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D03DB7" w:rsidRPr="00E47473" w:rsidRDefault="00D03DB7" w:rsidP="00D03DB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47473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b/>
          <w:sz w:val="24"/>
          <w:szCs w:val="24"/>
        </w:rPr>
        <w:t xml:space="preserve">  Паращуку І.І.</w:t>
      </w:r>
    </w:p>
    <w:p w:rsidR="00D03DB7" w:rsidRPr="00E47473" w:rsidRDefault="00D03DB7" w:rsidP="00D03DB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03DB7" w:rsidRPr="00E47473" w:rsidRDefault="00D03DB7" w:rsidP="00D03DB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47473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               Паращука І.І.,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D03DB7" w:rsidRPr="00E47473" w:rsidRDefault="00D03DB7" w:rsidP="00D03DB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D03DB7" w:rsidRPr="00E47473" w:rsidRDefault="00D03DB7" w:rsidP="00D03DB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Паращуку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Іллі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Ігоровичу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1,9000 га, яка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D03DB7" w:rsidRPr="00E47473" w:rsidRDefault="00D03DB7" w:rsidP="00D03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Паращуку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Іллі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Ігоровичу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: </w:t>
      </w:r>
      <w:r w:rsidR="008603E2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E4747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603E2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E4747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1,900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47473">
        <w:rPr>
          <w:rFonts w:ascii="Times New Roman" w:hAnsi="Times New Roman" w:cs="Times New Roman"/>
          <w:sz w:val="24"/>
          <w:szCs w:val="24"/>
        </w:rPr>
        <w:t xml:space="preserve"> га,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номер: 6823984700:05:002:0058, для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D03DB7" w:rsidRPr="00E47473" w:rsidRDefault="00D03DB7" w:rsidP="00D03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3. Паращуку І.І.,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7473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D03DB7" w:rsidRPr="00E47473" w:rsidRDefault="00D03DB7" w:rsidP="00D03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73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747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4747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D03DB7" w:rsidRPr="00D03DB7" w:rsidRDefault="00D03DB7" w:rsidP="00D03DB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332DB" w:rsidRPr="00D03DB7" w:rsidRDefault="00D03DB7" w:rsidP="00D03DB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4747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47473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4747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332DB" w:rsidRPr="00D03DB7" w:rsidSect="00D03DB7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DB7"/>
    <w:rsid w:val="00171A2E"/>
    <w:rsid w:val="002332DB"/>
    <w:rsid w:val="00304C90"/>
    <w:rsid w:val="00505B6D"/>
    <w:rsid w:val="006D3977"/>
    <w:rsid w:val="007D6C18"/>
    <w:rsid w:val="008603E2"/>
    <w:rsid w:val="00D03DB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03DB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03D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03DB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03DB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03D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03DB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284</Words>
  <Characters>1620</Characters>
  <Application>Microsoft Office Word</Application>
  <DocSecurity>0</DocSecurity>
  <Lines>13</Lines>
  <Paragraphs>3</Paragraphs>
  <ScaleCrop>false</ScaleCrop>
  <Company>Microsoft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2020-05-27T16:09:00Z</dcterms:created>
  <dcterms:modified xsi:type="dcterms:W3CDTF">2020-05-27T17:20:00Z</dcterms:modified>
</cp:coreProperties>
</file>