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1D" w:rsidRDefault="002D0E1D" w:rsidP="002D0E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2D0E1D" w:rsidRDefault="002D0E1D" w:rsidP="002D0E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2D0E1D" w:rsidRDefault="002D0E1D" w:rsidP="002D0E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2D0E1D" w:rsidRDefault="002D0E1D" w:rsidP="002D0E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2D0E1D" w:rsidRDefault="002D0E1D" w:rsidP="002D0E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2D0E1D" w:rsidRDefault="002D0E1D" w:rsidP="002D0E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2D0E1D" w:rsidRDefault="002D0E1D" w:rsidP="002D0E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2D0E1D" w:rsidRDefault="002D0E1D" w:rsidP="002D0E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0E1D" w:rsidRDefault="002D0E1D" w:rsidP="002D0E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2D0E1D" w:rsidRDefault="002D0E1D" w:rsidP="002D0E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D0E1D" w:rsidRDefault="002D0E1D" w:rsidP="002D0E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2D0E1D" w:rsidRDefault="002D0E1D" w:rsidP="002D0E1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24.07.2020  року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</w:t>
      </w:r>
    </w:p>
    <w:p w:rsidR="002D0E1D" w:rsidRDefault="002D0E1D" w:rsidP="002D0E1D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</w:pPr>
    </w:p>
    <w:p w:rsidR="002D0E1D" w:rsidRDefault="002D0E1D" w:rsidP="002D0E1D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2D0E1D" w:rsidRDefault="002D0E1D" w:rsidP="002D0E1D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2D0E1D" w:rsidRDefault="002D0E1D" w:rsidP="002D0E1D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2D0E1D" w:rsidRDefault="002D0E1D" w:rsidP="002D0E1D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Дем’янчук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Н.М.</w:t>
      </w:r>
    </w:p>
    <w:p w:rsidR="002D0E1D" w:rsidRDefault="002D0E1D" w:rsidP="002D0E1D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2D0E1D" w:rsidRPr="004D280A" w:rsidRDefault="002D0E1D" w:rsidP="002D0E1D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до пункту 34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</w:t>
      </w:r>
      <w:r w:rsidRPr="004D280A">
        <w:rPr>
          <w:rFonts w:ascii="Times New Roman" w:eastAsia="Times New Roman" w:hAnsi="Times New Roman" w:cs="Times New Roman"/>
          <w:sz w:val="24"/>
          <w:szCs w:val="24"/>
          <w:lang w:eastAsia="en-US"/>
        </w:rPr>
        <w:t>ті</w:t>
      </w:r>
      <w:proofErr w:type="spellEnd"/>
      <w:r w:rsidRPr="004D280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4D280A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4D280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4D280A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4D280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4D280A"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</w:t>
      </w:r>
      <w:proofErr w:type="spellEnd"/>
      <w:r w:rsidRPr="004D280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D280A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4D280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4D280A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 w:rsidRPr="004D280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 w:rsidRPr="004D280A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4D280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4D280A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4D280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4D280A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4D280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4D280A">
        <w:rPr>
          <w:rFonts w:ascii="Times New Roman" w:eastAsia="Times New Roman" w:hAnsi="Times New Roman" w:cs="Times New Roman"/>
          <w:sz w:val="24"/>
          <w:szCs w:val="24"/>
          <w:lang w:eastAsia="en-US"/>
        </w:rPr>
        <w:t>врахувавши</w:t>
      </w:r>
      <w:proofErr w:type="spellEnd"/>
      <w:r w:rsidRPr="004D280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D280A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пропозицію</w:t>
      </w:r>
      <w:proofErr w:type="spellEnd"/>
      <w:r w:rsidRPr="004D280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>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арх</w:t>
      </w:r>
      <w:proofErr w:type="gramEnd"/>
      <w:r>
        <w:rPr>
          <w:rFonts w:ascii="Times New Roman" w:hAnsi="Times New Roman" w:cs="Times New Roman"/>
          <w:sz w:val="24"/>
          <w:szCs w:val="24"/>
        </w:rPr>
        <w:t>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благоустрою,</w:t>
      </w:r>
      <w:r w:rsidRPr="004D280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</w:t>
      </w:r>
      <w:proofErr w:type="spellStart"/>
      <w:r w:rsidRPr="004D280A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4D280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D280A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r w:rsidRPr="004D280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Дем’янчук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Н.М. </w:t>
      </w:r>
      <w:proofErr w:type="spellStart"/>
      <w:r w:rsidRPr="004D280A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4D280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рада </w:t>
      </w:r>
    </w:p>
    <w:p w:rsidR="002D0E1D" w:rsidRPr="004D280A" w:rsidRDefault="002D0E1D" w:rsidP="002D0E1D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D280A"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2D0E1D" w:rsidRDefault="002D0E1D" w:rsidP="002D0E1D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333333"/>
          <w:sz w:val="24"/>
          <w:szCs w:val="24"/>
          <w:shd w:val="clear" w:color="auto" w:fill="FFFFFF"/>
        </w:rPr>
      </w:pPr>
      <w:r w:rsidRPr="004D280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1. </w:t>
      </w:r>
      <w:proofErr w:type="spellStart"/>
      <w:proofErr w:type="gramStart"/>
      <w:r w:rsidRPr="004D280A">
        <w:rPr>
          <w:rFonts w:ascii="Times New Roman" w:eastAsia="Times New Roman" w:hAnsi="Times New Roman" w:cs="Times New Roman"/>
          <w:sz w:val="24"/>
          <w:szCs w:val="24"/>
          <w:lang w:eastAsia="en-US"/>
        </w:rPr>
        <w:t>Надати</w:t>
      </w:r>
      <w:proofErr w:type="spellEnd"/>
      <w:r w:rsidRPr="004D280A"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  <w:t xml:space="preserve"> </w:t>
      </w:r>
      <w:r w:rsidRPr="004D280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D280A">
        <w:rPr>
          <w:rFonts w:ascii="Times New Roman" w:eastAsia="Times New Roman" w:hAnsi="Times New Roman" w:cs="Times New Roman"/>
          <w:sz w:val="24"/>
          <w:szCs w:val="24"/>
          <w:lang w:eastAsia="en-US"/>
        </w:rPr>
        <w:t>Дем’янчук</w:t>
      </w:r>
      <w:proofErr w:type="spellEnd"/>
      <w:r w:rsidRPr="004D280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D280A">
        <w:rPr>
          <w:rFonts w:ascii="Times New Roman" w:eastAsia="Times New Roman" w:hAnsi="Times New Roman" w:cs="Times New Roman"/>
          <w:sz w:val="24"/>
          <w:szCs w:val="24"/>
          <w:lang w:eastAsia="en-US"/>
        </w:rPr>
        <w:t>Наталії</w:t>
      </w:r>
      <w:proofErr w:type="spellEnd"/>
      <w:r w:rsidRPr="004D280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D280A">
        <w:rPr>
          <w:rFonts w:ascii="Times New Roman" w:eastAsia="Times New Roman" w:hAnsi="Times New Roman" w:cs="Times New Roman"/>
          <w:sz w:val="24"/>
          <w:szCs w:val="24"/>
          <w:lang w:eastAsia="en-US"/>
        </w:rPr>
        <w:t>Миколаївні</w:t>
      </w:r>
      <w:proofErr w:type="spellEnd"/>
      <w:r w:rsidRPr="004D280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яка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зареєстрована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="0018423A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________________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дозвіл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площею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1,000 га,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особистого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селянського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господарства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рахунок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земель запасу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сільськогосподарського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призначення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розташована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території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за межами села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Стригани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кадастровий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номер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6823984000:03:012:0184).</w:t>
      </w:r>
      <w:proofErr w:type="gramEnd"/>
    </w:p>
    <w:p w:rsidR="002D0E1D" w:rsidRDefault="002D0E1D" w:rsidP="002D0E1D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2.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Дем’янчук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Н.М.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розробити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сесії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ради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2D0E1D" w:rsidRDefault="002D0E1D" w:rsidP="002D0E1D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3. Контроль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2D0E1D" w:rsidRPr="002D0E1D" w:rsidRDefault="002D0E1D" w:rsidP="002D0E1D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en-US"/>
        </w:rPr>
      </w:pPr>
    </w:p>
    <w:p w:rsidR="00C64714" w:rsidRPr="002D0E1D" w:rsidRDefault="002D0E1D" w:rsidP="002D0E1D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Секретар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В.М.Мазур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C64714" w:rsidRPr="002D0E1D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E1D"/>
    <w:rsid w:val="00171A2E"/>
    <w:rsid w:val="0018423A"/>
    <w:rsid w:val="002D0E1D"/>
    <w:rsid w:val="00304C90"/>
    <w:rsid w:val="00505B6D"/>
    <w:rsid w:val="006D3977"/>
    <w:rsid w:val="007D6C18"/>
    <w:rsid w:val="00C64714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15</TotalTime>
  <Pages>1</Pages>
  <Words>275</Words>
  <Characters>1569</Characters>
  <Application>Microsoft Office Word</Application>
  <DocSecurity>0</DocSecurity>
  <Lines>13</Lines>
  <Paragraphs>3</Paragraphs>
  <ScaleCrop>false</ScaleCrop>
  <Company>Microsoft</Company>
  <LinksUpToDate>false</LinksUpToDate>
  <CharactersWithSpaces>1841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2020-07-21T14:11:00Z</dcterms:created>
  <dcterms:modified xsi:type="dcterms:W3CDTF">2020-07-21T14:45:00Z</dcterms:modified>
</cp:coreProperties>
</file>